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A090A71" wp14:editId="77E27706">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7D63D6" w:rsidRPr="007D63D6" w:rsidRDefault="007D63D6" w:rsidP="00321193">
            <w:pPr>
              <w:spacing w:before="0"/>
              <w:rPr>
                <w:bCs/>
              </w:rPr>
            </w:pPr>
            <w:r>
              <w:rPr>
                <w:b/>
                <w:bCs/>
              </w:rPr>
              <w:t xml:space="preserve">Document </w:t>
            </w:r>
            <w:bookmarkStart w:id="0" w:name="DocRef1"/>
            <w:bookmarkEnd w:id="0"/>
            <w:r w:rsidR="00952E2A">
              <w:rPr>
                <w:b/>
                <w:bCs/>
              </w:rPr>
              <w:t>WTDC14</w:t>
            </w:r>
            <w:r>
              <w:rPr>
                <w:b/>
                <w:bCs/>
              </w:rPr>
              <w:t>/</w:t>
            </w:r>
            <w:bookmarkStart w:id="1" w:name="DocNo1"/>
            <w:bookmarkEnd w:id="1"/>
            <w:r w:rsidR="00952E2A">
              <w:rPr>
                <w:b/>
                <w:bCs/>
              </w:rPr>
              <w:t>37-E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952E2A" w:rsidP="007D63D6">
            <w:pPr>
              <w:spacing w:before="0"/>
              <w:rPr>
                <w:b/>
                <w:bCs/>
              </w:rPr>
            </w:pPr>
            <w:bookmarkStart w:id="2" w:name="CreationDate"/>
            <w:bookmarkEnd w:id="2"/>
            <w:r>
              <w:rPr>
                <w:b/>
                <w:bCs/>
              </w:rPr>
              <w:t>11 March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952E2A">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952E2A" w:rsidP="00721657">
            <w:pPr>
              <w:pStyle w:val="Source"/>
              <w:rPr>
                <w:b w:val="0"/>
                <w:bCs/>
              </w:rPr>
            </w:pPr>
            <w:bookmarkStart w:id="4" w:name="Source"/>
            <w:bookmarkEnd w:id="4"/>
            <w:r>
              <w:rPr>
                <w:b w:val="0"/>
                <w:bCs/>
              </w:rPr>
              <w:t xml:space="preserve">Asia-Pacific </w:t>
            </w:r>
            <w:proofErr w:type="spellStart"/>
            <w:r>
              <w:rPr>
                <w:b w:val="0"/>
                <w:bCs/>
              </w:rPr>
              <w:t>Telecommunity</w:t>
            </w:r>
            <w:proofErr w:type="spellEnd"/>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952E2A" w:rsidP="00721657">
            <w:pPr>
              <w:pStyle w:val="Title1"/>
              <w:spacing w:before="120"/>
              <w:rPr>
                <w:b w:val="0"/>
                <w:bCs/>
                <w:szCs w:val="18"/>
              </w:rPr>
            </w:pPr>
            <w:bookmarkStart w:id="5" w:name="Title"/>
            <w:bookmarkEnd w:id="5"/>
            <w:r>
              <w:rPr>
                <w:b w:val="0"/>
                <w:bCs/>
                <w:szCs w:val="18"/>
              </w:rPr>
              <w:t>APT common proposals for the work of the conference</w:t>
            </w:r>
          </w:p>
        </w:tc>
      </w:tr>
    </w:tbl>
    <w:p w:rsidR="00942A8A" w:rsidRDefault="00942A8A" w:rsidP="00CD7207"/>
    <w:p w:rsidR="00952E2A" w:rsidRDefault="00952E2A" w:rsidP="009E6EE6">
      <w:pPr>
        <w:pStyle w:val="CEOcontributionStart"/>
        <w:rPr>
          <w:rFonts w:cs="Calibri"/>
          <w:szCs w:val="24"/>
        </w:rPr>
      </w:pPr>
      <w:bookmarkStart w:id="6" w:name="ProposalNo1"/>
      <w:bookmarkStart w:id="7" w:name="Proposal1"/>
      <w:bookmarkEnd w:id="6"/>
      <w:bookmarkEnd w:id="7"/>
      <w:r>
        <w:rPr>
          <w:rFonts w:cs="Calibri"/>
          <w:szCs w:val="24"/>
        </w:rPr>
        <w:t xml:space="preserve">The Asia-Pacific </w:t>
      </w:r>
      <w:proofErr w:type="spellStart"/>
      <w:r>
        <w:rPr>
          <w:rFonts w:cs="Calibri"/>
          <w:szCs w:val="24"/>
        </w:rPr>
        <w:t>Telecommunity</w:t>
      </w:r>
      <w:proofErr w:type="spellEnd"/>
      <w:r>
        <w:rPr>
          <w:rFonts w:cs="Calibri"/>
          <w:szCs w:val="24"/>
        </w:rPr>
        <w:t xml:space="preserve"> Common Proposals (ACPs) for WTDC-14 were developed over four preparatory meetings and finalized at the 4th APT Preparatory Meeting for WTDC-14 (WTDC14-4) which was held 21-24 January 2014 in </w:t>
      </w:r>
      <w:proofErr w:type="spellStart"/>
      <w:r>
        <w:rPr>
          <w:rFonts w:cs="Calibri"/>
          <w:szCs w:val="24"/>
        </w:rPr>
        <w:t>Pattaya</w:t>
      </w:r>
      <w:proofErr w:type="spellEnd"/>
      <w:r>
        <w:rPr>
          <w:rFonts w:cs="Calibri"/>
          <w:szCs w:val="24"/>
        </w:rPr>
        <w:t xml:space="preserve">, Thailand. ACPs included the revision of several Resolutions of WTDCs, regional initiatives and programs and draft new Resolutions. The ACPs were circulated to 38 APT Member Administrations for endorsements.  </w:t>
      </w:r>
    </w:p>
    <w:p w:rsidR="00952E2A" w:rsidRDefault="00952E2A" w:rsidP="009E6EE6">
      <w:pPr>
        <w:pStyle w:val="CEOcontributionStart"/>
        <w:rPr>
          <w:rFonts w:cs="Calibri"/>
          <w:szCs w:val="24"/>
        </w:rPr>
      </w:pPr>
      <w:r>
        <w:rPr>
          <w:rFonts w:cs="Calibri"/>
          <w:szCs w:val="24"/>
        </w:rPr>
        <w:t xml:space="preserve">The ACPs are submitted in 15 separate Addendum to this document. Separate title and introductory material are provided in each addendum explaining the basis of the relevant proposals. </w:t>
      </w:r>
    </w:p>
    <w:p w:rsidR="00952E2A" w:rsidRDefault="00952E2A" w:rsidP="009E6EE6">
      <w:pPr>
        <w:pStyle w:val="CEOcontributionStart"/>
        <w:rPr>
          <w:rFonts w:cs="Calibri"/>
          <w:szCs w:val="24"/>
        </w:rPr>
      </w:pPr>
      <w:r>
        <w:rPr>
          <w:rFonts w:cs="Calibri"/>
          <w:szCs w:val="24"/>
        </w:rPr>
        <w:t xml:space="preserve">The attached table in Annex 1 gives summary of the list of APT Common Proposals. </w:t>
      </w:r>
    </w:p>
    <w:p w:rsidR="00952E2A" w:rsidRDefault="00952E2A" w:rsidP="009E6EE6">
      <w:pPr>
        <w:pStyle w:val="CEOcontributionStart"/>
        <w:rPr>
          <w:rFonts w:cs="Calibri"/>
          <w:szCs w:val="24"/>
        </w:rPr>
      </w:pPr>
      <w:r>
        <w:rPr>
          <w:rFonts w:cs="Calibri"/>
          <w:szCs w:val="24"/>
        </w:rPr>
        <w:t xml:space="preserve">Table in Annex 2 shows the APT Members who supported to the APT Common Proposals. </w:t>
      </w:r>
    </w:p>
    <w:p w:rsidR="00952E2A" w:rsidRDefault="00952E2A" w:rsidP="009E6EE6">
      <w:pPr>
        <w:pStyle w:val="CEOcontributionStart"/>
        <w:rPr>
          <w:rFonts w:cs="Calibri"/>
          <w:szCs w:val="24"/>
        </w:rPr>
      </w:pPr>
      <w:r>
        <w:rPr>
          <w:rFonts w:cs="Calibri"/>
          <w:szCs w:val="24"/>
        </w:rPr>
        <w:t xml:space="preserve">The ACPs are submitted for the work of the Conference by the Asia-Pacific </w:t>
      </w:r>
      <w:proofErr w:type="spellStart"/>
      <w:r>
        <w:rPr>
          <w:rFonts w:cs="Calibri"/>
          <w:szCs w:val="24"/>
        </w:rPr>
        <w:t>Telecommunity</w:t>
      </w:r>
      <w:proofErr w:type="spellEnd"/>
      <w:r>
        <w:rPr>
          <w:rFonts w:cs="Calibri"/>
          <w:szCs w:val="24"/>
        </w:rPr>
        <w:t xml:space="preserve"> (APT) on behalf of its Member Administrations.</w:t>
      </w:r>
    </w:p>
    <w:p w:rsidR="00952E2A" w:rsidRDefault="00952E2A" w:rsidP="00952E2A"/>
    <w:p w:rsidR="00952E2A" w:rsidRDefault="00952E2A" w:rsidP="00952E2A">
      <w:pPr>
        <w:jc w:val="center"/>
      </w:pPr>
      <w:r>
        <w:t>____________________</w:t>
      </w:r>
    </w:p>
    <w:p w:rsidR="005A548C" w:rsidRDefault="005A548C" w:rsidP="00952E2A">
      <w:pPr>
        <w:jc w:val="center"/>
        <w:sectPr w:rsidR="005A548C" w:rsidSect="00B37866">
          <w:headerReference w:type="even" r:id="rId9"/>
          <w:headerReference w:type="default" r:id="rId10"/>
          <w:footerReference w:type="even" r:id="rId11"/>
          <w:footerReference w:type="default" r:id="rId12"/>
          <w:headerReference w:type="first" r:id="rId13"/>
          <w:footerReference w:type="first" r:id="rId14"/>
          <w:pgSz w:w="11907" w:h="16834"/>
          <w:pgMar w:top="1418" w:right="1134" w:bottom="1418" w:left="1134" w:header="720" w:footer="720" w:gutter="0"/>
          <w:paperSrc w:first="15" w:other="15"/>
          <w:cols w:space="720"/>
          <w:titlePg/>
        </w:sectPr>
      </w:pPr>
    </w:p>
    <w:p w:rsidR="008B4567" w:rsidRDefault="008B4567" w:rsidP="000B063D">
      <w:pPr>
        <w:pStyle w:val="AnnexNo"/>
        <w:spacing w:before="240"/>
      </w:pPr>
      <w:r>
        <w:lastRenderedPageBreak/>
        <w:t>ANNEX 1</w:t>
      </w:r>
    </w:p>
    <w:p w:rsidR="008B4567" w:rsidRDefault="008B4567" w:rsidP="000B063D">
      <w:pPr>
        <w:pStyle w:val="Heading1"/>
        <w:tabs>
          <w:tab w:val="left" w:pos="4545"/>
          <w:tab w:val="center" w:pos="7697"/>
        </w:tabs>
        <w:jc w:val="center"/>
        <w:rPr>
          <w:lang w:eastAsia="ko-KR"/>
        </w:rPr>
      </w:pPr>
      <w:r>
        <w:t>List of AP</w:t>
      </w:r>
      <w:bookmarkStart w:id="13" w:name="_GoBack"/>
      <w:bookmarkEnd w:id="13"/>
      <w:r>
        <w:t xml:space="preserve">T Common Proposals (ACPs) </w:t>
      </w:r>
      <w:r w:rsidRPr="003B6999">
        <w:t xml:space="preserve">for </w:t>
      </w:r>
      <w:r>
        <w:rPr>
          <w:lang w:eastAsia="ko-KR"/>
        </w:rPr>
        <w:t>WTDC-14</w:t>
      </w:r>
    </w:p>
    <w:p w:rsidR="008B4567" w:rsidRPr="008B4567" w:rsidRDefault="008B4567" w:rsidP="008B4567">
      <w:pPr>
        <w:rPr>
          <w:lang w:eastAsia="ko-KR"/>
        </w:rPr>
      </w:pPr>
    </w:p>
    <w:tbl>
      <w:tblPr>
        <w:tblW w:w="14742" w:type="dxa"/>
        <w:jc w:val="center"/>
        <w:tblInd w:w="-45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451"/>
        <w:gridCol w:w="849"/>
        <w:gridCol w:w="5798"/>
        <w:gridCol w:w="6644"/>
      </w:tblGrid>
      <w:tr w:rsidR="008B4567" w:rsidRPr="00C20730" w:rsidTr="00D51A9F">
        <w:trPr>
          <w:cantSplit/>
          <w:tblHeader/>
          <w:jc w:val="center"/>
        </w:trPr>
        <w:tc>
          <w:tcPr>
            <w:tcW w:w="1451" w:type="dxa"/>
            <w:tcBorders>
              <w:top w:val="double" w:sz="6" w:space="0" w:color="000000"/>
              <w:bottom w:val="single" w:sz="6" w:space="0" w:color="000000"/>
            </w:tcBorders>
            <w:shd w:val="pct15" w:color="auto" w:fill="auto"/>
          </w:tcPr>
          <w:p w:rsidR="008B4567" w:rsidRPr="00C20730" w:rsidRDefault="008B4567" w:rsidP="000B063D">
            <w:pPr>
              <w:jc w:val="center"/>
              <w:rPr>
                <w:rFonts w:cs="Calibri"/>
                <w:b/>
                <w:szCs w:val="24"/>
              </w:rPr>
            </w:pPr>
            <w:r w:rsidRPr="00C20730">
              <w:rPr>
                <w:rFonts w:cs="Calibri"/>
                <w:b/>
                <w:szCs w:val="24"/>
              </w:rPr>
              <w:t>ACP</w:t>
            </w:r>
          </w:p>
        </w:tc>
        <w:tc>
          <w:tcPr>
            <w:tcW w:w="849" w:type="dxa"/>
            <w:tcBorders>
              <w:top w:val="double" w:sz="6" w:space="0" w:color="000000"/>
              <w:bottom w:val="single" w:sz="6" w:space="0" w:color="000000"/>
            </w:tcBorders>
            <w:shd w:val="pct15" w:color="auto" w:fill="auto"/>
          </w:tcPr>
          <w:p w:rsidR="008B4567" w:rsidRPr="00C20730" w:rsidRDefault="008B4567" w:rsidP="000B063D">
            <w:pPr>
              <w:jc w:val="center"/>
              <w:rPr>
                <w:rFonts w:cs="Calibri"/>
                <w:b/>
                <w:szCs w:val="24"/>
              </w:rPr>
            </w:pPr>
            <w:r w:rsidRPr="00C20730">
              <w:rPr>
                <w:rFonts w:cs="Calibri"/>
                <w:b/>
                <w:szCs w:val="24"/>
              </w:rPr>
              <w:t>ADD No.</w:t>
            </w:r>
          </w:p>
        </w:tc>
        <w:tc>
          <w:tcPr>
            <w:tcW w:w="5798" w:type="dxa"/>
            <w:tcBorders>
              <w:top w:val="double" w:sz="6" w:space="0" w:color="000000"/>
              <w:bottom w:val="single" w:sz="6" w:space="0" w:color="000000"/>
            </w:tcBorders>
            <w:shd w:val="pct15" w:color="auto" w:fill="auto"/>
          </w:tcPr>
          <w:p w:rsidR="008B4567" w:rsidRPr="00C20730" w:rsidRDefault="008B4567" w:rsidP="000B063D">
            <w:pPr>
              <w:jc w:val="center"/>
              <w:rPr>
                <w:rFonts w:cs="Calibri"/>
                <w:b/>
                <w:szCs w:val="24"/>
              </w:rPr>
            </w:pPr>
            <w:r w:rsidRPr="00C20730">
              <w:rPr>
                <w:rFonts w:cs="Calibri"/>
                <w:b/>
                <w:szCs w:val="24"/>
              </w:rPr>
              <w:t>Title of ACP</w:t>
            </w:r>
          </w:p>
        </w:tc>
        <w:tc>
          <w:tcPr>
            <w:tcW w:w="6644" w:type="dxa"/>
            <w:tcBorders>
              <w:top w:val="double" w:sz="6" w:space="0" w:color="000000"/>
              <w:bottom w:val="single" w:sz="6" w:space="0" w:color="000000"/>
            </w:tcBorders>
            <w:shd w:val="pct15" w:color="auto" w:fill="auto"/>
          </w:tcPr>
          <w:p w:rsidR="008B4567" w:rsidRPr="00C20730" w:rsidRDefault="008B4567" w:rsidP="000B063D">
            <w:pPr>
              <w:rPr>
                <w:rFonts w:cs="Calibri"/>
                <w:b/>
                <w:szCs w:val="24"/>
              </w:rPr>
            </w:pPr>
            <w:r w:rsidRPr="00C20730">
              <w:rPr>
                <w:rFonts w:cs="Calibri"/>
                <w:b/>
                <w:szCs w:val="24"/>
              </w:rPr>
              <w:t>Summary of Proposal</w:t>
            </w:r>
          </w:p>
        </w:tc>
      </w:tr>
      <w:tr w:rsidR="008B4567" w:rsidRPr="00C20730" w:rsidTr="00D51A9F">
        <w:trPr>
          <w:cantSplit/>
          <w:trHeight w:val="805"/>
          <w:jc w:val="center"/>
        </w:trPr>
        <w:tc>
          <w:tcPr>
            <w:tcW w:w="1451" w:type="dxa"/>
            <w:tcBorders>
              <w:top w:val="single" w:sz="6" w:space="0" w:color="000000"/>
            </w:tcBorders>
          </w:tcPr>
          <w:p w:rsidR="008B4567" w:rsidRPr="00B675B7" w:rsidRDefault="008B4567" w:rsidP="000B063D">
            <w:pPr>
              <w:rPr>
                <w:rFonts w:cs="Calibri"/>
                <w:b/>
                <w:bCs/>
                <w:sz w:val="22"/>
                <w:szCs w:val="22"/>
                <w:lang w:eastAsia="ko-KR"/>
                <w:rPrChange w:id="14" w:author="BDT" w:date="2014-03-14T14:55:00Z">
                  <w:rPr>
                    <w:rFonts w:cs="Calibri"/>
                    <w:b/>
                    <w:bCs/>
                    <w:szCs w:val="24"/>
                    <w:lang w:eastAsia="ko-KR"/>
                  </w:rPr>
                </w:rPrChange>
              </w:rPr>
            </w:pPr>
            <w:r w:rsidRPr="00B675B7">
              <w:rPr>
                <w:rFonts w:cs="Calibri"/>
                <w:b/>
                <w:bCs/>
                <w:sz w:val="22"/>
                <w:szCs w:val="22"/>
                <w:rPrChange w:id="15" w:author="BDT" w:date="2014-03-14T14:55:00Z">
                  <w:rPr>
                    <w:rFonts w:cs="Calibri"/>
                    <w:b/>
                    <w:bCs/>
                    <w:szCs w:val="24"/>
                  </w:rPr>
                </w:rPrChange>
              </w:rPr>
              <w:t>ACP/37/01</w:t>
            </w:r>
          </w:p>
          <w:p w:rsidR="008B4567" w:rsidRPr="00B675B7" w:rsidRDefault="008B4567" w:rsidP="000B063D">
            <w:pPr>
              <w:rPr>
                <w:rFonts w:cs="Calibri"/>
                <w:sz w:val="22"/>
                <w:szCs w:val="22"/>
                <w:lang w:eastAsia="ko-KR"/>
                <w:rPrChange w:id="16" w:author="BDT" w:date="2014-03-14T14:55:00Z">
                  <w:rPr>
                    <w:rFonts w:cs="Calibri"/>
                    <w:szCs w:val="24"/>
                    <w:lang w:eastAsia="ko-KR"/>
                  </w:rPr>
                </w:rPrChange>
              </w:rPr>
            </w:pPr>
          </w:p>
        </w:tc>
        <w:tc>
          <w:tcPr>
            <w:tcW w:w="849" w:type="dxa"/>
            <w:tcBorders>
              <w:top w:val="single" w:sz="6" w:space="0" w:color="000000"/>
            </w:tcBorders>
          </w:tcPr>
          <w:p w:rsidR="008B4567" w:rsidRPr="00B675B7" w:rsidRDefault="008B4567" w:rsidP="000B063D">
            <w:pPr>
              <w:jc w:val="center"/>
              <w:rPr>
                <w:bCs/>
                <w:color w:val="000000"/>
                <w:sz w:val="22"/>
                <w:szCs w:val="22"/>
                <w:rPrChange w:id="17" w:author="BDT" w:date="2014-03-14T14:55:00Z">
                  <w:rPr>
                    <w:b/>
                    <w:i/>
                    <w:color w:val="000000"/>
                  </w:rPr>
                </w:rPrChange>
              </w:rPr>
            </w:pPr>
            <w:r w:rsidRPr="00B675B7">
              <w:rPr>
                <w:bCs/>
                <w:color w:val="000000"/>
                <w:sz w:val="22"/>
                <w:szCs w:val="22"/>
                <w:rPrChange w:id="18" w:author="BDT" w:date="2014-03-14T14:55:00Z">
                  <w:rPr>
                    <w:b/>
                    <w:color w:val="000000"/>
                  </w:rPr>
                </w:rPrChange>
              </w:rPr>
              <w:t>1</w:t>
            </w:r>
          </w:p>
        </w:tc>
        <w:tc>
          <w:tcPr>
            <w:tcW w:w="5798" w:type="dxa"/>
            <w:tcBorders>
              <w:top w:val="single" w:sz="6" w:space="0" w:color="000000"/>
            </w:tcBorders>
            <w:shd w:val="clear" w:color="auto" w:fill="auto"/>
          </w:tcPr>
          <w:p w:rsidR="008B4567" w:rsidRPr="00B675B7" w:rsidRDefault="008B4567" w:rsidP="000B063D">
            <w:pPr>
              <w:jc w:val="both"/>
              <w:rPr>
                <w:rFonts w:cs="Calibri"/>
                <w:sz w:val="22"/>
                <w:szCs w:val="22"/>
                <w:lang w:eastAsia="ko-KR"/>
                <w:rPrChange w:id="19" w:author="BDT" w:date="2014-03-14T14:55:00Z">
                  <w:rPr>
                    <w:rFonts w:cs="Calibri"/>
                    <w:i/>
                    <w:szCs w:val="24"/>
                    <w:lang w:eastAsia="ko-KR"/>
                  </w:rPr>
                </w:rPrChange>
              </w:rPr>
            </w:pPr>
            <w:r w:rsidRPr="00B675B7">
              <w:rPr>
                <w:b/>
                <w:color w:val="000000"/>
                <w:sz w:val="22"/>
                <w:szCs w:val="22"/>
                <w:rPrChange w:id="20" w:author="BDT" w:date="2014-03-14T14:55:00Z">
                  <w:rPr>
                    <w:b/>
                    <w:color w:val="000000"/>
                  </w:rPr>
                </w:rPrChange>
              </w:rPr>
              <w:t>Proposed Revision of Resolution 69:</w:t>
            </w:r>
            <w:r w:rsidRPr="00B675B7">
              <w:rPr>
                <w:color w:val="000000"/>
                <w:sz w:val="22"/>
                <w:szCs w:val="22"/>
                <w:rPrChange w:id="21" w:author="BDT" w:date="2014-03-14T14:55:00Z">
                  <w:rPr>
                    <w:color w:val="000000"/>
                  </w:rPr>
                </w:rPrChange>
              </w:rPr>
              <w:t xml:space="preserve"> </w:t>
            </w:r>
            <w:r w:rsidRPr="00B675B7">
              <w:rPr>
                <w:sz w:val="22"/>
                <w:szCs w:val="22"/>
                <w:rPrChange w:id="22" w:author="BDT" w:date="2014-03-14T14:55:00Z">
                  <w:rPr/>
                </w:rPrChange>
              </w:rPr>
              <w:t>Creation of national computer incident response teams, particularly for developing countries, and cooperation between them</w:t>
            </w:r>
          </w:p>
        </w:tc>
        <w:tc>
          <w:tcPr>
            <w:tcW w:w="6644" w:type="dxa"/>
            <w:tcBorders>
              <w:top w:val="single" w:sz="6" w:space="0" w:color="000000"/>
            </w:tcBorders>
            <w:shd w:val="clear" w:color="auto" w:fill="auto"/>
          </w:tcPr>
          <w:p w:rsidR="008B4567" w:rsidRPr="00B675B7" w:rsidRDefault="008B4567" w:rsidP="000B063D">
            <w:pPr>
              <w:rPr>
                <w:sz w:val="22"/>
                <w:szCs w:val="22"/>
                <w:lang w:eastAsia="ko-KR"/>
                <w:rPrChange w:id="23" w:author="BDT" w:date="2014-03-14T14:55:00Z">
                  <w:rPr>
                    <w:i/>
                    <w:sz w:val="20"/>
                    <w:lang w:eastAsia="ko-KR"/>
                  </w:rPr>
                </w:rPrChange>
              </w:rPr>
            </w:pPr>
            <w:r w:rsidRPr="00B675B7">
              <w:rPr>
                <w:sz w:val="22"/>
                <w:szCs w:val="22"/>
                <w:lang w:eastAsia="ko-KR"/>
                <w:rPrChange w:id="24" w:author="BDT" w:date="2014-03-14T14:55:00Z">
                  <w:rPr>
                    <w:sz w:val="20"/>
                    <w:lang w:eastAsia="ko-KR"/>
                  </w:rPr>
                </w:rPrChange>
              </w:rPr>
              <w:t xml:space="preserve">This ACP proposes to revise Resolution 69 (Hyderabad, 2010) considering some relevant progress made since last WTDC-10, especially in WTSA-12. </w:t>
            </w:r>
          </w:p>
          <w:p w:rsidR="008B4567" w:rsidRPr="00B675B7" w:rsidRDefault="008B4567" w:rsidP="000B063D">
            <w:pPr>
              <w:rPr>
                <w:sz w:val="22"/>
                <w:szCs w:val="22"/>
                <w:lang w:eastAsia="ko-KR"/>
                <w:rPrChange w:id="25" w:author="BDT" w:date="2014-03-14T14:55:00Z">
                  <w:rPr>
                    <w:sz w:val="20"/>
                    <w:lang w:eastAsia="ko-KR"/>
                  </w:rPr>
                </w:rPrChange>
              </w:rPr>
            </w:pPr>
            <w:r w:rsidRPr="00B675B7">
              <w:rPr>
                <w:sz w:val="22"/>
                <w:szCs w:val="22"/>
                <w:lang w:eastAsia="ko-KR"/>
                <w:rPrChange w:id="26" w:author="BDT" w:date="2014-03-14T14:55:00Z">
                  <w:rPr>
                    <w:sz w:val="20"/>
                    <w:lang w:eastAsia="ko-KR"/>
                  </w:rPr>
                </w:rPrChange>
              </w:rPr>
              <w:t>(Ref: PACP-01)</w:t>
            </w:r>
          </w:p>
        </w:tc>
      </w:tr>
      <w:tr w:rsidR="008B4567" w:rsidRPr="00C20730" w:rsidTr="00D51A9F">
        <w:trPr>
          <w:cantSplit/>
          <w:trHeight w:val="1464"/>
          <w:jc w:val="center"/>
        </w:trPr>
        <w:tc>
          <w:tcPr>
            <w:tcW w:w="1451" w:type="dxa"/>
          </w:tcPr>
          <w:p w:rsidR="008B4567" w:rsidRPr="00B675B7" w:rsidRDefault="008B4567" w:rsidP="000B063D">
            <w:pPr>
              <w:rPr>
                <w:rFonts w:cs="Calibri"/>
                <w:b/>
                <w:bCs/>
                <w:sz w:val="22"/>
                <w:szCs w:val="22"/>
                <w:rPrChange w:id="27" w:author="BDT" w:date="2014-03-14T14:55:00Z">
                  <w:rPr>
                    <w:rFonts w:cs="Calibri"/>
                    <w:b/>
                    <w:bCs/>
                    <w:i/>
                    <w:szCs w:val="24"/>
                  </w:rPr>
                </w:rPrChange>
              </w:rPr>
            </w:pPr>
            <w:r w:rsidRPr="00B675B7">
              <w:rPr>
                <w:rFonts w:cs="Calibri"/>
                <w:b/>
                <w:bCs/>
                <w:sz w:val="22"/>
                <w:szCs w:val="22"/>
                <w:rPrChange w:id="28" w:author="BDT" w:date="2014-03-14T14:55:00Z">
                  <w:rPr>
                    <w:rFonts w:cs="Calibri"/>
                    <w:b/>
                    <w:bCs/>
                    <w:szCs w:val="24"/>
                  </w:rPr>
                </w:rPrChange>
              </w:rPr>
              <w:lastRenderedPageBreak/>
              <w:t>ACP/37/02</w:t>
            </w:r>
          </w:p>
          <w:p w:rsidR="008B4567" w:rsidRPr="00B675B7" w:rsidRDefault="008B4567" w:rsidP="000B063D">
            <w:pPr>
              <w:rPr>
                <w:rFonts w:cs="Calibri"/>
                <w:sz w:val="22"/>
                <w:szCs w:val="22"/>
                <w:rPrChange w:id="29" w:author="BDT" w:date="2014-03-14T14:55:00Z">
                  <w:rPr>
                    <w:rFonts w:cs="Calibri"/>
                    <w:szCs w:val="24"/>
                  </w:rPr>
                </w:rPrChange>
              </w:rPr>
            </w:pPr>
          </w:p>
        </w:tc>
        <w:tc>
          <w:tcPr>
            <w:tcW w:w="849" w:type="dxa"/>
          </w:tcPr>
          <w:p w:rsidR="008B4567" w:rsidRPr="00B675B7" w:rsidRDefault="008B4567" w:rsidP="000B063D">
            <w:pPr>
              <w:jc w:val="center"/>
              <w:rPr>
                <w:rFonts w:cs="Calibri"/>
                <w:sz w:val="22"/>
                <w:szCs w:val="22"/>
                <w:lang w:eastAsia="ko-KR"/>
                <w:rPrChange w:id="30" w:author="BDT" w:date="2014-03-14T14:55:00Z">
                  <w:rPr>
                    <w:rFonts w:cs="Calibri"/>
                    <w:i/>
                    <w:szCs w:val="24"/>
                    <w:lang w:eastAsia="ko-KR"/>
                  </w:rPr>
                </w:rPrChange>
              </w:rPr>
            </w:pPr>
            <w:r w:rsidRPr="00B675B7">
              <w:rPr>
                <w:rFonts w:cs="Calibri"/>
                <w:sz w:val="22"/>
                <w:szCs w:val="22"/>
                <w:lang w:eastAsia="ko-KR"/>
                <w:rPrChange w:id="31" w:author="BDT" w:date="2014-03-14T14:55:00Z">
                  <w:rPr>
                    <w:rFonts w:cs="Calibri"/>
                    <w:szCs w:val="24"/>
                    <w:lang w:eastAsia="ko-KR"/>
                  </w:rPr>
                </w:rPrChange>
              </w:rPr>
              <w:t>2</w:t>
            </w:r>
          </w:p>
        </w:tc>
        <w:tc>
          <w:tcPr>
            <w:tcW w:w="5798" w:type="dxa"/>
            <w:shd w:val="clear" w:color="auto" w:fill="auto"/>
          </w:tcPr>
          <w:p w:rsidR="008B4567" w:rsidRPr="00B675B7" w:rsidRDefault="008B4567" w:rsidP="000B063D">
            <w:pPr>
              <w:jc w:val="both"/>
              <w:rPr>
                <w:rFonts w:cs="Calibri"/>
                <w:sz w:val="22"/>
                <w:szCs w:val="22"/>
                <w:lang w:eastAsia="ko-KR"/>
                <w:rPrChange w:id="32" w:author="BDT" w:date="2014-03-14T14:55:00Z">
                  <w:rPr>
                    <w:rFonts w:cs="Calibri"/>
                    <w:i/>
                    <w:szCs w:val="24"/>
                    <w:lang w:eastAsia="ko-KR"/>
                  </w:rPr>
                </w:rPrChange>
              </w:rPr>
            </w:pPr>
            <w:r w:rsidRPr="00B675B7">
              <w:rPr>
                <w:b/>
                <w:color w:val="000000"/>
                <w:sz w:val="22"/>
                <w:szCs w:val="22"/>
                <w:rPrChange w:id="33" w:author="BDT" w:date="2014-03-14T14:55:00Z">
                  <w:rPr>
                    <w:b/>
                    <w:color w:val="000000"/>
                  </w:rPr>
                </w:rPrChange>
              </w:rPr>
              <w:t>Proposed New Resolution on Telephone Number Misappropriation</w:t>
            </w:r>
          </w:p>
        </w:tc>
        <w:tc>
          <w:tcPr>
            <w:tcW w:w="6644" w:type="dxa"/>
            <w:shd w:val="clear" w:color="auto" w:fill="auto"/>
          </w:tcPr>
          <w:p w:rsidR="008B4567" w:rsidRPr="00B675B7" w:rsidRDefault="008B4567" w:rsidP="000B063D">
            <w:pPr>
              <w:jc w:val="both"/>
              <w:rPr>
                <w:b/>
                <w:bCs/>
                <w:sz w:val="22"/>
                <w:szCs w:val="22"/>
                <w:rPrChange w:id="34" w:author="BDT" w:date="2014-03-14T14:55:00Z">
                  <w:rPr>
                    <w:b/>
                    <w:bCs/>
                    <w:i/>
                    <w:sz w:val="20"/>
                  </w:rPr>
                </w:rPrChange>
              </w:rPr>
            </w:pPr>
            <w:r w:rsidRPr="00B675B7">
              <w:rPr>
                <w:sz w:val="22"/>
                <w:szCs w:val="22"/>
                <w:rPrChange w:id="35" w:author="BDT" w:date="2014-03-14T14:55:00Z">
                  <w:rPr>
                    <w:sz w:val="20"/>
                  </w:rPr>
                </w:rPrChange>
              </w:rPr>
              <w:t>This ACP proposes a draft New Resolution titled “</w:t>
            </w:r>
            <w:r w:rsidRPr="00B675B7">
              <w:rPr>
                <w:b/>
                <w:bCs/>
                <w:sz w:val="22"/>
                <w:szCs w:val="22"/>
                <w:rPrChange w:id="36" w:author="BDT" w:date="2014-03-14T14:55:00Z">
                  <w:rPr>
                    <w:b/>
                    <w:bCs/>
                    <w:sz w:val="20"/>
                  </w:rPr>
                </w:rPrChange>
              </w:rPr>
              <w:t xml:space="preserve">Support for development and deployment of E.164 telephone numbering management”. </w:t>
            </w:r>
          </w:p>
          <w:p w:rsidR="008B4567" w:rsidRPr="00B675B7" w:rsidRDefault="008B4567" w:rsidP="000B063D">
            <w:pPr>
              <w:jc w:val="both"/>
              <w:rPr>
                <w:sz w:val="22"/>
                <w:szCs w:val="22"/>
                <w:rPrChange w:id="37" w:author="BDT" w:date="2014-03-14T14:55:00Z">
                  <w:rPr>
                    <w:sz w:val="20"/>
                  </w:rPr>
                </w:rPrChange>
              </w:rPr>
            </w:pPr>
          </w:p>
          <w:p w:rsidR="008B4567" w:rsidRPr="00B675B7" w:rsidRDefault="008B4567" w:rsidP="000B063D">
            <w:pPr>
              <w:jc w:val="both"/>
              <w:rPr>
                <w:sz w:val="22"/>
                <w:szCs w:val="22"/>
                <w:rPrChange w:id="38" w:author="BDT" w:date="2014-03-14T14:55:00Z">
                  <w:rPr>
                    <w:sz w:val="20"/>
                  </w:rPr>
                </w:rPrChange>
              </w:rPr>
            </w:pPr>
            <w:r w:rsidRPr="00B675B7">
              <w:rPr>
                <w:sz w:val="22"/>
                <w:szCs w:val="22"/>
                <w:rPrChange w:id="39" w:author="BDT" w:date="2014-03-14T14:55:00Z">
                  <w:rPr>
                    <w:sz w:val="20"/>
                  </w:rPr>
                </w:rPrChange>
              </w:rPr>
              <w:t xml:space="preserve">The purpose of the draft Resolution is to assist Member States and other stakeholders in the actions that they are able to take with regard to combatting International Telephone Number Misappropriation. </w:t>
            </w:r>
          </w:p>
          <w:p w:rsidR="008B4567" w:rsidRPr="00B675B7" w:rsidRDefault="008B4567" w:rsidP="000B063D">
            <w:pPr>
              <w:jc w:val="both"/>
              <w:rPr>
                <w:sz w:val="22"/>
                <w:szCs w:val="22"/>
                <w:lang w:eastAsia="ko-KR"/>
                <w:rPrChange w:id="40" w:author="BDT" w:date="2014-03-14T14:55:00Z">
                  <w:rPr>
                    <w:szCs w:val="24"/>
                    <w:lang w:eastAsia="ko-KR"/>
                  </w:rPr>
                </w:rPrChange>
              </w:rPr>
            </w:pPr>
            <w:r w:rsidRPr="00B675B7">
              <w:rPr>
                <w:sz w:val="22"/>
                <w:szCs w:val="22"/>
                <w:rPrChange w:id="41" w:author="BDT" w:date="2014-03-14T14:55:00Z">
                  <w:rPr>
                    <w:sz w:val="20"/>
                  </w:rPr>
                </w:rPrChange>
              </w:rPr>
              <w:t xml:space="preserve">(Ref: PACP-02) </w:t>
            </w:r>
          </w:p>
        </w:tc>
      </w:tr>
      <w:tr w:rsidR="008B4567" w:rsidRPr="00C20730" w:rsidTr="00D51A9F">
        <w:trPr>
          <w:cantSplit/>
          <w:trHeight w:val="1083"/>
          <w:jc w:val="center"/>
        </w:trPr>
        <w:tc>
          <w:tcPr>
            <w:tcW w:w="1451" w:type="dxa"/>
          </w:tcPr>
          <w:p w:rsidR="008B4567" w:rsidRPr="00B675B7" w:rsidRDefault="008B4567" w:rsidP="000B063D">
            <w:pPr>
              <w:rPr>
                <w:rFonts w:cs="Calibri"/>
                <w:b/>
                <w:bCs/>
                <w:sz w:val="22"/>
                <w:szCs w:val="22"/>
                <w:rPrChange w:id="42" w:author="BDT" w:date="2014-03-14T14:55:00Z">
                  <w:rPr>
                    <w:rFonts w:cs="Calibri"/>
                    <w:b/>
                    <w:bCs/>
                    <w:i/>
                    <w:szCs w:val="24"/>
                  </w:rPr>
                </w:rPrChange>
              </w:rPr>
            </w:pPr>
            <w:r w:rsidRPr="00B675B7">
              <w:rPr>
                <w:rFonts w:cs="Calibri"/>
                <w:b/>
                <w:bCs/>
                <w:sz w:val="22"/>
                <w:szCs w:val="22"/>
                <w:rPrChange w:id="43" w:author="BDT" w:date="2014-03-14T14:55:00Z">
                  <w:rPr>
                    <w:rFonts w:cs="Calibri"/>
                    <w:b/>
                    <w:bCs/>
                    <w:szCs w:val="24"/>
                  </w:rPr>
                </w:rPrChange>
              </w:rPr>
              <w:t>ACP/37/03</w:t>
            </w:r>
          </w:p>
          <w:p w:rsidR="008B4567" w:rsidRPr="00B675B7" w:rsidRDefault="008B4567" w:rsidP="000B063D">
            <w:pPr>
              <w:rPr>
                <w:rFonts w:cs="Calibri"/>
                <w:sz w:val="22"/>
                <w:szCs w:val="22"/>
                <w:rPrChange w:id="44" w:author="BDT" w:date="2014-03-14T14:55:00Z">
                  <w:rPr>
                    <w:rFonts w:cs="Calibri"/>
                    <w:szCs w:val="24"/>
                  </w:rPr>
                </w:rPrChange>
              </w:rPr>
            </w:pPr>
          </w:p>
        </w:tc>
        <w:tc>
          <w:tcPr>
            <w:tcW w:w="849" w:type="dxa"/>
          </w:tcPr>
          <w:p w:rsidR="008B4567" w:rsidRPr="00B675B7" w:rsidRDefault="008B4567" w:rsidP="000B063D">
            <w:pPr>
              <w:jc w:val="center"/>
              <w:rPr>
                <w:rFonts w:cs="Calibri"/>
                <w:sz w:val="22"/>
                <w:szCs w:val="22"/>
                <w:lang w:eastAsia="ko-KR"/>
                <w:rPrChange w:id="45" w:author="BDT" w:date="2014-03-14T14:55:00Z">
                  <w:rPr>
                    <w:rFonts w:cs="Calibri"/>
                    <w:i/>
                    <w:szCs w:val="24"/>
                    <w:lang w:eastAsia="ko-KR"/>
                  </w:rPr>
                </w:rPrChange>
              </w:rPr>
            </w:pPr>
            <w:r w:rsidRPr="00B675B7">
              <w:rPr>
                <w:rFonts w:cs="Calibri"/>
                <w:sz w:val="22"/>
                <w:szCs w:val="22"/>
                <w:lang w:eastAsia="ko-KR"/>
                <w:rPrChange w:id="46" w:author="BDT" w:date="2014-03-14T14:55:00Z">
                  <w:rPr>
                    <w:rFonts w:cs="Calibri"/>
                    <w:szCs w:val="24"/>
                    <w:lang w:eastAsia="ko-KR"/>
                  </w:rPr>
                </w:rPrChange>
              </w:rPr>
              <w:t>3</w:t>
            </w:r>
          </w:p>
        </w:tc>
        <w:tc>
          <w:tcPr>
            <w:tcW w:w="5798" w:type="dxa"/>
            <w:shd w:val="clear" w:color="auto" w:fill="auto"/>
          </w:tcPr>
          <w:p w:rsidR="008B4567" w:rsidRPr="00B675B7" w:rsidRDefault="008B4567" w:rsidP="000B063D">
            <w:pPr>
              <w:jc w:val="both"/>
              <w:rPr>
                <w:rFonts w:cs="Calibri"/>
                <w:sz w:val="22"/>
                <w:szCs w:val="22"/>
                <w:lang w:eastAsia="ko-KR"/>
                <w:rPrChange w:id="47" w:author="BDT" w:date="2014-03-14T14:55:00Z">
                  <w:rPr>
                    <w:rFonts w:cs="Calibri"/>
                    <w:i/>
                    <w:szCs w:val="24"/>
                    <w:lang w:eastAsia="ko-KR"/>
                  </w:rPr>
                </w:rPrChange>
              </w:rPr>
            </w:pPr>
            <w:r w:rsidRPr="00B675B7">
              <w:rPr>
                <w:b/>
                <w:color w:val="000000"/>
                <w:sz w:val="22"/>
                <w:szCs w:val="22"/>
                <w:rPrChange w:id="48" w:author="BDT" w:date="2014-03-14T14:55:00Z">
                  <w:rPr>
                    <w:b/>
                    <w:color w:val="000000"/>
                  </w:rPr>
                </w:rPrChange>
              </w:rPr>
              <w:t xml:space="preserve">Proposed Revision of Resolution 37: </w:t>
            </w:r>
            <w:r w:rsidRPr="00B675B7">
              <w:rPr>
                <w:color w:val="000000"/>
                <w:sz w:val="22"/>
                <w:szCs w:val="22"/>
                <w:rPrChange w:id="49" w:author="BDT" w:date="2014-03-14T14:55:00Z">
                  <w:rPr>
                    <w:color w:val="000000"/>
                  </w:rPr>
                </w:rPrChange>
              </w:rPr>
              <w:t>Bridging digital divide</w:t>
            </w:r>
          </w:p>
        </w:tc>
        <w:tc>
          <w:tcPr>
            <w:tcW w:w="6644" w:type="dxa"/>
            <w:shd w:val="clear" w:color="auto" w:fill="auto"/>
          </w:tcPr>
          <w:p w:rsidR="008B4567" w:rsidRPr="00B675B7" w:rsidRDefault="008B4567" w:rsidP="000B063D">
            <w:pPr>
              <w:jc w:val="both"/>
              <w:rPr>
                <w:sz w:val="22"/>
                <w:szCs w:val="22"/>
                <w:rPrChange w:id="50" w:author="BDT" w:date="2014-03-14T14:55:00Z">
                  <w:rPr>
                    <w:i/>
                    <w:sz w:val="20"/>
                  </w:rPr>
                </w:rPrChange>
              </w:rPr>
            </w:pPr>
            <w:r w:rsidRPr="00B675B7">
              <w:rPr>
                <w:sz w:val="22"/>
                <w:szCs w:val="22"/>
                <w:lang w:eastAsia="ko-KR"/>
                <w:rPrChange w:id="51" w:author="BDT" w:date="2014-03-14T14:55:00Z">
                  <w:rPr>
                    <w:sz w:val="20"/>
                    <w:lang w:eastAsia="ko-KR"/>
                  </w:rPr>
                </w:rPrChange>
              </w:rPr>
              <w:t xml:space="preserve">This ACP proposes to revise Resolution 37 (Hyderabad, 2010). In the revision, </w:t>
            </w:r>
            <w:r w:rsidRPr="00B675B7">
              <w:rPr>
                <w:bCs/>
                <w:color w:val="000000"/>
                <w:sz w:val="22"/>
                <w:szCs w:val="22"/>
                <w:rPrChange w:id="52" w:author="BDT" w:date="2014-03-14T14:55:00Z">
                  <w:rPr>
                    <w:bCs/>
                    <w:color w:val="000000"/>
                    <w:sz w:val="20"/>
                  </w:rPr>
                </w:rPrChange>
              </w:rPr>
              <w:t xml:space="preserve">APT Members suggest assisting and supporting developing countries to research and assess difficulties and challenges in the operation and maintenance of multipurpose community </w:t>
            </w:r>
            <w:proofErr w:type="spellStart"/>
            <w:r>
              <w:rPr>
                <w:bCs/>
                <w:color w:val="000000"/>
                <w:sz w:val="22"/>
                <w:szCs w:val="22"/>
              </w:rPr>
              <w:t>telecentres</w:t>
            </w:r>
            <w:proofErr w:type="spellEnd"/>
            <w:r w:rsidRPr="00B675B7">
              <w:rPr>
                <w:bCs/>
                <w:color w:val="000000"/>
                <w:sz w:val="22"/>
                <w:szCs w:val="22"/>
                <w:rPrChange w:id="53" w:author="BDT" w:date="2014-03-14T14:55:00Z">
                  <w:rPr>
                    <w:bCs/>
                    <w:color w:val="000000"/>
                    <w:sz w:val="20"/>
                  </w:rPr>
                </w:rPrChange>
              </w:rPr>
              <w:t xml:space="preserve"> in rural and remote areas with a view to </w:t>
            </w:r>
            <w:r w:rsidRPr="00B675B7">
              <w:rPr>
                <w:rStyle w:val="hps"/>
                <w:sz w:val="22"/>
                <w:szCs w:val="22"/>
                <w:rPrChange w:id="54" w:author="BDT" w:date="2014-03-14T14:55:00Z">
                  <w:rPr>
                    <w:rStyle w:val="hps"/>
                    <w:sz w:val="20"/>
                  </w:rPr>
                </w:rPrChange>
              </w:rPr>
              <w:t>advice</w:t>
            </w:r>
            <w:r w:rsidRPr="00B675B7">
              <w:rPr>
                <w:sz w:val="22"/>
                <w:szCs w:val="22"/>
                <w:rPrChange w:id="55" w:author="BDT" w:date="2014-03-14T14:55:00Z">
                  <w:rPr>
                    <w:sz w:val="20"/>
                  </w:rPr>
                </w:rPrChange>
              </w:rPr>
              <w:t xml:space="preserve"> </w:t>
            </w:r>
            <w:r w:rsidRPr="00B675B7">
              <w:rPr>
                <w:rStyle w:val="hps"/>
                <w:sz w:val="22"/>
                <w:szCs w:val="22"/>
                <w:rPrChange w:id="56" w:author="BDT" w:date="2014-03-14T14:55:00Z">
                  <w:rPr>
                    <w:rStyle w:val="hps"/>
                    <w:sz w:val="20"/>
                  </w:rPr>
                </w:rPrChange>
              </w:rPr>
              <w:t>developing countries</w:t>
            </w:r>
            <w:r w:rsidRPr="00B675B7">
              <w:rPr>
                <w:sz w:val="22"/>
                <w:szCs w:val="22"/>
                <w:rPrChange w:id="57" w:author="BDT" w:date="2014-03-14T14:55:00Z">
                  <w:rPr>
                    <w:sz w:val="20"/>
                  </w:rPr>
                </w:rPrChange>
              </w:rPr>
              <w:t xml:space="preserve"> </w:t>
            </w:r>
            <w:r w:rsidRPr="00B675B7">
              <w:rPr>
                <w:rStyle w:val="hps"/>
                <w:sz w:val="22"/>
                <w:szCs w:val="22"/>
                <w:rPrChange w:id="58" w:author="BDT" w:date="2014-03-14T14:55:00Z">
                  <w:rPr>
                    <w:rStyle w:val="hps"/>
                    <w:sz w:val="20"/>
                  </w:rPr>
                </w:rPrChange>
              </w:rPr>
              <w:t>on</w:t>
            </w:r>
            <w:r w:rsidRPr="00B675B7">
              <w:rPr>
                <w:sz w:val="22"/>
                <w:szCs w:val="22"/>
                <w:rPrChange w:id="59" w:author="BDT" w:date="2014-03-14T14:55:00Z">
                  <w:rPr>
                    <w:sz w:val="20"/>
                  </w:rPr>
                </w:rPrChange>
              </w:rPr>
              <w:t xml:space="preserve"> </w:t>
            </w:r>
            <w:r w:rsidRPr="00B675B7">
              <w:rPr>
                <w:rStyle w:val="hps"/>
                <w:sz w:val="22"/>
                <w:szCs w:val="22"/>
                <w:rPrChange w:id="60" w:author="BDT" w:date="2014-03-14T14:55:00Z">
                  <w:rPr>
                    <w:rStyle w:val="hps"/>
                    <w:sz w:val="20"/>
                  </w:rPr>
                </w:rPrChange>
              </w:rPr>
              <w:t>models of</w:t>
            </w:r>
            <w:r w:rsidRPr="00B675B7">
              <w:rPr>
                <w:sz w:val="22"/>
                <w:szCs w:val="22"/>
                <w:rPrChange w:id="61" w:author="BDT" w:date="2014-03-14T14:55:00Z">
                  <w:rPr>
                    <w:sz w:val="20"/>
                  </w:rPr>
                </w:rPrChange>
              </w:rPr>
              <w:t xml:space="preserve"> multipurpose community </w:t>
            </w:r>
            <w:proofErr w:type="spellStart"/>
            <w:r>
              <w:rPr>
                <w:sz w:val="22"/>
                <w:szCs w:val="22"/>
              </w:rPr>
              <w:t>telecentres</w:t>
            </w:r>
            <w:proofErr w:type="spellEnd"/>
            <w:r w:rsidRPr="00B675B7">
              <w:rPr>
                <w:sz w:val="22"/>
                <w:szCs w:val="22"/>
                <w:rPrChange w:id="62" w:author="BDT" w:date="2014-03-14T14:55:00Z">
                  <w:rPr>
                    <w:sz w:val="20"/>
                  </w:rPr>
                </w:rPrChange>
              </w:rPr>
              <w:t>, including digital inclusion, in rural and remote areas in accordance with local circumstances.</w:t>
            </w:r>
          </w:p>
          <w:p w:rsidR="008B4567" w:rsidRPr="00B675B7" w:rsidRDefault="008B4567" w:rsidP="000B063D">
            <w:pPr>
              <w:rPr>
                <w:sz w:val="22"/>
                <w:szCs w:val="22"/>
                <w:lang w:eastAsia="ko-KR"/>
                <w:rPrChange w:id="63" w:author="BDT" w:date="2014-03-14T14:55:00Z">
                  <w:rPr>
                    <w:szCs w:val="24"/>
                    <w:lang w:eastAsia="ko-KR"/>
                  </w:rPr>
                </w:rPrChange>
              </w:rPr>
            </w:pPr>
            <w:r w:rsidRPr="00B675B7">
              <w:rPr>
                <w:sz w:val="22"/>
                <w:szCs w:val="22"/>
                <w:rPrChange w:id="64" w:author="BDT" w:date="2014-03-14T14:55:00Z">
                  <w:rPr>
                    <w:sz w:val="20"/>
                  </w:rPr>
                </w:rPrChange>
              </w:rPr>
              <w:t>(Ref: PACP-03)</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65" w:author="BDT" w:date="2014-03-14T14:55:00Z">
                  <w:rPr>
                    <w:rFonts w:cs="Calibri"/>
                    <w:b/>
                    <w:bCs/>
                    <w:i/>
                    <w:szCs w:val="24"/>
                  </w:rPr>
                </w:rPrChange>
              </w:rPr>
            </w:pPr>
            <w:r w:rsidRPr="00B675B7">
              <w:rPr>
                <w:rFonts w:cs="Calibri"/>
                <w:b/>
                <w:bCs/>
                <w:sz w:val="22"/>
                <w:szCs w:val="22"/>
                <w:rPrChange w:id="66" w:author="BDT" w:date="2014-03-14T14:55:00Z">
                  <w:rPr>
                    <w:rFonts w:cs="Calibri"/>
                    <w:b/>
                    <w:bCs/>
                    <w:szCs w:val="24"/>
                  </w:rPr>
                </w:rPrChange>
              </w:rPr>
              <w:t>ACP/37/04</w:t>
            </w:r>
          </w:p>
          <w:p w:rsidR="008B4567" w:rsidRPr="00B675B7" w:rsidRDefault="008B4567" w:rsidP="000B063D">
            <w:pPr>
              <w:rPr>
                <w:rFonts w:cs="Calibri"/>
                <w:sz w:val="22"/>
                <w:szCs w:val="22"/>
                <w:rPrChange w:id="67" w:author="BDT" w:date="2014-03-14T14:55:00Z">
                  <w:rPr>
                    <w:rFonts w:cs="Calibri"/>
                    <w:szCs w:val="24"/>
                  </w:rPr>
                </w:rPrChange>
              </w:rPr>
            </w:pPr>
          </w:p>
        </w:tc>
        <w:tc>
          <w:tcPr>
            <w:tcW w:w="849" w:type="dxa"/>
          </w:tcPr>
          <w:p w:rsidR="008B4567" w:rsidRPr="00B675B7" w:rsidRDefault="008B4567" w:rsidP="000B063D">
            <w:pPr>
              <w:jc w:val="center"/>
              <w:rPr>
                <w:rFonts w:cs="Calibri"/>
                <w:sz w:val="22"/>
                <w:szCs w:val="22"/>
                <w:lang w:eastAsia="ko-KR"/>
                <w:rPrChange w:id="68" w:author="BDT" w:date="2014-03-14T14:55:00Z">
                  <w:rPr>
                    <w:rFonts w:cs="Calibri"/>
                    <w:i/>
                    <w:szCs w:val="24"/>
                    <w:lang w:eastAsia="ko-KR"/>
                  </w:rPr>
                </w:rPrChange>
              </w:rPr>
            </w:pPr>
            <w:r w:rsidRPr="00B675B7">
              <w:rPr>
                <w:rFonts w:cs="Calibri"/>
                <w:sz w:val="22"/>
                <w:szCs w:val="22"/>
                <w:lang w:eastAsia="ko-KR"/>
                <w:rPrChange w:id="69" w:author="BDT" w:date="2014-03-14T14:55:00Z">
                  <w:rPr>
                    <w:rFonts w:cs="Calibri"/>
                    <w:szCs w:val="24"/>
                    <w:lang w:eastAsia="ko-KR"/>
                  </w:rPr>
                </w:rPrChange>
              </w:rPr>
              <w:t>4</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70" w:author="BDT" w:date="2014-03-14T14:55:00Z">
                  <w:rPr>
                    <w:b/>
                    <w:i/>
                    <w:color w:val="000000"/>
                  </w:rPr>
                </w:rPrChange>
              </w:rPr>
            </w:pPr>
            <w:r w:rsidRPr="00B675B7">
              <w:rPr>
                <w:b/>
                <w:color w:val="000000"/>
                <w:sz w:val="22"/>
                <w:szCs w:val="22"/>
                <w:rPrChange w:id="71" w:author="BDT" w:date="2014-03-14T14:55:00Z">
                  <w:rPr>
                    <w:b/>
                    <w:color w:val="000000"/>
                  </w:rPr>
                </w:rPrChange>
              </w:rPr>
              <w:t xml:space="preserve">Proposed Revision of Resolution 45: </w:t>
            </w:r>
          </w:p>
          <w:p w:rsidR="008B4567" w:rsidRPr="00B675B7" w:rsidRDefault="008B4567" w:rsidP="000B063D">
            <w:pPr>
              <w:pStyle w:val="Restitle"/>
              <w:keepNext w:val="0"/>
              <w:keepLines w:val="0"/>
              <w:spacing w:before="0"/>
              <w:jc w:val="left"/>
              <w:rPr>
                <w:b w:val="0"/>
                <w:color w:val="000000"/>
                <w:sz w:val="22"/>
                <w:szCs w:val="22"/>
              </w:rPr>
            </w:pPr>
            <w:r w:rsidRPr="00B675B7">
              <w:rPr>
                <w:b w:val="0"/>
                <w:color w:val="000000"/>
                <w:sz w:val="22"/>
                <w:szCs w:val="22"/>
              </w:rPr>
              <w:t>Mechanisms for enhancing cooperation on cybersecurity, including countering and combating spam</w:t>
            </w:r>
          </w:p>
          <w:p w:rsidR="008B4567" w:rsidRPr="00B675B7" w:rsidRDefault="008B4567" w:rsidP="000B063D">
            <w:pPr>
              <w:jc w:val="both"/>
              <w:rPr>
                <w:rFonts w:cs="Calibri"/>
                <w:sz w:val="22"/>
                <w:szCs w:val="22"/>
                <w:lang w:eastAsia="ko-KR"/>
                <w:rPrChange w:id="72" w:author="BDT" w:date="2014-03-14T14:55:00Z">
                  <w:rPr>
                    <w:rFonts w:cs="Calibri"/>
                    <w:szCs w:val="24"/>
                    <w:lang w:eastAsia="ko-KR"/>
                  </w:rPr>
                </w:rPrChange>
              </w:rPr>
            </w:pPr>
          </w:p>
        </w:tc>
        <w:tc>
          <w:tcPr>
            <w:tcW w:w="6644" w:type="dxa"/>
            <w:shd w:val="clear" w:color="auto" w:fill="auto"/>
          </w:tcPr>
          <w:p w:rsidR="008B4567" w:rsidRPr="00B675B7" w:rsidRDefault="008B4567" w:rsidP="000B063D">
            <w:pPr>
              <w:snapToGrid w:val="0"/>
              <w:rPr>
                <w:sz w:val="22"/>
                <w:szCs w:val="22"/>
                <w:lang w:eastAsia="ko-KR"/>
                <w:rPrChange w:id="73" w:author="BDT" w:date="2014-03-14T14:55:00Z">
                  <w:rPr>
                    <w:i/>
                    <w:sz w:val="20"/>
                    <w:lang w:eastAsia="ko-KR"/>
                  </w:rPr>
                </w:rPrChange>
              </w:rPr>
            </w:pPr>
            <w:r w:rsidRPr="00B675B7">
              <w:rPr>
                <w:sz w:val="22"/>
                <w:szCs w:val="22"/>
                <w:lang w:eastAsia="ko-KR"/>
                <w:rPrChange w:id="74" w:author="BDT" w:date="2014-03-14T14:55:00Z">
                  <w:rPr>
                    <w:sz w:val="20"/>
                    <w:lang w:eastAsia="ko-KR"/>
                  </w:rPr>
                </w:rPrChange>
              </w:rPr>
              <w:t xml:space="preserve">This ACP proposes to revise Resolution 45 (Hyderabad, 2010) considering the continued interest in this issue from many developing countries and some relevant progress made since last WTDC-10, especially in WTSA-12. </w:t>
            </w:r>
          </w:p>
          <w:p w:rsidR="008B4567" w:rsidRPr="00B675B7" w:rsidRDefault="008B4567" w:rsidP="000B063D">
            <w:pPr>
              <w:snapToGrid w:val="0"/>
              <w:rPr>
                <w:i/>
                <w:sz w:val="22"/>
                <w:szCs w:val="22"/>
                <w:rPrChange w:id="75" w:author="BDT" w:date="2014-03-14T14:55:00Z">
                  <w:rPr>
                    <w:i/>
                    <w:szCs w:val="24"/>
                  </w:rPr>
                </w:rPrChange>
              </w:rPr>
            </w:pPr>
            <w:r w:rsidRPr="00B675B7">
              <w:rPr>
                <w:sz w:val="22"/>
                <w:szCs w:val="22"/>
                <w:rPrChange w:id="76" w:author="BDT" w:date="2014-03-14T14:55:00Z">
                  <w:rPr>
                    <w:sz w:val="20"/>
                  </w:rPr>
                </w:rPrChange>
              </w:rPr>
              <w:t>(Ref: PACP-04)</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77" w:author="BDT" w:date="2014-03-14T14:55:00Z">
                  <w:rPr>
                    <w:rFonts w:cs="Calibri"/>
                    <w:b/>
                    <w:bCs/>
                    <w:i/>
                    <w:szCs w:val="24"/>
                  </w:rPr>
                </w:rPrChange>
              </w:rPr>
            </w:pPr>
            <w:r w:rsidRPr="00B675B7">
              <w:rPr>
                <w:rFonts w:cs="Calibri"/>
                <w:b/>
                <w:bCs/>
                <w:sz w:val="22"/>
                <w:szCs w:val="22"/>
                <w:rPrChange w:id="78" w:author="BDT" w:date="2014-03-14T14:55:00Z">
                  <w:rPr>
                    <w:rFonts w:cs="Calibri"/>
                    <w:b/>
                    <w:bCs/>
                    <w:szCs w:val="24"/>
                  </w:rPr>
                </w:rPrChange>
              </w:rPr>
              <w:t>ACP/37/05</w:t>
            </w:r>
          </w:p>
          <w:p w:rsidR="008B4567" w:rsidRPr="00B675B7" w:rsidRDefault="008B4567" w:rsidP="000B063D">
            <w:pPr>
              <w:rPr>
                <w:rFonts w:cs="Calibri"/>
                <w:sz w:val="22"/>
                <w:szCs w:val="22"/>
                <w:rPrChange w:id="79" w:author="BDT" w:date="2014-03-14T14:55:00Z">
                  <w:rPr>
                    <w:rFonts w:cs="Calibri"/>
                    <w:szCs w:val="24"/>
                  </w:rPr>
                </w:rPrChange>
              </w:rPr>
            </w:pPr>
          </w:p>
        </w:tc>
        <w:tc>
          <w:tcPr>
            <w:tcW w:w="849" w:type="dxa"/>
          </w:tcPr>
          <w:p w:rsidR="008B4567" w:rsidRPr="00B675B7" w:rsidRDefault="008B4567" w:rsidP="000B063D">
            <w:pPr>
              <w:jc w:val="center"/>
              <w:rPr>
                <w:rFonts w:cs="Calibri"/>
                <w:sz w:val="22"/>
                <w:szCs w:val="22"/>
                <w:lang w:eastAsia="ko-KR"/>
                <w:rPrChange w:id="80" w:author="BDT" w:date="2014-03-14T14:55:00Z">
                  <w:rPr>
                    <w:rFonts w:cs="Calibri"/>
                    <w:i/>
                    <w:szCs w:val="24"/>
                    <w:lang w:eastAsia="ko-KR"/>
                  </w:rPr>
                </w:rPrChange>
              </w:rPr>
            </w:pPr>
            <w:r w:rsidRPr="00B675B7">
              <w:rPr>
                <w:rFonts w:cs="Calibri"/>
                <w:sz w:val="22"/>
                <w:szCs w:val="22"/>
                <w:lang w:eastAsia="ko-KR"/>
                <w:rPrChange w:id="81" w:author="BDT" w:date="2014-03-14T14:55:00Z">
                  <w:rPr>
                    <w:rFonts w:cs="Calibri"/>
                    <w:szCs w:val="24"/>
                    <w:lang w:eastAsia="ko-KR"/>
                  </w:rPr>
                </w:rPrChange>
              </w:rPr>
              <w:t>5</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82" w:author="BDT" w:date="2014-03-14T14:55:00Z">
                  <w:rPr>
                    <w:b/>
                    <w:i/>
                    <w:color w:val="000000"/>
                  </w:rPr>
                </w:rPrChange>
              </w:rPr>
            </w:pPr>
            <w:r w:rsidRPr="00B675B7">
              <w:rPr>
                <w:b/>
                <w:color w:val="000000"/>
                <w:sz w:val="22"/>
                <w:szCs w:val="22"/>
                <w:rPrChange w:id="83" w:author="BDT" w:date="2014-03-14T14:55:00Z">
                  <w:rPr>
                    <w:b/>
                    <w:color w:val="000000"/>
                  </w:rPr>
                </w:rPrChange>
              </w:rPr>
              <w:t xml:space="preserve">Proposed Revision of Resolution 22: </w:t>
            </w:r>
          </w:p>
          <w:p w:rsidR="008B4567" w:rsidRPr="00B675B7" w:rsidRDefault="008B4567" w:rsidP="000B063D">
            <w:pPr>
              <w:rPr>
                <w:sz w:val="22"/>
                <w:szCs w:val="22"/>
                <w:rPrChange w:id="84" w:author="BDT" w:date="2014-03-14T14:55:00Z">
                  <w:rPr/>
                </w:rPrChange>
              </w:rPr>
            </w:pPr>
            <w:r w:rsidRPr="00B675B7">
              <w:rPr>
                <w:sz w:val="22"/>
                <w:szCs w:val="22"/>
                <w:rPrChange w:id="85" w:author="BDT" w:date="2014-03-14T14:55:00Z">
                  <w:rPr/>
                </w:rPrChange>
              </w:rPr>
              <w:t>Alternative calling procedures on international telecommunication networks, identification of origin and apportionment of revenues  in providing international telecommunication services</w:t>
            </w:r>
          </w:p>
          <w:p w:rsidR="008B4567" w:rsidRPr="00B675B7" w:rsidRDefault="008B4567" w:rsidP="000B063D">
            <w:pPr>
              <w:jc w:val="both"/>
              <w:rPr>
                <w:rFonts w:cs="Calibri"/>
                <w:sz w:val="22"/>
                <w:szCs w:val="22"/>
                <w:lang w:eastAsia="ko-KR"/>
                <w:rPrChange w:id="86" w:author="BDT" w:date="2014-03-14T14:55:00Z">
                  <w:rPr>
                    <w:rFonts w:cs="Calibri"/>
                    <w:szCs w:val="24"/>
                    <w:lang w:eastAsia="ko-KR"/>
                  </w:rPr>
                </w:rPrChange>
              </w:rPr>
            </w:pP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rFonts w:eastAsia="MS Mincho"/>
                <w:i/>
                <w:sz w:val="22"/>
                <w:szCs w:val="22"/>
                <w:lang w:eastAsia="ja-JP"/>
                <w:rPrChange w:id="87" w:author="BDT" w:date="2014-03-14T14:55:00Z">
                  <w:rPr>
                    <w:rFonts w:eastAsia="MS Mincho"/>
                    <w:i/>
                    <w:lang w:eastAsia="ja-JP"/>
                  </w:rPr>
                </w:rPrChange>
              </w:rPr>
            </w:pPr>
            <w:r w:rsidRPr="00B675B7">
              <w:rPr>
                <w:sz w:val="22"/>
                <w:szCs w:val="22"/>
                <w:lang w:eastAsia="ko-KR"/>
                <w:rPrChange w:id="88" w:author="BDT" w:date="2014-03-14T14:55:00Z">
                  <w:rPr>
                    <w:sz w:val="20"/>
                    <w:lang w:eastAsia="ko-KR"/>
                  </w:rPr>
                </w:rPrChange>
              </w:rPr>
              <w:t xml:space="preserve">This ACP proposes to revise Resolution 22 (Hyderabad, 2010) </w:t>
            </w:r>
            <w:r w:rsidRPr="00B675B7">
              <w:rPr>
                <w:rFonts w:eastAsia="Malgun Gothic"/>
                <w:sz w:val="22"/>
                <w:szCs w:val="22"/>
                <w:lang w:eastAsia="ko-KR"/>
                <w:rPrChange w:id="89" w:author="BDT" w:date="2014-03-14T14:55:00Z">
                  <w:rPr>
                    <w:rFonts w:eastAsia="Malgun Gothic"/>
                    <w:sz w:val="20"/>
                    <w:lang w:eastAsia="ko-KR"/>
                  </w:rPr>
                </w:rPrChange>
              </w:rPr>
              <w:t>considering not only the continued interest in this issue from many developing countries but also some relevant progress made since last WTDC-10. Such as the WTSA-12, Resolution 29 “</w:t>
            </w:r>
            <w:r w:rsidRPr="00B675B7">
              <w:rPr>
                <w:rFonts w:eastAsia="Malgun Gothic"/>
                <w:i/>
                <w:sz w:val="22"/>
                <w:szCs w:val="22"/>
                <w:lang w:eastAsia="ko-KR"/>
                <w:rPrChange w:id="90" w:author="BDT" w:date="2014-03-14T14:55:00Z">
                  <w:rPr>
                    <w:rFonts w:eastAsia="Malgun Gothic"/>
                    <w:i/>
                    <w:sz w:val="20"/>
                    <w:lang w:eastAsia="ko-KR"/>
                  </w:rPr>
                </w:rPrChange>
              </w:rPr>
              <w:t>Alternative calling procedures on international telecommunication networks</w:t>
            </w:r>
            <w:r w:rsidRPr="00B675B7">
              <w:rPr>
                <w:rFonts w:eastAsia="Malgun Gothic"/>
                <w:sz w:val="22"/>
                <w:szCs w:val="22"/>
                <w:lang w:eastAsia="ko-KR"/>
                <w:rPrChange w:id="91" w:author="BDT" w:date="2014-03-14T14:55:00Z">
                  <w:rPr>
                    <w:rFonts w:eastAsia="Malgun Gothic"/>
                    <w:sz w:val="20"/>
                    <w:lang w:eastAsia="ko-KR"/>
                  </w:rPr>
                </w:rPrChange>
              </w:rPr>
              <w:t xml:space="preserve">” in relation to this issue. </w:t>
            </w:r>
          </w:p>
          <w:p w:rsidR="008B4567" w:rsidRPr="00B675B7" w:rsidRDefault="008B4567" w:rsidP="000B063D">
            <w:pPr>
              <w:rPr>
                <w:rFonts w:eastAsia="MS Mincho"/>
                <w:sz w:val="22"/>
                <w:szCs w:val="22"/>
                <w:lang w:eastAsia="ja-JP"/>
                <w:rPrChange w:id="92" w:author="BDT" w:date="2014-03-14T14:55:00Z">
                  <w:rPr>
                    <w:rFonts w:eastAsia="MS Mincho"/>
                    <w:lang w:eastAsia="ja-JP"/>
                  </w:rPr>
                </w:rPrChange>
              </w:rPr>
            </w:pPr>
            <w:r w:rsidRPr="00B675B7">
              <w:rPr>
                <w:sz w:val="22"/>
                <w:szCs w:val="22"/>
                <w:rPrChange w:id="93" w:author="BDT" w:date="2014-03-14T14:55:00Z">
                  <w:rPr>
                    <w:sz w:val="20"/>
                  </w:rPr>
                </w:rPrChange>
              </w:rPr>
              <w:t>(Ref: PACP-05)</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94" w:author="BDT" w:date="2014-03-14T14:55:00Z">
                  <w:rPr>
                    <w:rFonts w:cs="Calibri"/>
                    <w:b/>
                    <w:bCs/>
                    <w:i/>
                    <w:szCs w:val="24"/>
                  </w:rPr>
                </w:rPrChange>
              </w:rPr>
            </w:pPr>
            <w:r w:rsidRPr="00B675B7">
              <w:rPr>
                <w:rFonts w:cs="Calibri"/>
                <w:b/>
                <w:bCs/>
                <w:sz w:val="22"/>
                <w:szCs w:val="22"/>
                <w:rPrChange w:id="95" w:author="BDT" w:date="2014-03-14T14:55:00Z">
                  <w:rPr>
                    <w:rFonts w:cs="Calibri"/>
                    <w:b/>
                    <w:bCs/>
                    <w:szCs w:val="24"/>
                  </w:rPr>
                </w:rPrChange>
              </w:rPr>
              <w:t>ACP/37/06</w:t>
            </w:r>
          </w:p>
          <w:p w:rsidR="008B4567" w:rsidRPr="00B675B7" w:rsidRDefault="008B4567" w:rsidP="000B063D">
            <w:pPr>
              <w:rPr>
                <w:rFonts w:cs="Calibri"/>
                <w:b/>
                <w:bCs/>
                <w:sz w:val="22"/>
                <w:szCs w:val="22"/>
                <w:rPrChange w:id="96"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97" w:author="BDT" w:date="2014-03-14T14:55:00Z">
                  <w:rPr>
                    <w:rFonts w:cs="Calibri"/>
                    <w:i/>
                    <w:szCs w:val="24"/>
                    <w:lang w:eastAsia="ko-KR"/>
                  </w:rPr>
                </w:rPrChange>
              </w:rPr>
            </w:pPr>
            <w:r w:rsidRPr="00B675B7">
              <w:rPr>
                <w:rFonts w:cs="Calibri"/>
                <w:sz w:val="22"/>
                <w:szCs w:val="22"/>
                <w:lang w:eastAsia="ko-KR"/>
                <w:rPrChange w:id="98" w:author="BDT" w:date="2014-03-14T14:55:00Z">
                  <w:rPr>
                    <w:rFonts w:cs="Calibri"/>
                    <w:szCs w:val="24"/>
                    <w:lang w:eastAsia="ko-KR"/>
                  </w:rPr>
                </w:rPrChange>
              </w:rPr>
              <w:t>6</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99" w:author="BDT" w:date="2014-03-14T14:55:00Z">
                  <w:rPr>
                    <w:b/>
                    <w:i/>
                    <w:color w:val="000000"/>
                  </w:rPr>
                </w:rPrChange>
              </w:rPr>
            </w:pPr>
            <w:r w:rsidRPr="00B675B7">
              <w:rPr>
                <w:b/>
                <w:color w:val="000000"/>
                <w:sz w:val="22"/>
                <w:szCs w:val="22"/>
                <w:rPrChange w:id="100" w:author="BDT" w:date="2014-03-14T14:55:00Z">
                  <w:rPr>
                    <w:b/>
                    <w:color w:val="000000"/>
                  </w:rPr>
                </w:rPrChange>
              </w:rPr>
              <w:t>Proposed Revision of Resolution 66:</w:t>
            </w:r>
          </w:p>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01" w:author="BDT" w:date="2014-03-14T14:55:00Z">
                  <w:rPr>
                    <w:b/>
                    <w:color w:val="000000"/>
                  </w:rPr>
                </w:rPrChange>
              </w:rPr>
            </w:pPr>
            <w:r w:rsidRPr="00B675B7">
              <w:rPr>
                <w:sz w:val="22"/>
                <w:szCs w:val="22"/>
                <w:rPrChange w:id="102" w:author="BDT" w:date="2014-03-14T14:55:00Z">
                  <w:rPr/>
                </w:rPrChange>
              </w:rPr>
              <w:t>Information and communication technolog</w:t>
            </w:r>
            <w:r w:rsidRPr="00B675B7">
              <w:rPr>
                <w:sz w:val="22"/>
                <w:szCs w:val="22"/>
                <w:lang w:eastAsia="ko-KR"/>
                <w:rPrChange w:id="103" w:author="BDT" w:date="2014-03-14T14:55:00Z">
                  <w:rPr>
                    <w:lang w:eastAsia="ko-KR"/>
                  </w:rPr>
                </w:rPrChange>
              </w:rPr>
              <w:t xml:space="preserve">y </w:t>
            </w:r>
            <w:r w:rsidRPr="00B675B7">
              <w:rPr>
                <w:sz w:val="22"/>
                <w:szCs w:val="22"/>
                <w:rPrChange w:id="104" w:author="BDT" w:date="2014-03-14T14:55:00Z">
                  <w:rPr/>
                </w:rPrChange>
              </w:rPr>
              <w:t>and climate change</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i/>
                <w:sz w:val="22"/>
                <w:szCs w:val="22"/>
                <w:rPrChange w:id="105" w:author="BDT" w:date="2014-03-14T14:55:00Z">
                  <w:rPr>
                    <w:i/>
                    <w:sz w:val="20"/>
                  </w:rPr>
                </w:rPrChange>
              </w:rPr>
            </w:pPr>
            <w:r w:rsidRPr="00B675B7">
              <w:rPr>
                <w:sz w:val="22"/>
                <w:szCs w:val="22"/>
                <w:lang w:eastAsia="ko-KR"/>
                <w:rPrChange w:id="106" w:author="BDT" w:date="2014-03-14T14:55:00Z">
                  <w:rPr>
                    <w:sz w:val="20"/>
                    <w:lang w:eastAsia="ko-KR"/>
                  </w:rPr>
                </w:rPrChange>
              </w:rPr>
              <w:t>This ACP proposes to revise Resolution 66 (Hyderabad, 2010). It has been proposed to revise the title of the resolution as “</w:t>
            </w:r>
            <w:r w:rsidRPr="00B675B7">
              <w:rPr>
                <w:sz w:val="22"/>
                <w:szCs w:val="22"/>
                <w:rPrChange w:id="107" w:author="BDT" w:date="2014-03-14T14:55:00Z">
                  <w:rPr>
                    <w:sz w:val="20"/>
                  </w:rPr>
                </w:rPrChange>
              </w:rPr>
              <w:t>Information and communication technologies, environment  and climate change</w:t>
            </w:r>
            <w:r w:rsidRPr="00B675B7">
              <w:rPr>
                <w:sz w:val="22"/>
                <w:szCs w:val="22"/>
                <w:lang w:eastAsia="ko-KR"/>
                <w:rPrChange w:id="108" w:author="BDT" w:date="2014-03-14T14:55:00Z">
                  <w:rPr>
                    <w:sz w:val="20"/>
                    <w:lang w:eastAsia="ko-KR"/>
                  </w:rPr>
                </w:rPrChange>
              </w:rPr>
              <w:t xml:space="preserve">“. Under </w:t>
            </w:r>
            <w:r w:rsidRPr="00B675B7">
              <w:rPr>
                <w:i/>
                <w:iCs/>
                <w:sz w:val="22"/>
                <w:szCs w:val="22"/>
                <w:lang w:eastAsia="ko-KR"/>
                <w:rPrChange w:id="109" w:author="BDT" w:date="2014-03-14T14:55:00Z">
                  <w:rPr>
                    <w:i/>
                    <w:iCs/>
                    <w:sz w:val="20"/>
                    <w:lang w:eastAsia="ko-KR"/>
                  </w:rPr>
                </w:rPrChange>
              </w:rPr>
              <w:t>resolve</w:t>
            </w:r>
            <w:r w:rsidRPr="00B675B7">
              <w:rPr>
                <w:sz w:val="22"/>
                <w:szCs w:val="22"/>
                <w:lang w:eastAsia="ko-KR"/>
                <w:rPrChange w:id="110" w:author="BDT" w:date="2014-03-14T14:55:00Z">
                  <w:rPr>
                    <w:sz w:val="20"/>
                    <w:lang w:eastAsia="ko-KR"/>
                  </w:rPr>
                </w:rPrChange>
              </w:rPr>
              <w:t xml:space="preserve"> it is proposed to </w:t>
            </w:r>
            <w:r w:rsidRPr="00B675B7">
              <w:rPr>
                <w:sz w:val="22"/>
                <w:szCs w:val="22"/>
              </w:rPr>
              <w:t>increase awareness and promote information sharing on the role of ICTs in enhancing environmental sustainability as well as, to bridge the standardization gap by providing technical assistance to countries to develop their national green ICT action plans and setting up e-learning program</w:t>
            </w:r>
          </w:p>
          <w:p w:rsidR="008B4567" w:rsidRPr="00B675B7" w:rsidRDefault="008B4567" w:rsidP="000B063D">
            <w:pPr>
              <w:pStyle w:val="enumlev1"/>
              <w:tabs>
                <w:tab w:val="clear" w:pos="794"/>
                <w:tab w:val="left" w:pos="0"/>
              </w:tabs>
              <w:spacing w:before="0"/>
              <w:ind w:left="0" w:firstLine="0"/>
              <w:textAlignment w:val="auto"/>
              <w:rPr>
                <w:i/>
                <w:sz w:val="22"/>
                <w:szCs w:val="22"/>
                <w:lang w:eastAsia="ko-KR"/>
                <w:rPrChange w:id="111" w:author="BDT" w:date="2014-03-14T14:55:00Z">
                  <w:rPr>
                    <w:i/>
                    <w:sz w:val="20"/>
                    <w:lang w:eastAsia="ko-KR"/>
                  </w:rPr>
                </w:rPrChange>
              </w:rPr>
            </w:pPr>
            <w:r w:rsidRPr="00B675B7">
              <w:rPr>
                <w:sz w:val="22"/>
                <w:szCs w:val="22"/>
                <w:rPrChange w:id="112" w:author="BDT" w:date="2014-03-14T14:55:00Z">
                  <w:rPr>
                    <w:sz w:val="20"/>
                  </w:rPr>
                </w:rPrChange>
              </w:rPr>
              <w:t>(Ref: PACP-06)</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13" w:author="BDT" w:date="2014-03-14T14:55:00Z">
                  <w:rPr>
                    <w:rFonts w:cs="Calibri"/>
                    <w:b/>
                    <w:bCs/>
                    <w:i/>
                    <w:szCs w:val="24"/>
                  </w:rPr>
                </w:rPrChange>
              </w:rPr>
            </w:pPr>
            <w:r w:rsidRPr="00B675B7">
              <w:rPr>
                <w:rFonts w:cs="Calibri"/>
                <w:b/>
                <w:bCs/>
                <w:sz w:val="22"/>
                <w:szCs w:val="22"/>
                <w:rPrChange w:id="114" w:author="BDT" w:date="2014-03-14T14:55:00Z">
                  <w:rPr>
                    <w:rFonts w:cs="Calibri"/>
                    <w:b/>
                    <w:bCs/>
                    <w:szCs w:val="24"/>
                  </w:rPr>
                </w:rPrChange>
              </w:rPr>
              <w:t>ACP/37/07</w:t>
            </w:r>
          </w:p>
          <w:p w:rsidR="008B4567" w:rsidRPr="00B675B7" w:rsidRDefault="008B4567" w:rsidP="000B063D">
            <w:pPr>
              <w:rPr>
                <w:rFonts w:cs="Calibri"/>
                <w:b/>
                <w:bCs/>
                <w:sz w:val="22"/>
                <w:szCs w:val="22"/>
                <w:rPrChange w:id="115"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16" w:author="BDT" w:date="2014-03-14T14:55:00Z">
                  <w:rPr>
                    <w:rFonts w:cs="Calibri"/>
                    <w:i/>
                    <w:szCs w:val="24"/>
                    <w:lang w:eastAsia="ko-KR"/>
                  </w:rPr>
                </w:rPrChange>
              </w:rPr>
            </w:pPr>
            <w:r w:rsidRPr="00B675B7">
              <w:rPr>
                <w:rFonts w:cs="Calibri"/>
                <w:sz w:val="22"/>
                <w:szCs w:val="22"/>
                <w:lang w:eastAsia="ko-KR"/>
                <w:rPrChange w:id="117" w:author="BDT" w:date="2014-03-14T14:55:00Z">
                  <w:rPr>
                    <w:rFonts w:cs="Calibri"/>
                    <w:szCs w:val="24"/>
                    <w:lang w:eastAsia="ko-KR"/>
                  </w:rPr>
                </w:rPrChange>
              </w:rPr>
              <w:t>7</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18" w:author="BDT" w:date="2014-03-14T14:55:00Z">
                  <w:rPr>
                    <w:b/>
                    <w:i/>
                    <w:color w:val="000000"/>
                  </w:rPr>
                </w:rPrChange>
              </w:rPr>
            </w:pPr>
            <w:r w:rsidRPr="00B675B7">
              <w:rPr>
                <w:b/>
                <w:color w:val="000000"/>
                <w:sz w:val="22"/>
                <w:szCs w:val="22"/>
                <w:rPrChange w:id="119" w:author="BDT" w:date="2014-03-14T14:55:00Z">
                  <w:rPr>
                    <w:b/>
                    <w:color w:val="000000"/>
                  </w:rPr>
                </w:rPrChange>
              </w:rPr>
              <w:t xml:space="preserve">Proposed Revision of Resolution 52: </w:t>
            </w:r>
          </w:p>
          <w:p w:rsidR="008B4567" w:rsidRPr="00B675B7" w:rsidRDefault="008B4567" w:rsidP="000B063D">
            <w:pPr>
              <w:rPr>
                <w:bCs/>
                <w:sz w:val="22"/>
                <w:szCs w:val="22"/>
                <w:rPrChange w:id="120" w:author="BDT" w:date="2014-03-14T14:55:00Z">
                  <w:rPr>
                    <w:bCs/>
                    <w:szCs w:val="22"/>
                  </w:rPr>
                </w:rPrChange>
              </w:rPr>
            </w:pPr>
            <w:r w:rsidRPr="00B675B7">
              <w:rPr>
                <w:bCs/>
                <w:sz w:val="22"/>
                <w:szCs w:val="22"/>
                <w:rPrChange w:id="121" w:author="BDT" w:date="2014-03-14T14:55:00Z">
                  <w:rPr>
                    <w:bCs/>
                    <w:szCs w:val="22"/>
                  </w:rPr>
                </w:rPrChange>
              </w:rPr>
              <w:t>Strengthening the executing agency role of the ITU Telecommunication</w:t>
            </w:r>
          </w:p>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22" w:author="BDT" w:date="2014-03-14T14:55:00Z">
                  <w:rPr>
                    <w:b/>
                    <w:color w:val="000000"/>
                  </w:rPr>
                </w:rPrChange>
              </w:rPr>
            </w:pPr>
            <w:r w:rsidRPr="00B675B7">
              <w:rPr>
                <w:bCs/>
                <w:sz w:val="22"/>
                <w:szCs w:val="22"/>
                <w:rPrChange w:id="123" w:author="BDT" w:date="2014-03-14T14:55:00Z">
                  <w:rPr>
                    <w:bCs/>
                    <w:szCs w:val="22"/>
                  </w:rPr>
                </w:rPrChange>
              </w:rPr>
              <w:t>Development Sector</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i/>
                <w:sz w:val="22"/>
                <w:szCs w:val="22"/>
                <w:rPrChange w:id="124" w:author="BDT" w:date="2014-03-14T14:55:00Z">
                  <w:rPr>
                    <w:i/>
                    <w:sz w:val="20"/>
                  </w:rPr>
                </w:rPrChange>
              </w:rPr>
            </w:pPr>
            <w:r w:rsidRPr="00B675B7">
              <w:rPr>
                <w:sz w:val="22"/>
                <w:szCs w:val="22"/>
                <w:lang w:eastAsia="ko-KR"/>
                <w:rPrChange w:id="125" w:author="BDT" w:date="2014-03-14T14:55:00Z">
                  <w:rPr>
                    <w:sz w:val="20"/>
                    <w:lang w:eastAsia="ko-KR"/>
                  </w:rPr>
                </w:rPrChange>
              </w:rPr>
              <w:t xml:space="preserve">This ACP proposes to revise Resolution 52 (Hyderabad, 2010). This proposal instruct the BDT Director to </w:t>
            </w:r>
            <w:r w:rsidRPr="00B675B7">
              <w:rPr>
                <w:sz w:val="22"/>
                <w:szCs w:val="22"/>
                <w:rPrChange w:id="126" w:author="BDT" w:date="2014-03-14T14:55:00Z">
                  <w:rPr>
                    <w:sz w:val="20"/>
                  </w:rPr>
                </w:rPrChange>
              </w:rPr>
              <w:t>encourage collaboration and information sharing between the ITU headquarters,  regional and area offices, in order to optimize resources and efforts in implementing ITU-D projects as well as enhancing the projects portfolio on the ITU website.</w:t>
            </w:r>
          </w:p>
          <w:p w:rsidR="008B4567" w:rsidRPr="00B675B7" w:rsidRDefault="008B4567" w:rsidP="000B063D">
            <w:pPr>
              <w:pStyle w:val="enumlev1"/>
              <w:tabs>
                <w:tab w:val="clear" w:pos="794"/>
                <w:tab w:val="left" w:pos="0"/>
              </w:tabs>
              <w:spacing w:before="0"/>
              <w:ind w:left="0" w:firstLine="0"/>
              <w:textAlignment w:val="auto"/>
              <w:rPr>
                <w:i/>
                <w:sz w:val="22"/>
                <w:szCs w:val="22"/>
                <w:lang w:eastAsia="ko-KR"/>
                <w:rPrChange w:id="127" w:author="BDT" w:date="2014-03-14T14:55:00Z">
                  <w:rPr>
                    <w:i/>
                    <w:sz w:val="20"/>
                    <w:lang w:eastAsia="ko-KR"/>
                  </w:rPr>
                </w:rPrChange>
              </w:rPr>
            </w:pPr>
            <w:r w:rsidRPr="00B675B7">
              <w:rPr>
                <w:sz w:val="22"/>
                <w:szCs w:val="22"/>
                <w:rPrChange w:id="128" w:author="BDT" w:date="2014-03-14T14:55:00Z">
                  <w:rPr>
                    <w:sz w:val="20"/>
                  </w:rPr>
                </w:rPrChange>
              </w:rPr>
              <w:t>(Ref: PACP-07)</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29" w:author="BDT" w:date="2014-03-14T14:55:00Z">
                  <w:rPr>
                    <w:rFonts w:cs="Calibri"/>
                    <w:b/>
                    <w:bCs/>
                    <w:i/>
                    <w:szCs w:val="24"/>
                  </w:rPr>
                </w:rPrChange>
              </w:rPr>
            </w:pPr>
            <w:r w:rsidRPr="00B675B7">
              <w:rPr>
                <w:rFonts w:cs="Calibri"/>
                <w:b/>
                <w:bCs/>
                <w:sz w:val="22"/>
                <w:szCs w:val="22"/>
                <w:rPrChange w:id="130" w:author="BDT" w:date="2014-03-14T14:55:00Z">
                  <w:rPr>
                    <w:rFonts w:cs="Calibri"/>
                    <w:b/>
                    <w:bCs/>
                    <w:szCs w:val="24"/>
                  </w:rPr>
                </w:rPrChange>
              </w:rPr>
              <w:t>ACP/37/08</w:t>
            </w:r>
          </w:p>
          <w:p w:rsidR="008B4567" w:rsidRPr="00B675B7" w:rsidRDefault="008B4567" w:rsidP="000B063D">
            <w:pPr>
              <w:rPr>
                <w:rFonts w:cs="Calibri"/>
                <w:b/>
                <w:bCs/>
                <w:sz w:val="22"/>
                <w:szCs w:val="22"/>
                <w:rPrChange w:id="131"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32" w:author="BDT" w:date="2014-03-14T14:55:00Z">
                  <w:rPr>
                    <w:rFonts w:cs="Calibri"/>
                    <w:i/>
                    <w:szCs w:val="24"/>
                    <w:lang w:eastAsia="ko-KR"/>
                  </w:rPr>
                </w:rPrChange>
              </w:rPr>
            </w:pPr>
            <w:r w:rsidRPr="00B675B7">
              <w:rPr>
                <w:rFonts w:cs="Calibri"/>
                <w:sz w:val="22"/>
                <w:szCs w:val="22"/>
                <w:lang w:eastAsia="ko-KR"/>
                <w:rPrChange w:id="133" w:author="BDT" w:date="2014-03-14T14:55:00Z">
                  <w:rPr>
                    <w:rFonts w:cs="Calibri"/>
                    <w:szCs w:val="24"/>
                    <w:lang w:eastAsia="ko-KR"/>
                  </w:rPr>
                </w:rPrChange>
              </w:rPr>
              <w:t>8</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34" w:author="BDT" w:date="2014-03-14T14:55:00Z">
                  <w:rPr>
                    <w:b/>
                    <w:i/>
                    <w:color w:val="000000"/>
                  </w:rPr>
                </w:rPrChange>
              </w:rPr>
            </w:pPr>
            <w:r w:rsidRPr="00B675B7">
              <w:rPr>
                <w:b/>
                <w:kern w:val="2"/>
                <w:sz w:val="22"/>
                <w:szCs w:val="22"/>
                <w:lang w:eastAsia="ko-KR"/>
                <w:rPrChange w:id="135" w:author="BDT" w:date="2014-03-14T14:55:00Z">
                  <w:rPr>
                    <w:b/>
                    <w:kern w:val="2"/>
                    <w:szCs w:val="22"/>
                    <w:lang w:eastAsia="ko-KR"/>
                  </w:rPr>
                </w:rPrChange>
              </w:rPr>
              <w:t>Asia-Pacific Regional Initiatives</w:t>
            </w:r>
          </w:p>
        </w:tc>
        <w:tc>
          <w:tcPr>
            <w:tcW w:w="6644" w:type="dxa"/>
            <w:shd w:val="clear" w:color="auto" w:fill="auto"/>
          </w:tcPr>
          <w:p w:rsidR="008B4567" w:rsidRPr="00B675B7" w:rsidRDefault="008B4567" w:rsidP="000B063D">
            <w:pPr>
              <w:rPr>
                <w:rFonts w:eastAsia="SimSun"/>
                <w:color w:val="000000"/>
                <w:sz w:val="22"/>
                <w:szCs w:val="22"/>
                <w:lang w:eastAsia="ko-KR"/>
                <w:rPrChange w:id="136" w:author="BDT" w:date="2014-03-14T14:55:00Z">
                  <w:rPr>
                    <w:rFonts w:eastAsia="SimSun"/>
                    <w:i/>
                    <w:color w:val="000000"/>
                    <w:sz w:val="19"/>
                    <w:szCs w:val="19"/>
                    <w:lang w:eastAsia="ko-KR"/>
                  </w:rPr>
                </w:rPrChange>
              </w:rPr>
            </w:pPr>
            <w:r w:rsidRPr="00B675B7">
              <w:rPr>
                <w:color w:val="000000"/>
                <w:sz w:val="22"/>
                <w:szCs w:val="22"/>
                <w:lang w:eastAsia="ko-KR"/>
                <w:rPrChange w:id="137" w:author="BDT" w:date="2014-03-14T14:55:00Z">
                  <w:rPr>
                    <w:color w:val="000000"/>
                    <w:sz w:val="20"/>
                    <w:lang w:eastAsia="ko-KR"/>
                  </w:rPr>
                </w:rPrChange>
              </w:rPr>
              <w:t xml:space="preserve">In this ACP, APT Members proposed a number of regional initiatives for Asia and the Pacific. Among those are: </w:t>
            </w:r>
            <w:r w:rsidRPr="00B675B7">
              <w:rPr>
                <w:rFonts w:eastAsia="SimHei"/>
                <w:bCs/>
                <w:color w:val="000000"/>
                <w:sz w:val="22"/>
                <w:szCs w:val="22"/>
                <w:lang w:eastAsia="zh-CN"/>
                <w:rPrChange w:id="138" w:author="BDT" w:date="2014-03-14T14:55:00Z">
                  <w:rPr>
                    <w:rFonts w:eastAsia="SimHei"/>
                    <w:bCs/>
                    <w:color w:val="000000"/>
                    <w:sz w:val="19"/>
                    <w:szCs w:val="19"/>
                    <w:lang w:eastAsia="zh-CN"/>
                  </w:rPr>
                </w:rPrChange>
              </w:rPr>
              <w:t>Special consideration for least developed countries (LDCs), Small Island Developing States (SIDS)  including Pacific Islands Countries and landlocked developing countries; emergency telecommunications; harnessing the benefits of new technologies; broadband access and uptake in urban and rural areas; policy and regulation.</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139" w:author="BDT" w:date="2014-03-14T14:55:00Z">
                  <w:rPr>
                    <w:sz w:val="20"/>
                    <w:lang w:eastAsia="ko-KR"/>
                  </w:rPr>
                </w:rPrChange>
              </w:rPr>
            </w:pPr>
            <w:r w:rsidRPr="00B675B7">
              <w:rPr>
                <w:sz w:val="22"/>
                <w:szCs w:val="22"/>
                <w:rPrChange w:id="140" w:author="BDT" w:date="2014-03-14T14:55:00Z">
                  <w:rPr>
                    <w:sz w:val="20"/>
                  </w:rPr>
                </w:rPrChange>
              </w:rPr>
              <w:t>(Ref: PACP-08)</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41" w:author="BDT" w:date="2014-03-14T14:55:00Z">
                  <w:rPr>
                    <w:rFonts w:cs="Calibri"/>
                    <w:b/>
                    <w:bCs/>
                    <w:i/>
                    <w:szCs w:val="24"/>
                  </w:rPr>
                </w:rPrChange>
              </w:rPr>
            </w:pPr>
            <w:r w:rsidRPr="00B675B7">
              <w:rPr>
                <w:rFonts w:cs="Calibri"/>
                <w:b/>
                <w:bCs/>
                <w:sz w:val="22"/>
                <w:szCs w:val="22"/>
                <w:rPrChange w:id="142" w:author="BDT" w:date="2014-03-14T14:55:00Z">
                  <w:rPr>
                    <w:rFonts w:cs="Calibri"/>
                    <w:b/>
                    <w:bCs/>
                    <w:szCs w:val="24"/>
                  </w:rPr>
                </w:rPrChange>
              </w:rPr>
              <w:t>ACP/37/09</w:t>
            </w:r>
          </w:p>
          <w:p w:rsidR="008B4567" w:rsidRPr="00B675B7" w:rsidRDefault="008B4567" w:rsidP="000B063D">
            <w:pPr>
              <w:rPr>
                <w:rFonts w:cs="Calibri"/>
                <w:b/>
                <w:bCs/>
                <w:sz w:val="22"/>
                <w:szCs w:val="22"/>
                <w:rPrChange w:id="143"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44" w:author="BDT" w:date="2014-03-14T14:55:00Z">
                  <w:rPr>
                    <w:rFonts w:cs="Calibri"/>
                    <w:i/>
                    <w:szCs w:val="24"/>
                    <w:lang w:eastAsia="ko-KR"/>
                  </w:rPr>
                </w:rPrChange>
              </w:rPr>
            </w:pPr>
            <w:r w:rsidRPr="00B675B7">
              <w:rPr>
                <w:rFonts w:cs="Calibri"/>
                <w:sz w:val="22"/>
                <w:szCs w:val="22"/>
                <w:lang w:eastAsia="ko-KR"/>
                <w:rPrChange w:id="145" w:author="BDT" w:date="2014-03-14T14:55:00Z">
                  <w:rPr>
                    <w:rFonts w:cs="Calibri"/>
                    <w:szCs w:val="24"/>
                    <w:lang w:eastAsia="ko-KR"/>
                  </w:rPr>
                </w:rPrChange>
              </w:rPr>
              <w:t>9</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46" w:author="BDT" w:date="2014-03-14T14:55:00Z">
                  <w:rPr>
                    <w:b/>
                    <w:i/>
                    <w:color w:val="000000"/>
                  </w:rPr>
                </w:rPrChange>
              </w:rPr>
            </w:pPr>
            <w:r w:rsidRPr="00B675B7">
              <w:rPr>
                <w:b/>
                <w:bCs/>
                <w:color w:val="000000"/>
                <w:sz w:val="22"/>
                <w:szCs w:val="22"/>
                <w:rPrChange w:id="147" w:author="BDT" w:date="2014-03-14T14:55:00Z">
                  <w:rPr>
                    <w:b/>
                    <w:bCs/>
                    <w:color w:val="000000"/>
                  </w:rPr>
                </w:rPrChange>
              </w:rPr>
              <w:t xml:space="preserve">Proposal to Update </w:t>
            </w:r>
            <w:r w:rsidRPr="00B675B7">
              <w:rPr>
                <w:b/>
                <w:bCs/>
                <w:sz w:val="22"/>
                <w:szCs w:val="22"/>
                <w:rPrChange w:id="148" w:author="BDT" w:date="2014-03-14T14:55:00Z">
                  <w:rPr>
                    <w:b/>
                    <w:bCs/>
                  </w:rPr>
                </w:rPrChange>
              </w:rPr>
              <w:t>the Section 6.1.2 of ITU Strategic Plan Related to Telecommunication Development Sector (ITU-D)</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sz w:val="22"/>
                <w:szCs w:val="22"/>
                <w:rPrChange w:id="149" w:author="BDT" w:date="2014-03-14T14:55:00Z">
                  <w:rPr>
                    <w:i/>
                    <w:sz w:val="20"/>
                  </w:rPr>
                </w:rPrChange>
              </w:rPr>
            </w:pPr>
            <w:r w:rsidRPr="00B675B7">
              <w:rPr>
                <w:sz w:val="22"/>
                <w:szCs w:val="22"/>
                <w:rPrChange w:id="150" w:author="BDT" w:date="2014-03-14T14:55:00Z">
                  <w:rPr>
                    <w:sz w:val="20"/>
                  </w:rPr>
                </w:rPrChange>
              </w:rPr>
              <w:t xml:space="preserve">Having regard to the importance of local content and its role in developing the use of broadband, countries with language and culture barriers, should pay adequate attention to significant proportion of the local content. Therefore, generating local content as an enabler for developing deployment of broadband services and enhancing its penetration, developing E-health, E-learning and E-commerce to satisfy demand for local content and encouraging countries with similar or common culture and language to construct local content, could help the faster continuing access to broadband services. </w:t>
            </w:r>
            <w:r w:rsidRPr="00B675B7">
              <w:rPr>
                <w:rFonts w:eastAsia="Malgun Gothic"/>
                <w:sz w:val="22"/>
                <w:szCs w:val="22"/>
                <w:lang w:eastAsia="ko-KR"/>
                <w:rPrChange w:id="151" w:author="BDT" w:date="2014-03-14T14:55:00Z">
                  <w:rPr>
                    <w:rFonts w:eastAsia="Malgun Gothic"/>
                    <w:sz w:val="20"/>
                    <w:lang w:eastAsia="ko-KR"/>
                  </w:rPr>
                </w:rPrChange>
              </w:rPr>
              <w:t xml:space="preserve">APT Members propose updating </w:t>
            </w:r>
            <w:r w:rsidRPr="00B675B7">
              <w:rPr>
                <w:sz w:val="22"/>
                <w:szCs w:val="22"/>
                <w:rPrChange w:id="152" w:author="BDT" w:date="2014-03-14T14:55:00Z">
                  <w:rPr>
                    <w:sz w:val="20"/>
                  </w:rPr>
                </w:rPrChange>
              </w:rPr>
              <w:t>the section 6.1.2 of ITU Strategic plan related to ITU-D.</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153" w:author="BDT" w:date="2014-03-14T14:55:00Z">
                  <w:rPr>
                    <w:sz w:val="20"/>
                    <w:lang w:eastAsia="ko-KR"/>
                  </w:rPr>
                </w:rPrChange>
              </w:rPr>
            </w:pPr>
            <w:r w:rsidRPr="00B675B7">
              <w:rPr>
                <w:sz w:val="22"/>
                <w:szCs w:val="22"/>
                <w:rPrChange w:id="154" w:author="BDT" w:date="2014-03-14T14:55:00Z">
                  <w:rPr>
                    <w:sz w:val="20"/>
                  </w:rPr>
                </w:rPrChange>
              </w:rPr>
              <w:t>(Ref: PACP-10)</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55" w:author="BDT" w:date="2014-03-14T14:55:00Z">
                  <w:rPr>
                    <w:rFonts w:cs="Calibri"/>
                    <w:b/>
                    <w:bCs/>
                    <w:i/>
                    <w:szCs w:val="24"/>
                  </w:rPr>
                </w:rPrChange>
              </w:rPr>
            </w:pPr>
            <w:r w:rsidRPr="00B675B7">
              <w:rPr>
                <w:rFonts w:cs="Calibri"/>
                <w:b/>
                <w:bCs/>
                <w:sz w:val="22"/>
                <w:szCs w:val="22"/>
                <w:rPrChange w:id="156" w:author="BDT" w:date="2014-03-14T14:55:00Z">
                  <w:rPr>
                    <w:rFonts w:cs="Calibri"/>
                    <w:b/>
                    <w:bCs/>
                    <w:szCs w:val="24"/>
                  </w:rPr>
                </w:rPrChange>
              </w:rPr>
              <w:t>ACP/37/10</w:t>
            </w:r>
          </w:p>
          <w:p w:rsidR="008B4567" w:rsidRPr="00B675B7" w:rsidRDefault="008B4567" w:rsidP="000B063D">
            <w:pPr>
              <w:rPr>
                <w:rFonts w:cs="Calibri"/>
                <w:b/>
                <w:bCs/>
                <w:sz w:val="22"/>
                <w:szCs w:val="22"/>
                <w:rPrChange w:id="157"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58" w:author="BDT" w:date="2014-03-14T14:55:00Z">
                  <w:rPr>
                    <w:rFonts w:cs="Calibri"/>
                    <w:i/>
                    <w:szCs w:val="24"/>
                    <w:lang w:eastAsia="ko-KR"/>
                  </w:rPr>
                </w:rPrChange>
              </w:rPr>
            </w:pPr>
            <w:r w:rsidRPr="00B675B7">
              <w:rPr>
                <w:rFonts w:cs="Calibri"/>
                <w:sz w:val="22"/>
                <w:szCs w:val="22"/>
                <w:lang w:eastAsia="ko-KR"/>
                <w:rPrChange w:id="159" w:author="BDT" w:date="2014-03-14T14:55:00Z">
                  <w:rPr>
                    <w:rFonts w:cs="Calibri"/>
                    <w:szCs w:val="24"/>
                    <w:lang w:eastAsia="ko-KR"/>
                  </w:rPr>
                </w:rPrChange>
              </w:rPr>
              <w:t>9</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160" w:author="BDT" w:date="2014-03-14T14:55:00Z">
                  <w:rPr>
                    <w:b/>
                    <w:i/>
                    <w:color w:val="000000"/>
                  </w:rPr>
                </w:rPrChange>
              </w:rPr>
            </w:pPr>
            <w:r w:rsidRPr="00B675B7">
              <w:rPr>
                <w:b/>
                <w:bCs/>
                <w:color w:val="000000"/>
                <w:sz w:val="22"/>
                <w:szCs w:val="22"/>
                <w:rPrChange w:id="161" w:author="BDT" w:date="2014-03-14T14:55:00Z">
                  <w:rPr>
                    <w:b/>
                    <w:bCs/>
                    <w:color w:val="000000"/>
                  </w:rPr>
                </w:rPrChange>
              </w:rPr>
              <w:t xml:space="preserve">Proposal to Update </w:t>
            </w:r>
            <w:r w:rsidRPr="00B675B7">
              <w:rPr>
                <w:b/>
                <w:bCs/>
                <w:sz w:val="22"/>
                <w:szCs w:val="22"/>
                <w:rPrChange w:id="162" w:author="BDT" w:date="2014-03-14T14:55:00Z">
                  <w:rPr>
                    <w:b/>
                    <w:bCs/>
                  </w:rPr>
                </w:rPrChange>
              </w:rPr>
              <w:t>the Section 6.1.8 of ITU Strategic Plan Related to Telecommunication Development Sector (ITU-D)</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sz w:val="22"/>
                <w:szCs w:val="22"/>
                <w:rPrChange w:id="163" w:author="BDT" w:date="2014-03-14T14:55:00Z">
                  <w:rPr>
                    <w:i/>
                    <w:sz w:val="20"/>
                  </w:rPr>
                </w:rPrChange>
              </w:rPr>
            </w:pPr>
            <w:r w:rsidRPr="00B675B7">
              <w:rPr>
                <w:color w:val="000000"/>
                <w:sz w:val="22"/>
                <w:szCs w:val="22"/>
                <w:rPrChange w:id="164" w:author="BDT" w:date="2014-03-14T14:55:00Z">
                  <w:rPr>
                    <w:color w:val="000000"/>
                    <w:sz w:val="20"/>
                  </w:rPr>
                </w:rPrChange>
              </w:rPr>
              <w:t>In view of the borderless nature of cyber community, APT Members suggest that the ITU-D acknowledge the importance of national legal perspectives for international cooperation in enhancing the reliability and even security in the use of ICTs.  Therefore, APT Members suggest that ITU-D recognize the urgent need for harmonising legal system at a global level for cyber space to address at least most common legal issues, as a high priority to building confidence in the use of telecommunication/ICTs and accordingly the ITU should play a key role to facilitate in this direction.</w:t>
            </w:r>
            <w:r w:rsidRPr="00B675B7">
              <w:rPr>
                <w:sz w:val="22"/>
                <w:szCs w:val="22"/>
                <w:lang w:eastAsia="ko-KR"/>
                <w:rPrChange w:id="165" w:author="BDT" w:date="2014-03-14T14:55:00Z">
                  <w:rPr>
                    <w:lang w:eastAsia="ko-KR"/>
                  </w:rPr>
                </w:rPrChange>
              </w:rPr>
              <w:t xml:space="preserve"> APT Members propose updating </w:t>
            </w:r>
            <w:r w:rsidRPr="00B675B7">
              <w:rPr>
                <w:sz w:val="22"/>
                <w:szCs w:val="22"/>
                <w:rPrChange w:id="166" w:author="BDT" w:date="2014-03-14T14:55:00Z">
                  <w:rPr>
                    <w:sz w:val="20"/>
                  </w:rPr>
                </w:rPrChange>
              </w:rPr>
              <w:t>the section 6.1.8 of ITU Strategic plan related to ITU-D</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167" w:author="BDT" w:date="2014-03-14T14:55:00Z">
                  <w:rPr>
                    <w:sz w:val="20"/>
                    <w:lang w:eastAsia="ko-KR"/>
                  </w:rPr>
                </w:rPrChange>
              </w:rPr>
            </w:pPr>
            <w:r w:rsidRPr="00B675B7">
              <w:rPr>
                <w:sz w:val="22"/>
                <w:szCs w:val="22"/>
                <w:rPrChange w:id="168" w:author="BDT" w:date="2014-03-14T14:55:00Z">
                  <w:rPr>
                    <w:sz w:val="20"/>
                  </w:rPr>
                </w:rPrChange>
              </w:rPr>
              <w:t>(Ref: PACP-09)</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69" w:author="BDT" w:date="2014-03-14T14:55:00Z">
                  <w:rPr>
                    <w:rFonts w:cs="Calibri"/>
                    <w:b/>
                    <w:bCs/>
                    <w:i/>
                    <w:szCs w:val="24"/>
                  </w:rPr>
                </w:rPrChange>
              </w:rPr>
            </w:pPr>
            <w:r w:rsidRPr="00B675B7">
              <w:rPr>
                <w:rFonts w:cs="Calibri"/>
                <w:b/>
                <w:bCs/>
                <w:sz w:val="22"/>
                <w:szCs w:val="22"/>
                <w:rPrChange w:id="170" w:author="BDT" w:date="2014-03-14T14:55:00Z">
                  <w:rPr>
                    <w:rFonts w:cs="Calibri"/>
                    <w:b/>
                    <w:bCs/>
                    <w:szCs w:val="24"/>
                  </w:rPr>
                </w:rPrChange>
              </w:rPr>
              <w:t>ACP/37/11</w:t>
            </w:r>
          </w:p>
          <w:p w:rsidR="008B4567" w:rsidRPr="00B675B7" w:rsidRDefault="008B4567" w:rsidP="000B063D">
            <w:pPr>
              <w:rPr>
                <w:rFonts w:cs="Calibri"/>
                <w:b/>
                <w:bCs/>
                <w:sz w:val="22"/>
                <w:szCs w:val="22"/>
                <w:rPrChange w:id="171"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72" w:author="BDT" w:date="2014-03-14T14:55:00Z">
                  <w:rPr>
                    <w:rFonts w:cs="Calibri"/>
                    <w:i/>
                    <w:szCs w:val="24"/>
                    <w:lang w:eastAsia="ko-KR"/>
                  </w:rPr>
                </w:rPrChange>
              </w:rPr>
            </w:pPr>
            <w:r w:rsidRPr="00B675B7">
              <w:rPr>
                <w:rFonts w:cs="Calibri"/>
                <w:sz w:val="22"/>
                <w:szCs w:val="22"/>
                <w:lang w:eastAsia="ko-KR"/>
                <w:rPrChange w:id="173" w:author="BDT" w:date="2014-03-14T14:55:00Z">
                  <w:rPr>
                    <w:rFonts w:cs="Calibri"/>
                    <w:szCs w:val="24"/>
                    <w:lang w:eastAsia="ko-KR"/>
                  </w:rPr>
                </w:rPrChange>
              </w:rPr>
              <w:t>10</w:t>
            </w:r>
          </w:p>
        </w:tc>
        <w:tc>
          <w:tcPr>
            <w:tcW w:w="5798" w:type="dxa"/>
            <w:shd w:val="clear" w:color="auto" w:fill="auto"/>
          </w:tcPr>
          <w:p w:rsidR="008B4567" w:rsidRPr="00B675B7" w:rsidRDefault="008B4567" w:rsidP="000B063D">
            <w:pPr>
              <w:tabs>
                <w:tab w:val="left" w:pos="0"/>
              </w:tabs>
              <w:rPr>
                <w:b/>
                <w:iCs/>
                <w:sz w:val="22"/>
                <w:szCs w:val="22"/>
                <w:rPrChange w:id="174" w:author="BDT" w:date="2014-03-14T14:55:00Z">
                  <w:rPr>
                    <w:b/>
                    <w:i/>
                    <w:iCs/>
                  </w:rPr>
                </w:rPrChange>
              </w:rPr>
            </w:pPr>
            <w:r w:rsidRPr="00B675B7">
              <w:rPr>
                <w:rFonts w:eastAsia="MS Mincho"/>
                <w:b/>
                <w:bCs/>
                <w:sz w:val="22"/>
                <w:szCs w:val="22"/>
                <w:lang w:eastAsia="ja-JP"/>
                <w:rPrChange w:id="175" w:author="BDT" w:date="2014-03-14T14:55:00Z">
                  <w:rPr>
                    <w:rFonts w:eastAsia="MS Mincho"/>
                    <w:b/>
                    <w:bCs/>
                    <w:szCs w:val="22"/>
                    <w:lang w:eastAsia="ja-JP"/>
                  </w:rPr>
                </w:rPrChange>
              </w:rPr>
              <w:t>Issues related to Programme 1</w:t>
            </w:r>
          </w:p>
          <w:p w:rsidR="008B4567" w:rsidRPr="00B675B7" w:rsidRDefault="008B4567" w:rsidP="000B063D">
            <w:pPr>
              <w:tabs>
                <w:tab w:val="left" w:pos="0"/>
              </w:tabs>
              <w:rPr>
                <w:bCs/>
                <w:iCs/>
                <w:sz w:val="22"/>
                <w:szCs w:val="22"/>
                <w:rPrChange w:id="176" w:author="BDT" w:date="2014-03-14T14:55:00Z">
                  <w:rPr>
                    <w:b/>
                    <w:iCs/>
                  </w:rPr>
                </w:rPrChange>
              </w:rPr>
            </w:pPr>
            <w:r w:rsidRPr="00B675B7">
              <w:rPr>
                <w:bCs/>
                <w:iCs/>
                <w:sz w:val="22"/>
                <w:szCs w:val="22"/>
                <w:rPrChange w:id="177" w:author="BDT" w:date="2014-03-14T14:55:00Z">
                  <w:rPr>
                    <w:b/>
                    <w:iCs/>
                  </w:rPr>
                </w:rPrChange>
              </w:rPr>
              <w:t>MOD 3.6</w:t>
            </w:r>
            <w:r w:rsidRPr="00B675B7">
              <w:rPr>
                <w:bCs/>
                <w:iCs/>
                <w:sz w:val="22"/>
                <w:szCs w:val="22"/>
                <w:rPrChange w:id="178" w:author="BDT" w:date="2014-03-14T14:55:00Z">
                  <w:rPr>
                    <w:b/>
                    <w:iCs/>
                  </w:rPr>
                </w:rPrChange>
              </w:rPr>
              <w:tab/>
              <w:t>Rural communications</w:t>
            </w:r>
          </w:p>
          <w:p w:rsidR="008B4567" w:rsidRPr="00B675B7" w:rsidRDefault="008B4567" w:rsidP="000B063D">
            <w:pPr>
              <w:tabs>
                <w:tab w:val="left" w:pos="0"/>
              </w:tabs>
              <w:rPr>
                <w:b/>
                <w:color w:val="000000"/>
                <w:sz w:val="22"/>
                <w:szCs w:val="22"/>
                <w:rPrChange w:id="179" w:author="BDT" w:date="2014-03-14T14:55:00Z">
                  <w:rPr>
                    <w:b/>
                    <w:color w:val="000000"/>
                  </w:rPr>
                </w:rPrChange>
              </w:rPr>
            </w:pPr>
          </w:p>
        </w:tc>
        <w:tc>
          <w:tcPr>
            <w:tcW w:w="6644" w:type="dxa"/>
            <w:shd w:val="clear" w:color="auto" w:fill="auto"/>
          </w:tcPr>
          <w:p w:rsidR="008B4567" w:rsidRPr="00B675B7" w:rsidRDefault="008B4567" w:rsidP="000B063D">
            <w:pPr>
              <w:tabs>
                <w:tab w:val="left" w:pos="720"/>
              </w:tabs>
              <w:jc w:val="both"/>
              <w:rPr>
                <w:sz w:val="22"/>
                <w:szCs w:val="22"/>
                <w:rPrChange w:id="180" w:author="BDT" w:date="2014-03-14T14:55:00Z">
                  <w:rPr>
                    <w:i/>
                    <w:sz w:val="20"/>
                  </w:rPr>
                </w:rPrChange>
              </w:rPr>
            </w:pPr>
            <w:r w:rsidRPr="00B675B7">
              <w:rPr>
                <w:bCs/>
                <w:color w:val="000000"/>
                <w:sz w:val="22"/>
                <w:szCs w:val="22"/>
                <w:rPrChange w:id="181" w:author="BDT" w:date="2014-03-14T14:55:00Z">
                  <w:rPr>
                    <w:bCs/>
                    <w:color w:val="000000"/>
                    <w:sz w:val="20"/>
                  </w:rPr>
                </w:rPrChange>
              </w:rPr>
              <w:t xml:space="preserve">In this proposal APT Members suggest assisting and supporting developing countries to research and assess difficulties and challenges in the operation and maintenance of multipurpose community </w:t>
            </w:r>
            <w:proofErr w:type="spellStart"/>
            <w:r>
              <w:rPr>
                <w:bCs/>
                <w:color w:val="000000"/>
                <w:sz w:val="22"/>
                <w:szCs w:val="22"/>
              </w:rPr>
              <w:t>telecentres</w:t>
            </w:r>
            <w:proofErr w:type="spellEnd"/>
            <w:r w:rsidRPr="00B675B7">
              <w:rPr>
                <w:bCs/>
                <w:color w:val="000000"/>
                <w:sz w:val="22"/>
                <w:szCs w:val="22"/>
                <w:rPrChange w:id="182" w:author="BDT" w:date="2014-03-14T14:55:00Z">
                  <w:rPr>
                    <w:bCs/>
                    <w:color w:val="000000"/>
                    <w:sz w:val="20"/>
                  </w:rPr>
                </w:rPrChange>
              </w:rPr>
              <w:t xml:space="preserve"> in rural and remote areas with a view to </w:t>
            </w:r>
            <w:r w:rsidRPr="00B675B7">
              <w:rPr>
                <w:rStyle w:val="hps"/>
                <w:sz w:val="22"/>
                <w:szCs w:val="22"/>
                <w:rPrChange w:id="183" w:author="BDT" w:date="2014-03-14T14:55:00Z">
                  <w:rPr>
                    <w:rStyle w:val="hps"/>
                    <w:sz w:val="20"/>
                  </w:rPr>
                </w:rPrChange>
              </w:rPr>
              <w:t>advise</w:t>
            </w:r>
            <w:r w:rsidRPr="00B675B7">
              <w:rPr>
                <w:sz w:val="22"/>
                <w:szCs w:val="22"/>
                <w:rPrChange w:id="184" w:author="BDT" w:date="2014-03-14T14:55:00Z">
                  <w:rPr>
                    <w:sz w:val="20"/>
                  </w:rPr>
                </w:rPrChange>
              </w:rPr>
              <w:t xml:space="preserve"> </w:t>
            </w:r>
            <w:r w:rsidRPr="00B675B7">
              <w:rPr>
                <w:rStyle w:val="hps"/>
                <w:sz w:val="22"/>
                <w:szCs w:val="22"/>
                <w:rPrChange w:id="185" w:author="BDT" w:date="2014-03-14T14:55:00Z">
                  <w:rPr>
                    <w:rStyle w:val="hps"/>
                    <w:sz w:val="20"/>
                  </w:rPr>
                </w:rPrChange>
              </w:rPr>
              <w:t>developing countries</w:t>
            </w:r>
            <w:r w:rsidRPr="00B675B7">
              <w:rPr>
                <w:sz w:val="22"/>
                <w:szCs w:val="22"/>
                <w:rPrChange w:id="186" w:author="BDT" w:date="2014-03-14T14:55:00Z">
                  <w:rPr>
                    <w:sz w:val="20"/>
                  </w:rPr>
                </w:rPrChange>
              </w:rPr>
              <w:t xml:space="preserve"> </w:t>
            </w:r>
            <w:r w:rsidRPr="00B675B7">
              <w:rPr>
                <w:rStyle w:val="hps"/>
                <w:sz w:val="22"/>
                <w:szCs w:val="22"/>
                <w:rPrChange w:id="187" w:author="BDT" w:date="2014-03-14T14:55:00Z">
                  <w:rPr>
                    <w:rStyle w:val="hps"/>
                    <w:sz w:val="20"/>
                  </w:rPr>
                </w:rPrChange>
              </w:rPr>
              <w:t>on</w:t>
            </w:r>
            <w:r w:rsidRPr="00B675B7">
              <w:rPr>
                <w:sz w:val="22"/>
                <w:szCs w:val="22"/>
                <w:rPrChange w:id="188" w:author="BDT" w:date="2014-03-14T14:55:00Z">
                  <w:rPr>
                    <w:sz w:val="20"/>
                  </w:rPr>
                </w:rPrChange>
              </w:rPr>
              <w:t xml:space="preserve"> </w:t>
            </w:r>
            <w:r w:rsidRPr="00B675B7">
              <w:rPr>
                <w:rStyle w:val="hps"/>
                <w:sz w:val="22"/>
                <w:szCs w:val="22"/>
                <w:rPrChange w:id="189" w:author="BDT" w:date="2014-03-14T14:55:00Z">
                  <w:rPr>
                    <w:rStyle w:val="hps"/>
                    <w:sz w:val="20"/>
                  </w:rPr>
                </w:rPrChange>
              </w:rPr>
              <w:t>models of</w:t>
            </w:r>
            <w:r w:rsidRPr="00B675B7">
              <w:rPr>
                <w:sz w:val="22"/>
                <w:szCs w:val="22"/>
                <w:rPrChange w:id="190" w:author="BDT" w:date="2014-03-14T14:55:00Z">
                  <w:rPr>
                    <w:sz w:val="20"/>
                  </w:rPr>
                </w:rPrChange>
              </w:rPr>
              <w:t xml:space="preserve"> multipurpose community </w:t>
            </w:r>
            <w:proofErr w:type="spellStart"/>
            <w:r w:rsidRPr="00B675B7">
              <w:rPr>
                <w:sz w:val="22"/>
                <w:szCs w:val="22"/>
                <w:rPrChange w:id="191" w:author="BDT" w:date="2014-03-14T14:55:00Z">
                  <w:rPr>
                    <w:sz w:val="20"/>
                  </w:rPr>
                </w:rPrChange>
              </w:rPr>
              <w:t>telecenter</w:t>
            </w:r>
            <w:proofErr w:type="spellEnd"/>
            <w:r w:rsidRPr="00B675B7">
              <w:rPr>
                <w:sz w:val="22"/>
                <w:szCs w:val="22"/>
                <w:rPrChange w:id="192" w:author="BDT" w:date="2014-03-14T14:55:00Z">
                  <w:rPr>
                    <w:sz w:val="20"/>
                  </w:rPr>
                </w:rPrChange>
              </w:rPr>
              <w:t>, including digital inclusion, in rural and remote areas in accordance with local circumstances.</w:t>
            </w:r>
          </w:p>
          <w:p w:rsidR="008B4567" w:rsidRPr="00B675B7" w:rsidRDefault="008B4567" w:rsidP="000B063D">
            <w:pPr>
              <w:tabs>
                <w:tab w:val="left" w:pos="720"/>
              </w:tabs>
              <w:jc w:val="both"/>
              <w:rPr>
                <w:bCs/>
                <w:sz w:val="22"/>
                <w:szCs w:val="22"/>
                <w:rPrChange w:id="193" w:author="BDT" w:date="2014-03-14T14:55:00Z">
                  <w:rPr>
                    <w:bCs/>
                    <w:szCs w:val="24"/>
                  </w:rPr>
                </w:rPrChange>
              </w:rPr>
            </w:pPr>
            <w:r w:rsidRPr="00B675B7">
              <w:rPr>
                <w:sz w:val="22"/>
                <w:szCs w:val="22"/>
                <w:rPrChange w:id="194" w:author="BDT" w:date="2014-03-14T14:55:00Z">
                  <w:rPr>
                    <w:sz w:val="20"/>
                  </w:rPr>
                </w:rPrChange>
              </w:rPr>
              <w:t>(Ref: PACP-12)</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195" w:author="BDT" w:date="2014-03-14T14:55:00Z">
                  <w:rPr>
                    <w:rFonts w:cs="Calibri"/>
                    <w:b/>
                    <w:bCs/>
                    <w:i/>
                    <w:szCs w:val="24"/>
                  </w:rPr>
                </w:rPrChange>
              </w:rPr>
            </w:pPr>
            <w:r w:rsidRPr="00B675B7">
              <w:rPr>
                <w:rFonts w:cs="Calibri"/>
                <w:b/>
                <w:bCs/>
                <w:sz w:val="22"/>
                <w:szCs w:val="22"/>
                <w:rPrChange w:id="196" w:author="BDT" w:date="2014-03-14T14:55:00Z">
                  <w:rPr>
                    <w:rFonts w:cs="Calibri"/>
                    <w:b/>
                    <w:bCs/>
                    <w:szCs w:val="24"/>
                  </w:rPr>
                </w:rPrChange>
              </w:rPr>
              <w:t>ACP/37/12</w:t>
            </w:r>
          </w:p>
          <w:p w:rsidR="008B4567" w:rsidRPr="00B675B7" w:rsidRDefault="008B4567" w:rsidP="000B063D">
            <w:pPr>
              <w:rPr>
                <w:rFonts w:cs="Calibri"/>
                <w:b/>
                <w:bCs/>
                <w:sz w:val="22"/>
                <w:szCs w:val="22"/>
                <w:rPrChange w:id="197"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198" w:author="BDT" w:date="2014-03-14T14:55:00Z">
                  <w:rPr>
                    <w:rFonts w:cs="Calibri"/>
                    <w:i/>
                    <w:szCs w:val="24"/>
                    <w:lang w:eastAsia="ko-KR"/>
                  </w:rPr>
                </w:rPrChange>
              </w:rPr>
            </w:pPr>
            <w:r w:rsidRPr="00B675B7">
              <w:rPr>
                <w:rFonts w:cs="Calibri"/>
                <w:sz w:val="22"/>
                <w:szCs w:val="22"/>
                <w:lang w:eastAsia="ko-KR"/>
                <w:rPrChange w:id="199" w:author="BDT" w:date="2014-03-14T14:55:00Z">
                  <w:rPr>
                    <w:rFonts w:cs="Calibri"/>
                    <w:szCs w:val="24"/>
                    <w:lang w:eastAsia="ko-KR"/>
                  </w:rPr>
                </w:rPrChange>
              </w:rPr>
              <w:t>10</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sz w:val="22"/>
                <w:szCs w:val="22"/>
                <w:rPrChange w:id="200" w:author="BDT" w:date="2014-03-14T14:55:00Z">
                  <w:rPr>
                    <w:b/>
                    <w:i/>
                    <w:sz w:val="20"/>
                  </w:rPr>
                </w:rPrChange>
              </w:rPr>
            </w:pPr>
            <w:r w:rsidRPr="00B675B7">
              <w:rPr>
                <w:rFonts w:eastAsia="MS Mincho"/>
                <w:b/>
                <w:bCs/>
                <w:sz w:val="22"/>
                <w:szCs w:val="22"/>
                <w:lang w:eastAsia="ja-JP"/>
                <w:rPrChange w:id="201" w:author="BDT" w:date="2014-03-14T14:55:00Z">
                  <w:rPr>
                    <w:rFonts w:eastAsia="MS Mincho"/>
                    <w:b/>
                    <w:bCs/>
                    <w:szCs w:val="22"/>
                    <w:lang w:eastAsia="ja-JP"/>
                  </w:rPr>
                </w:rPrChange>
              </w:rPr>
              <w:t>Issues related to Programme 1</w:t>
            </w:r>
            <w:r w:rsidRPr="00B675B7">
              <w:rPr>
                <w:b/>
                <w:sz w:val="22"/>
                <w:szCs w:val="22"/>
                <w:rPrChange w:id="202" w:author="BDT" w:date="2014-03-14T14:55:00Z">
                  <w:rPr>
                    <w:b/>
                    <w:sz w:val="20"/>
                  </w:rPr>
                </w:rPrChange>
              </w:rPr>
              <w:t xml:space="preserve"> </w:t>
            </w:r>
          </w:p>
          <w:p w:rsidR="008B4567" w:rsidRPr="00B675B7" w:rsidRDefault="008B4567" w:rsidP="000B063D">
            <w:pPr>
              <w:tabs>
                <w:tab w:val="left" w:pos="567"/>
                <w:tab w:val="left" w:pos="1134"/>
                <w:tab w:val="left" w:pos="1701"/>
                <w:tab w:val="left" w:pos="1871"/>
                <w:tab w:val="left" w:pos="2268"/>
                <w:tab w:val="left" w:pos="2835"/>
              </w:tabs>
              <w:rPr>
                <w:bCs/>
                <w:color w:val="000000"/>
                <w:sz w:val="22"/>
                <w:szCs w:val="22"/>
                <w:rPrChange w:id="203" w:author="BDT" w:date="2014-03-14T14:55:00Z">
                  <w:rPr>
                    <w:b/>
                    <w:color w:val="000000"/>
                  </w:rPr>
                </w:rPrChange>
              </w:rPr>
            </w:pPr>
            <w:r w:rsidRPr="00B675B7">
              <w:rPr>
                <w:bCs/>
                <w:sz w:val="22"/>
                <w:szCs w:val="22"/>
                <w:rPrChange w:id="204" w:author="BDT" w:date="2014-03-14T14:55:00Z">
                  <w:rPr>
                    <w:b/>
                    <w:sz w:val="20"/>
                  </w:rPr>
                </w:rPrChange>
              </w:rPr>
              <w:t>ADD 3.8 – Cloud Computing</w:t>
            </w:r>
          </w:p>
        </w:tc>
        <w:tc>
          <w:tcPr>
            <w:tcW w:w="6644" w:type="dxa"/>
            <w:shd w:val="clear" w:color="auto" w:fill="auto"/>
          </w:tcPr>
          <w:p w:rsidR="008B4567" w:rsidRPr="00B675B7" w:rsidRDefault="008B4567" w:rsidP="000B063D">
            <w:pPr>
              <w:jc w:val="both"/>
              <w:rPr>
                <w:bCs/>
                <w:sz w:val="22"/>
                <w:szCs w:val="22"/>
                <w:rPrChange w:id="205" w:author="BDT" w:date="2014-03-14T14:55:00Z">
                  <w:rPr>
                    <w:bCs/>
                    <w:i/>
                    <w:sz w:val="20"/>
                  </w:rPr>
                </w:rPrChange>
              </w:rPr>
            </w:pPr>
            <w:r w:rsidRPr="00B675B7">
              <w:rPr>
                <w:bCs/>
                <w:sz w:val="22"/>
                <w:szCs w:val="22"/>
                <w:rPrChange w:id="206" w:author="BDT" w:date="2014-03-14T14:55:00Z">
                  <w:rPr>
                    <w:bCs/>
                    <w:sz w:val="20"/>
                  </w:rPr>
                </w:rPrChange>
              </w:rPr>
              <w:t xml:space="preserve">Cloud computing offers several benefits for businesses and consumers. It is widely agreed to be the key to future of IT. The key barriers to the faster development are sovereignty issues, security and protection of data, privacy, interoperability, Quality of service and the associated legal and regulatory issues. Many of these cannot be addressed in isolation by an individual country. </w:t>
            </w:r>
            <w:r w:rsidRPr="00B675B7">
              <w:rPr>
                <w:color w:val="000000"/>
                <w:sz w:val="22"/>
                <w:szCs w:val="22"/>
                <w:rPrChange w:id="207" w:author="BDT" w:date="2014-03-14T14:55:00Z">
                  <w:rPr>
                    <w:color w:val="000000"/>
                    <w:sz w:val="20"/>
                  </w:rPr>
                </w:rPrChange>
              </w:rPr>
              <w:t>Promotion of regional cooperation in development of cloud based services may help in accelerating the evolution of best practice</w:t>
            </w:r>
            <w:r w:rsidRPr="00B675B7">
              <w:rPr>
                <w:strike/>
                <w:color w:val="000000"/>
                <w:sz w:val="22"/>
                <w:szCs w:val="22"/>
                <w:rPrChange w:id="208" w:author="BDT" w:date="2014-03-14T14:55:00Z">
                  <w:rPr>
                    <w:strike/>
                    <w:color w:val="000000"/>
                    <w:sz w:val="20"/>
                  </w:rPr>
                </w:rPrChange>
              </w:rPr>
              <w:t>s</w:t>
            </w:r>
            <w:r w:rsidRPr="00B675B7">
              <w:rPr>
                <w:color w:val="000000"/>
                <w:sz w:val="22"/>
                <w:szCs w:val="22"/>
                <w:rPrChange w:id="209" w:author="BDT" w:date="2014-03-14T14:55:00Z">
                  <w:rPr>
                    <w:color w:val="000000"/>
                    <w:sz w:val="20"/>
                  </w:rPr>
                </w:rPrChange>
              </w:rPr>
              <w:t xml:space="preserve"> to facilitate growth and make benefits of cloud computing accessible to a wider audience. </w:t>
            </w:r>
          </w:p>
          <w:p w:rsidR="008B4567" w:rsidRPr="00B675B7" w:rsidRDefault="008B4567" w:rsidP="000B063D">
            <w:pPr>
              <w:jc w:val="both"/>
              <w:rPr>
                <w:bCs/>
                <w:sz w:val="22"/>
                <w:szCs w:val="22"/>
                <w:rPrChange w:id="210" w:author="BDT" w:date="2014-03-14T14:55:00Z">
                  <w:rPr>
                    <w:bCs/>
                    <w:sz w:val="20"/>
                  </w:rPr>
                </w:rPrChange>
              </w:rPr>
            </w:pPr>
            <w:r w:rsidRPr="00B675B7">
              <w:rPr>
                <w:bCs/>
                <w:sz w:val="22"/>
                <w:szCs w:val="22"/>
                <w:rPrChange w:id="211" w:author="BDT" w:date="2014-03-14T14:55:00Z">
                  <w:rPr>
                    <w:bCs/>
                    <w:sz w:val="20"/>
                  </w:rPr>
                </w:rPrChange>
              </w:rPr>
              <w:t>APT Members propose the issues relating to regional cooperation to promote cloud computing in the region and issues relating to regional cooperation in leveraging benefits of telecom/ICT in other sectors such as m-banking, m-education, m-health etc. as different programmes.</w:t>
            </w:r>
          </w:p>
          <w:p w:rsidR="008B4567" w:rsidRPr="00B675B7" w:rsidRDefault="008B4567" w:rsidP="000B063D">
            <w:pPr>
              <w:jc w:val="both"/>
              <w:rPr>
                <w:b/>
                <w:sz w:val="22"/>
                <w:szCs w:val="22"/>
                <w:rPrChange w:id="212" w:author="BDT" w:date="2014-03-14T14:55:00Z">
                  <w:rPr>
                    <w:b/>
                    <w:szCs w:val="24"/>
                  </w:rPr>
                </w:rPrChange>
              </w:rPr>
            </w:pPr>
            <w:r w:rsidRPr="00B675B7">
              <w:rPr>
                <w:sz w:val="22"/>
                <w:szCs w:val="22"/>
                <w:rPrChange w:id="213" w:author="BDT" w:date="2014-03-14T14:55:00Z">
                  <w:rPr>
                    <w:sz w:val="20"/>
                  </w:rPr>
                </w:rPrChange>
              </w:rPr>
              <w:t>(Ref: PACP-11)</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14" w:author="BDT" w:date="2014-03-14T14:55:00Z">
                  <w:rPr>
                    <w:rFonts w:cs="Calibri"/>
                    <w:b/>
                    <w:bCs/>
                    <w:i/>
                    <w:szCs w:val="24"/>
                  </w:rPr>
                </w:rPrChange>
              </w:rPr>
            </w:pPr>
            <w:r w:rsidRPr="00B675B7">
              <w:rPr>
                <w:rFonts w:cs="Calibri"/>
                <w:b/>
                <w:bCs/>
                <w:sz w:val="22"/>
                <w:szCs w:val="22"/>
                <w:rPrChange w:id="215" w:author="BDT" w:date="2014-03-14T14:55:00Z">
                  <w:rPr>
                    <w:rFonts w:cs="Calibri"/>
                    <w:b/>
                    <w:bCs/>
                    <w:szCs w:val="24"/>
                  </w:rPr>
                </w:rPrChange>
              </w:rPr>
              <w:t>ACP/37/13</w:t>
            </w:r>
          </w:p>
          <w:p w:rsidR="008B4567" w:rsidRPr="00B675B7" w:rsidRDefault="008B4567" w:rsidP="000B063D">
            <w:pPr>
              <w:rPr>
                <w:rFonts w:cs="Calibri"/>
                <w:b/>
                <w:bCs/>
                <w:sz w:val="22"/>
                <w:szCs w:val="22"/>
                <w:rPrChange w:id="216"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17" w:author="BDT" w:date="2014-03-14T14:55:00Z">
                  <w:rPr>
                    <w:rFonts w:cs="Calibri"/>
                    <w:i/>
                    <w:szCs w:val="24"/>
                    <w:lang w:eastAsia="ko-KR"/>
                  </w:rPr>
                </w:rPrChange>
              </w:rPr>
            </w:pPr>
            <w:r w:rsidRPr="00B675B7">
              <w:rPr>
                <w:rFonts w:cs="Calibri"/>
                <w:sz w:val="22"/>
                <w:szCs w:val="22"/>
                <w:lang w:eastAsia="ko-KR"/>
                <w:rPrChange w:id="218" w:author="BDT" w:date="2014-03-14T14:55:00Z">
                  <w:rPr>
                    <w:rFonts w:cs="Calibri"/>
                    <w:szCs w:val="24"/>
                    <w:lang w:eastAsia="ko-KR"/>
                  </w:rPr>
                </w:rPrChange>
              </w:rPr>
              <w:t>10</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rFonts w:eastAsia="MS Mincho"/>
                <w:b/>
                <w:bCs/>
                <w:sz w:val="22"/>
                <w:szCs w:val="22"/>
                <w:lang w:eastAsia="ja-JP"/>
                <w:rPrChange w:id="219" w:author="BDT" w:date="2014-03-14T14:55:00Z">
                  <w:rPr>
                    <w:rFonts w:eastAsia="MS Mincho"/>
                    <w:b/>
                    <w:bCs/>
                    <w:i/>
                    <w:szCs w:val="22"/>
                    <w:lang w:eastAsia="ja-JP"/>
                  </w:rPr>
                </w:rPrChange>
              </w:rPr>
            </w:pPr>
            <w:r w:rsidRPr="00B675B7">
              <w:rPr>
                <w:rFonts w:eastAsia="MS Mincho"/>
                <w:b/>
                <w:bCs/>
                <w:sz w:val="22"/>
                <w:szCs w:val="22"/>
                <w:lang w:eastAsia="ja-JP"/>
                <w:rPrChange w:id="220" w:author="BDT" w:date="2014-03-14T14:55:00Z">
                  <w:rPr>
                    <w:rFonts w:eastAsia="MS Mincho"/>
                    <w:b/>
                    <w:bCs/>
                    <w:szCs w:val="22"/>
                    <w:lang w:eastAsia="ja-JP"/>
                  </w:rPr>
                </w:rPrChange>
              </w:rPr>
              <w:t>Issues related to Programme 2</w:t>
            </w:r>
          </w:p>
          <w:p w:rsidR="008B4567" w:rsidRPr="00B675B7" w:rsidRDefault="008B4567" w:rsidP="000B063D">
            <w:pPr>
              <w:tabs>
                <w:tab w:val="left" w:pos="835"/>
              </w:tabs>
              <w:spacing w:before="180"/>
              <w:rPr>
                <w:sz w:val="22"/>
                <w:szCs w:val="22"/>
                <w:rPrChange w:id="221" w:author="BDT" w:date="2014-03-14T14:55:00Z">
                  <w:rPr>
                    <w:b/>
                    <w:bCs/>
                  </w:rPr>
                </w:rPrChange>
              </w:rPr>
            </w:pPr>
            <w:r w:rsidRPr="00B675B7">
              <w:rPr>
                <w:sz w:val="22"/>
                <w:szCs w:val="22"/>
                <w:rPrChange w:id="222" w:author="BDT" w:date="2014-03-14T14:55:00Z">
                  <w:rPr>
                    <w:b/>
                    <w:bCs/>
                  </w:rPr>
                </w:rPrChange>
              </w:rPr>
              <w:t>MOD 3.1</w:t>
            </w:r>
            <w:r w:rsidRPr="00B675B7">
              <w:rPr>
                <w:sz w:val="22"/>
                <w:szCs w:val="22"/>
                <w:rPrChange w:id="223" w:author="BDT" w:date="2014-03-14T14:55:00Z">
                  <w:rPr>
                    <w:b/>
                    <w:bCs/>
                  </w:rPr>
                </w:rPrChange>
              </w:rPr>
              <w:tab/>
              <w:t>ICT applications and services</w:t>
            </w:r>
          </w:p>
          <w:p w:rsidR="008B4567" w:rsidRPr="00B675B7" w:rsidRDefault="008B4567" w:rsidP="000B063D">
            <w:pPr>
              <w:tabs>
                <w:tab w:val="left" w:pos="835"/>
              </w:tabs>
              <w:spacing w:before="180"/>
              <w:rPr>
                <w:b/>
                <w:bCs/>
                <w:sz w:val="22"/>
                <w:szCs w:val="22"/>
                <w:rPrChange w:id="224" w:author="BDT" w:date="2014-03-14T14:55:00Z">
                  <w:rPr>
                    <w:b/>
                    <w:bCs/>
                  </w:rPr>
                </w:rPrChange>
              </w:rPr>
            </w:pPr>
          </w:p>
        </w:tc>
        <w:tc>
          <w:tcPr>
            <w:tcW w:w="6644" w:type="dxa"/>
            <w:shd w:val="clear" w:color="auto" w:fill="auto"/>
          </w:tcPr>
          <w:p w:rsidR="008B4567" w:rsidRPr="00B675B7" w:rsidRDefault="008B4567" w:rsidP="000B063D">
            <w:pPr>
              <w:jc w:val="both"/>
              <w:rPr>
                <w:bCs/>
                <w:sz w:val="22"/>
                <w:szCs w:val="22"/>
                <w:rPrChange w:id="225" w:author="BDT" w:date="2014-03-14T14:55:00Z">
                  <w:rPr>
                    <w:bCs/>
                    <w:i/>
                    <w:sz w:val="20"/>
                  </w:rPr>
                </w:rPrChange>
              </w:rPr>
            </w:pPr>
            <w:r w:rsidRPr="00B675B7">
              <w:rPr>
                <w:bCs/>
                <w:sz w:val="22"/>
                <w:szCs w:val="22"/>
                <w:lang w:eastAsia="ko-KR"/>
                <w:rPrChange w:id="226" w:author="BDT" w:date="2014-03-14T14:55:00Z">
                  <w:rPr>
                    <w:bCs/>
                    <w:sz w:val="20"/>
                    <w:lang w:eastAsia="ko-KR"/>
                  </w:rPr>
                </w:rPrChange>
              </w:rPr>
              <w:t xml:space="preserve">This ACP proposes modifications in Section 3.1.1 related to the ICT application and services in Priority Areas  of Program 2: </w:t>
            </w:r>
            <w:r w:rsidRPr="00B675B7">
              <w:rPr>
                <w:bCs/>
                <w:sz w:val="22"/>
                <w:szCs w:val="22"/>
                <w:rPrChange w:id="227" w:author="BDT" w:date="2014-03-14T14:55:00Z">
                  <w:rPr>
                    <w:bCs/>
                    <w:sz w:val="20"/>
                  </w:rPr>
                </w:rPrChange>
              </w:rPr>
              <w:t>Programme on cybersecurity, ICT applications and IP-based network-related issues</w:t>
            </w:r>
          </w:p>
          <w:p w:rsidR="008B4567" w:rsidRPr="00B675B7" w:rsidRDefault="008B4567" w:rsidP="000B063D">
            <w:pPr>
              <w:jc w:val="both"/>
              <w:rPr>
                <w:bCs/>
                <w:sz w:val="22"/>
                <w:szCs w:val="22"/>
                <w:highlight w:val="yellow"/>
                <w:lang w:eastAsia="ko-KR"/>
                <w:rPrChange w:id="228" w:author="BDT" w:date="2014-03-14T14:55:00Z">
                  <w:rPr>
                    <w:bCs/>
                    <w:sz w:val="20"/>
                    <w:highlight w:val="yellow"/>
                    <w:lang w:eastAsia="ko-KR"/>
                  </w:rPr>
                </w:rPrChange>
              </w:rPr>
            </w:pPr>
            <w:r w:rsidRPr="00B675B7">
              <w:rPr>
                <w:sz w:val="22"/>
                <w:szCs w:val="22"/>
                <w:rPrChange w:id="229" w:author="BDT" w:date="2014-03-14T14:55:00Z">
                  <w:rPr>
                    <w:sz w:val="20"/>
                  </w:rPr>
                </w:rPrChange>
              </w:rPr>
              <w:t>(Ref: PACP-11)</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30" w:author="BDT" w:date="2014-03-14T14:55:00Z">
                  <w:rPr>
                    <w:rFonts w:cs="Calibri"/>
                    <w:b/>
                    <w:bCs/>
                    <w:i/>
                    <w:szCs w:val="24"/>
                  </w:rPr>
                </w:rPrChange>
              </w:rPr>
            </w:pPr>
            <w:r w:rsidRPr="00B675B7">
              <w:rPr>
                <w:rFonts w:cs="Calibri"/>
                <w:b/>
                <w:bCs/>
                <w:sz w:val="22"/>
                <w:szCs w:val="22"/>
                <w:rPrChange w:id="231" w:author="BDT" w:date="2014-03-14T14:55:00Z">
                  <w:rPr>
                    <w:rFonts w:cs="Calibri"/>
                    <w:b/>
                    <w:bCs/>
                    <w:szCs w:val="24"/>
                  </w:rPr>
                </w:rPrChange>
              </w:rPr>
              <w:t>ACP/37/14</w:t>
            </w:r>
          </w:p>
          <w:p w:rsidR="008B4567" w:rsidRPr="00B675B7" w:rsidRDefault="008B4567" w:rsidP="000B063D">
            <w:pPr>
              <w:rPr>
                <w:rFonts w:cs="Calibri"/>
                <w:b/>
                <w:bCs/>
                <w:sz w:val="22"/>
                <w:szCs w:val="22"/>
                <w:rPrChange w:id="232"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33" w:author="BDT" w:date="2014-03-14T14:55:00Z">
                  <w:rPr>
                    <w:rFonts w:cs="Calibri"/>
                    <w:i/>
                    <w:szCs w:val="24"/>
                    <w:lang w:eastAsia="ko-KR"/>
                  </w:rPr>
                </w:rPrChange>
              </w:rPr>
            </w:pPr>
            <w:r w:rsidRPr="00B675B7">
              <w:rPr>
                <w:rFonts w:cs="Calibri"/>
                <w:sz w:val="22"/>
                <w:szCs w:val="22"/>
                <w:lang w:eastAsia="ko-KR"/>
                <w:rPrChange w:id="234" w:author="BDT" w:date="2014-03-14T14:55:00Z">
                  <w:rPr>
                    <w:rFonts w:cs="Calibri"/>
                    <w:szCs w:val="24"/>
                    <w:lang w:eastAsia="ko-KR"/>
                  </w:rPr>
                </w:rPrChange>
              </w:rPr>
              <w:t>11</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235" w:author="BDT" w:date="2014-03-14T14:55:00Z">
                  <w:rPr>
                    <w:b/>
                    <w:i/>
                    <w:color w:val="000000"/>
                  </w:rPr>
                </w:rPrChange>
              </w:rPr>
            </w:pPr>
            <w:r w:rsidRPr="00B675B7">
              <w:rPr>
                <w:b/>
                <w:color w:val="000000"/>
                <w:sz w:val="22"/>
                <w:szCs w:val="22"/>
                <w:rPrChange w:id="236" w:author="BDT" w:date="2014-03-14T14:55:00Z">
                  <w:rPr>
                    <w:b/>
                    <w:color w:val="000000"/>
                  </w:rPr>
                </w:rPrChange>
              </w:rPr>
              <w:t xml:space="preserve">Proposed Revision of Resolution 43: </w:t>
            </w:r>
            <w:r w:rsidRPr="00B675B7">
              <w:rPr>
                <w:color w:val="000000"/>
                <w:sz w:val="22"/>
                <w:szCs w:val="22"/>
                <w:rPrChange w:id="237" w:author="BDT" w:date="2014-03-14T14:55:00Z">
                  <w:rPr>
                    <w:color w:val="000000"/>
                  </w:rPr>
                </w:rPrChange>
              </w:rPr>
              <w:t>Assistance in implementing IMT</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sz w:val="22"/>
                <w:szCs w:val="22"/>
                <w:rPrChange w:id="238" w:author="BDT" w:date="2014-03-14T14:55:00Z">
                  <w:rPr>
                    <w:i/>
                    <w:sz w:val="20"/>
                  </w:rPr>
                </w:rPrChange>
              </w:rPr>
            </w:pPr>
            <w:r w:rsidRPr="00B675B7">
              <w:rPr>
                <w:sz w:val="22"/>
                <w:szCs w:val="22"/>
                <w:lang w:eastAsia="ko-KR"/>
                <w:rPrChange w:id="239" w:author="BDT" w:date="2014-03-14T14:55:00Z">
                  <w:rPr>
                    <w:sz w:val="20"/>
                    <w:lang w:eastAsia="ko-KR"/>
                  </w:rPr>
                </w:rPrChange>
              </w:rPr>
              <w:t xml:space="preserve">This ACP proposes to revise Resolution 43 (Hyderabad, 2010). </w:t>
            </w:r>
            <w:r w:rsidRPr="00B675B7">
              <w:rPr>
                <w:sz w:val="22"/>
                <w:szCs w:val="22"/>
                <w:rPrChange w:id="240" w:author="BDT" w:date="2014-03-14T14:55:00Z">
                  <w:rPr>
                    <w:sz w:val="20"/>
                  </w:rPr>
                </w:rPrChange>
              </w:rPr>
              <w:t>Deploying IMT in low frequency bands (such as 800MHz, 900 MHz, 1800 MHz band) has benefited operators in investment efficiency and supplying cheap price broadband services to citizen in developing countries. Developing and developed countries should cooperate though exchanges of expert, organization of seminars, specialized workshops and meeting in deploying. There are several issues to be considered such as suitable IMT technology, frequency band harmonization; strategy, roadmap and re-plan frequency band issues in deploying IMT.</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241" w:author="BDT" w:date="2014-03-14T14:55:00Z">
                  <w:rPr>
                    <w:sz w:val="20"/>
                    <w:lang w:eastAsia="ko-KR"/>
                  </w:rPr>
                </w:rPrChange>
              </w:rPr>
            </w:pPr>
            <w:r w:rsidRPr="00B675B7">
              <w:rPr>
                <w:sz w:val="22"/>
                <w:szCs w:val="22"/>
                <w:rPrChange w:id="242" w:author="BDT" w:date="2014-03-14T14:55:00Z">
                  <w:rPr>
                    <w:sz w:val="20"/>
                  </w:rPr>
                </w:rPrChange>
              </w:rPr>
              <w:t>(Ref: PACP-13)</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43" w:author="BDT" w:date="2014-03-14T14:55:00Z">
                  <w:rPr>
                    <w:rFonts w:cs="Calibri"/>
                    <w:b/>
                    <w:bCs/>
                    <w:i/>
                    <w:szCs w:val="24"/>
                  </w:rPr>
                </w:rPrChange>
              </w:rPr>
            </w:pPr>
            <w:r w:rsidRPr="00B675B7">
              <w:rPr>
                <w:rFonts w:cs="Calibri"/>
                <w:b/>
                <w:bCs/>
                <w:sz w:val="22"/>
                <w:szCs w:val="22"/>
                <w:rPrChange w:id="244" w:author="BDT" w:date="2014-03-14T14:55:00Z">
                  <w:rPr>
                    <w:rFonts w:cs="Calibri"/>
                    <w:b/>
                    <w:bCs/>
                    <w:szCs w:val="24"/>
                  </w:rPr>
                </w:rPrChange>
              </w:rPr>
              <w:t>ACP/37/15</w:t>
            </w:r>
          </w:p>
          <w:p w:rsidR="008B4567" w:rsidRPr="00B675B7" w:rsidRDefault="008B4567" w:rsidP="000B063D">
            <w:pPr>
              <w:rPr>
                <w:rFonts w:cs="Calibri"/>
                <w:b/>
                <w:bCs/>
                <w:sz w:val="22"/>
                <w:szCs w:val="22"/>
                <w:rPrChange w:id="245"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46" w:author="BDT" w:date="2014-03-14T14:55:00Z">
                  <w:rPr>
                    <w:rFonts w:cs="Calibri"/>
                    <w:i/>
                    <w:szCs w:val="24"/>
                    <w:lang w:eastAsia="ko-KR"/>
                  </w:rPr>
                </w:rPrChange>
              </w:rPr>
            </w:pPr>
            <w:r w:rsidRPr="00B675B7">
              <w:rPr>
                <w:rFonts w:cs="Calibri"/>
                <w:sz w:val="22"/>
                <w:szCs w:val="22"/>
                <w:lang w:eastAsia="ko-KR"/>
                <w:rPrChange w:id="247" w:author="BDT" w:date="2014-03-14T14:55:00Z">
                  <w:rPr>
                    <w:rFonts w:cs="Calibri"/>
                    <w:szCs w:val="24"/>
                    <w:lang w:eastAsia="ko-KR"/>
                  </w:rPr>
                </w:rPrChange>
              </w:rPr>
              <w:t>12</w:t>
            </w:r>
          </w:p>
        </w:tc>
        <w:tc>
          <w:tcPr>
            <w:tcW w:w="5798" w:type="dxa"/>
            <w:shd w:val="clear" w:color="auto" w:fill="auto"/>
          </w:tcPr>
          <w:p w:rsidR="008B4567" w:rsidRPr="00B675B7" w:rsidRDefault="008B4567" w:rsidP="000B063D">
            <w:pPr>
              <w:tabs>
                <w:tab w:val="left" w:pos="0"/>
              </w:tabs>
              <w:rPr>
                <w:bCs/>
                <w:caps/>
                <w:color w:val="000000"/>
                <w:sz w:val="22"/>
                <w:szCs w:val="22"/>
                <w:rPrChange w:id="248" w:author="BDT" w:date="2014-03-14T14:55:00Z">
                  <w:rPr>
                    <w:bCs/>
                    <w:i/>
                    <w:caps/>
                    <w:color w:val="000000"/>
                  </w:rPr>
                </w:rPrChange>
              </w:rPr>
            </w:pPr>
            <w:r w:rsidRPr="00B675B7">
              <w:rPr>
                <w:b/>
                <w:color w:val="000000"/>
                <w:sz w:val="22"/>
                <w:szCs w:val="22"/>
                <w:rPrChange w:id="249" w:author="BDT" w:date="2014-03-14T14:55:00Z">
                  <w:rPr>
                    <w:b/>
                    <w:color w:val="000000"/>
                  </w:rPr>
                </w:rPrChange>
              </w:rPr>
              <w:t xml:space="preserve">Proposed Revision of Resolution 11: </w:t>
            </w:r>
            <w:r w:rsidRPr="00B675B7">
              <w:rPr>
                <w:sz w:val="22"/>
                <w:szCs w:val="22"/>
                <w:rPrChange w:id="250" w:author="BDT" w:date="2014-03-14T14:55:00Z">
                  <w:rPr/>
                </w:rPrChange>
              </w:rPr>
              <w:t>Telecommunication/information and communication technology services in rural, isolated and poorly served areas and indigenous communities</w:t>
            </w:r>
          </w:p>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251" w:author="BDT" w:date="2014-03-14T14:55:00Z">
                  <w:rPr>
                    <w:b/>
                    <w:color w:val="000000"/>
                  </w:rPr>
                </w:rPrChange>
              </w:rPr>
            </w:pPr>
          </w:p>
        </w:tc>
        <w:tc>
          <w:tcPr>
            <w:tcW w:w="6644" w:type="dxa"/>
            <w:shd w:val="clear" w:color="auto" w:fill="auto"/>
          </w:tcPr>
          <w:p w:rsidR="008B4567" w:rsidRPr="00B675B7" w:rsidRDefault="008B4567" w:rsidP="000B063D">
            <w:pPr>
              <w:tabs>
                <w:tab w:val="left" w:pos="720"/>
                <w:tab w:val="left" w:pos="1440"/>
              </w:tabs>
              <w:jc w:val="both"/>
              <w:rPr>
                <w:sz w:val="22"/>
                <w:szCs w:val="22"/>
                <w:lang w:eastAsia="ko-KR"/>
                <w:rPrChange w:id="252" w:author="BDT" w:date="2014-03-14T14:55:00Z">
                  <w:rPr>
                    <w:i/>
                    <w:sz w:val="20"/>
                    <w:lang w:eastAsia="ko-KR"/>
                  </w:rPr>
                </w:rPrChange>
              </w:rPr>
            </w:pPr>
            <w:r w:rsidRPr="00B675B7">
              <w:rPr>
                <w:sz w:val="22"/>
                <w:szCs w:val="22"/>
                <w:lang w:eastAsia="ko-KR"/>
                <w:rPrChange w:id="253" w:author="BDT" w:date="2014-03-14T14:55:00Z">
                  <w:rPr>
                    <w:sz w:val="20"/>
                    <w:lang w:eastAsia="ko-KR"/>
                  </w:rPr>
                </w:rPrChange>
              </w:rPr>
              <w:t xml:space="preserve">This ACP proposes to revise Resolution 11 (Hyderabad, 2010). The Resolution 11 of WTDC-10, has indicated </w:t>
            </w:r>
            <w:r w:rsidRPr="00B675B7">
              <w:rPr>
                <w:sz w:val="22"/>
                <w:szCs w:val="22"/>
                <w:rPrChange w:id="254" w:author="BDT" w:date="2014-03-14T14:55:00Z">
                  <w:rPr>
                    <w:sz w:val="20"/>
                  </w:rPr>
                </w:rPrChange>
              </w:rPr>
              <w:t>the important and urgent need to provide access to telecommunication/ ICT services for everyone, and particularly in rural and isolated areas which lack this service, and in indigenous communities.</w:t>
            </w:r>
          </w:p>
          <w:p w:rsidR="008B4567" w:rsidRPr="00B675B7" w:rsidRDefault="008B4567" w:rsidP="000B063D">
            <w:pPr>
              <w:pStyle w:val="enumlev1"/>
              <w:tabs>
                <w:tab w:val="clear" w:pos="794"/>
                <w:tab w:val="left" w:pos="0"/>
              </w:tabs>
              <w:spacing w:before="0"/>
              <w:ind w:left="0" w:firstLine="0"/>
              <w:textAlignment w:val="auto"/>
              <w:rPr>
                <w:sz w:val="22"/>
                <w:szCs w:val="22"/>
                <w:rPrChange w:id="255" w:author="BDT" w:date="2014-03-14T14:55:00Z">
                  <w:rPr>
                    <w:sz w:val="20"/>
                  </w:rPr>
                </w:rPrChange>
              </w:rPr>
            </w:pPr>
            <w:r w:rsidRPr="00B675B7">
              <w:rPr>
                <w:sz w:val="22"/>
                <w:szCs w:val="22"/>
                <w:rPrChange w:id="256" w:author="BDT" w:date="2014-03-14T14:55:00Z">
                  <w:rPr>
                    <w:sz w:val="20"/>
                  </w:rPr>
                </w:rPrChange>
              </w:rPr>
              <w:t>Taking into account the importance of achieving telecommunication/ICT infrastructure development in developing countries which help to enhance access to services particularly in rural, isolated and unserved and underserved areas, and in indigenous communities.</w:t>
            </w:r>
          </w:p>
          <w:p w:rsidR="008B4567" w:rsidRPr="00B675B7" w:rsidRDefault="008B4567" w:rsidP="000B063D">
            <w:pPr>
              <w:pStyle w:val="enumlev1"/>
              <w:tabs>
                <w:tab w:val="clear" w:pos="794"/>
                <w:tab w:val="left" w:pos="0"/>
              </w:tabs>
              <w:spacing w:before="0"/>
              <w:ind w:left="0" w:firstLine="0"/>
              <w:textAlignment w:val="auto"/>
              <w:rPr>
                <w:i/>
                <w:sz w:val="22"/>
                <w:szCs w:val="22"/>
                <w:lang w:eastAsia="ko-KR"/>
                <w:rPrChange w:id="257" w:author="BDT" w:date="2014-03-14T14:55:00Z">
                  <w:rPr>
                    <w:i/>
                    <w:sz w:val="20"/>
                    <w:lang w:eastAsia="ko-KR"/>
                  </w:rPr>
                </w:rPrChange>
              </w:rPr>
            </w:pPr>
            <w:r w:rsidRPr="00B675B7">
              <w:rPr>
                <w:sz w:val="22"/>
                <w:szCs w:val="22"/>
                <w:rPrChange w:id="258" w:author="BDT" w:date="2014-03-14T14:55:00Z">
                  <w:rPr>
                    <w:sz w:val="20"/>
                  </w:rPr>
                </w:rPrChange>
              </w:rPr>
              <w:t>(Ref: PACP-14)</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59" w:author="BDT" w:date="2014-03-14T14:55:00Z">
                  <w:rPr>
                    <w:rFonts w:cs="Calibri"/>
                    <w:b/>
                    <w:bCs/>
                    <w:i/>
                    <w:szCs w:val="24"/>
                  </w:rPr>
                </w:rPrChange>
              </w:rPr>
            </w:pPr>
            <w:r w:rsidRPr="00B675B7">
              <w:rPr>
                <w:rFonts w:cs="Calibri"/>
                <w:b/>
                <w:bCs/>
                <w:sz w:val="22"/>
                <w:szCs w:val="22"/>
                <w:rPrChange w:id="260" w:author="BDT" w:date="2014-03-14T14:55:00Z">
                  <w:rPr>
                    <w:rFonts w:cs="Calibri"/>
                    <w:b/>
                    <w:bCs/>
                    <w:szCs w:val="24"/>
                  </w:rPr>
                </w:rPrChange>
              </w:rPr>
              <w:t>ACP/37/16</w:t>
            </w:r>
          </w:p>
          <w:p w:rsidR="008B4567" w:rsidRPr="00B675B7" w:rsidRDefault="008B4567" w:rsidP="000B063D">
            <w:pPr>
              <w:rPr>
                <w:rFonts w:cs="Calibri"/>
                <w:b/>
                <w:bCs/>
                <w:sz w:val="22"/>
                <w:szCs w:val="22"/>
                <w:rPrChange w:id="261"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62" w:author="BDT" w:date="2014-03-14T14:55:00Z">
                  <w:rPr>
                    <w:rFonts w:cs="Calibri"/>
                    <w:i/>
                    <w:szCs w:val="24"/>
                    <w:lang w:eastAsia="ko-KR"/>
                  </w:rPr>
                </w:rPrChange>
              </w:rPr>
            </w:pPr>
            <w:r w:rsidRPr="00B675B7">
              <w:rPr>
                <w:rFonts w:cs="Calibri"/>
                <w:sz w:val="22"/>
                <w:szCs w:val="22"/>
                <w:lang w:eastAsia="ko-KR"/>
                <w:rPrChange w:id="263" w:author="BDT" w:date="2014-03-14T14:55:00Z">
                  <w:rPr>
                    <w:rFonts w:cs="Calibri"/>
                    <w:szCs w:val="24"/>
                    <w:lang w:eastAsia="ko-KR"/>
                  </w:rPr>
                </w:rPrChange>
              </w:rPr>
              <w:t>13</w:t>
            </w:r>
          </w:p>
        </w:tc>
        <w:tc>
          <w:tcPr>
            <w:tcW w:w="5798" w:type="dxa"/>
            <w:shd w:val="clear" w:color="auto" w:fill="auto"/>
          </w:tcPr>
          <w:p w:rsidR="008B4567" w:rsidRPr="00B675B7" w:rsidRDefault="008B4567" w:rsidP="000B063D">
            <w:pPr>
              <w:tabs>
                <w:tab w:val="left" w:pos="0"/>
              </w:tabs>
              <w:rPr>
                <w:bCs/>
                <w:caps/>
                <w:color w:val="000000"/>
                <w:sz w:val="22"/>
                <w:szCs w:val="22"/>
                <w:rPrChange w:id="264" w:author="BDT" w:date="2014-03-14T14:55:00Z">
                  <w:rPr>
                    <w:bCs/>
                    <w:i/>
                    <w:caps/>
                    <w:color w:val="000000"/>
                  </w:rPr>
                </w:rPrChange>
              </w:rPr>
            </w:pPr>
            <w:r w:rsidRPr="00B675B7">
              <w:rPr>
                <w:b/>
                <w:color w:val="000000"/>
                <w:sz w:val="22"/>
                <w:szCs w:val="22"/>
                <w:rPrChange w:id="265" w:author="BDT" w:date="2014-03-14T14:55:00Z">
                  <w:rPr>
                    <w:b/>
                    <w:color w:val="000000"/>
                  </w:rPr>
                </w:rPrChange>
              </w:rPr>
              <w:t>Proposed Revision of Resolution 54:</w:t>
            </w:r>
            <w:r w:rsidRPr="00B675B7">
              <w:rPr>
                <w:color w:val="000000"/>
                <w:sz w:val="22"/>
                <w:szCs w:val="22"/>
                <w:rPrChange w:id="266" w:author="BDT" w:date="2014-03-14T14:55:00Z">
                  <w:rPr>
                    <w:color w:val="000000"/>
                  </w:rPr>
                </w:rPrChange>
              </w:rPr>
              <w:t xml:space="preserve"> I</w:t>
            </w:r>
            <w:r w:rsidRPr="00B675B7">
              <w:rPr>
                <w:sz w:val="22"/>
                <w:szCs w:val="22"/>
                <w:rPrChange w:id="267" w:author="BDT" w:date="2014-03-14T14:55:00Z">
                  <w:rPr/>
                </w:rPrChange>
              </w:rPr>
              <w:t>nformation and communication technology applications</w:t>
            </w:r>
          </w:p>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268" w:author="BDT" w:date="2014-03-14T14:55:00Z">
                  <w:rPr>
                    <w:b/>
                    <w:color w:val="000000"/>
                  </w:rPr>
                </w:rPrChange>
              </w:rPr>
            </w:pPr>
          </w:p>
        </w:tc>
        <w:tc>
          <w:tcPr>
            <w:tcW w:w="6644" w:type="dxa"/>
            <w:shd w:val="clear" w:color="auto" w:fill="auto"/>
          </w:tcPr>
          <w:p w:rsidR="008B4567" w:rsidRPr="00B675B7" w:rsidRDefault="008B4567" w:rsidP="000B063D">
            <w:pPr>
              <w:jc w:val="both"/>
              <w:rPr>
                <w:sz w:val="22"/>
                <w:szCs w:val="22"/>
                <w:rPrChange w:id="269" w:author="BDT" w:date="2014-03-14T14:55:00Z">
                  <w:rPr>
                    <w:i/>
                    <w:sz w:val="20"/>
                  </w:rPr>
                </w:rPrChange>
              </w:rPr>
            </w:pPr>
            <w:r w:rsidRPr="00B675B7">
              <w:rPr>
                <w:sz w:val="22"/>
                <w:szCs w:val="22"/>
                <w:lang w:eastAsia="ko-KR"/>
                <w:rPrChange w:id="270" w:author="BDT" w:date="2014-03-14T14:55:00Z">
                  <w:rPr>
                    <w:sz w:val="20"/>
                    <w:lang w:eastAsia="ko-KR"/>
                  </w:rPr>
                </w:rPrChange>
              </w:rPr>
              <w:t xml:space="preserve">This ACP proposes to revise Resolution 54 (Hyderabad, 2010). </w:t>
            </w:r>
            <w:r w:rsidRPr="00B675B7">
              <w:rPr>
                <w:sz w:val="22"/>
                <w:szCs w:val="22"/>
                <w:rPrChange w:id="271" w:author="BDT" w:date="2014-03-14T14:55:00Z">
                  <w:rPr>
                    <w:sz w:val="20"/>
                  </w:rPr>
                </w:rPrChange>
              </w:rPr>
              <w:t>APT Members recognise that there are new challenges with regard to the management of new applications and services together with ensuring the convenience and security for users. APT Members suggest that sharing best practices among ITU Members in deployment and management of new applications and services will help to develop appropriate solutions for the issue.</w:t>
            </w:r>
          </w:p>
          <w:p w:rsidR="008B4567" w:rsidRPr="00B675B7" w:rsidRDefault="008B4567" w:rsidP="000B063D">
            <w:pPr>
              <w:pStyle w:val="CEONormal"/>
              <w:tabs>
                <w:tab w:val="left" w:pos="794"/>
                <w:tab w:val="left" w:pos="1191"/>
                <w:tab w:val="left" w:pos="1588"/>
                <w:tab w:val="left" w:pos="1985"/>
              </w:tabs>
              <w:overflowPunct w:val="0"/>
              <w:autoSpaceDE w:val="0"/>
              <w:autoSpaceDN w:val="0"/>
              <w:adjustRightInd w:val="0"/>
              <w:spacing w:before="0"/>
              <w:jc w:val="both"/>
              <w:textAlignment w:val="baseline"/>
              <w:rPr>
                <w:rFonts w:asciiTheme="minorHAnsi" w:hAnsiTheme="minorHAnsi" w:cs="Times New Roman"/>
                <w:sz w:val="22"/>
                <w:szCs w:val="22"/>
                <w:rPrChange w:id="272" w:author="BDT" w:date="2014-03-14T14:55:00Z">
                  <w:rPr>
                    <w:rFonts w:asciiTheme="minorHAnsi" w:hAnsiTheme="minorHAnsi" w:cs="Times New Roman"/>
                    <w:sz w:val="20"/>
                    <w:szCs w:val="20"/>
                  </w:rPr>
                </w:rPrChange>
              </w:rPr>
            </w:pPr>
            <w:r w:rsidRPr="00B675B7">
              <w:rPr>
                <w:rFonts w:asciiTheme="minorHAnsi" w:eastAsia="Times New Roman" w:hAnsiTheme="minorHAnsi" w:cs="Times New Roman"/>
                <w:sz w:val="22"/>
                <w:szCs w:val="22"/>
                <w:rPrChange w:id="273" w:author="BDT" w:date="2014-03-14T14:55:00Z">
                  <w:rPr>
                    <w:rFonts w:asciiTheme="minorHAnsi" w:eastAsia="Times New Roman" w:hAnsiTheme="minorHAnsi" w:cs="Times New Roman"/>
                    <w:sz w:val="20"/>
                    <w:szCs w:val="20"/>
                  </w:rPr>
                </w:rPrChange>
              </w:rPr>
              <w:t>Further, APT Members encourage collaboration with ITU-T on standardization aspects as well as challenges associated with new emerging applications and services on Internet such as OTT.</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274" w:author="BDT" w:date="2014-03-14T14:55:00Z">
                  <w:rPr>
                    <w:sz w:val="20"/>
                    <w:lang w:eastAsia="ko-KR"/>
                  </w:rPr>
                </w:rPrChange>
              </w:rPr>
            </w:pPr>
            <w:r w:rsidRPr="00B675B7">
              <w:rPr>
                <w:sz w:val="22"/>
                <w:szCs w:val="22"/>
                <w:rPrChange w:id="275" w:author="BDT" w:date="2014-03-14T14:55:00Z">
                  <w:rPr>
                    <w:sz w:val="20"/>
                  </w:rPr>
                </w:rPrChange>
              </w:rPr>
              <w:t>(Ref: PACP-15)</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76" w:author="BDT" w:date="2014-03-14T14:55:00Z">
                  <w:rPr>
                    <w:rFonts w:cs="Calibri"/>
                    <w:b/>
                    <w:bCs/>
                    <w:i/>
                    <w:szCs w:val="24"/>
                  </w:rPr>
                </w:rPrChange>
              </w:rPr>
            </w:pPr>
            <w:r w:rsidRPr="00B675B7">
              <w:rPr>
                <w:rFonts w:cs="Calibri"/>
                <w:b/>
                <w:bCs/>
                <w:sz w:val="22"/>
                <w:szCs w:val="22"/>
                <w:rPrChange w:id="277" w:author="BDT" w:date="2014-03-14T14:55:00Z">
                  <w:rPr>
                    <w:rFonts w:cs="Calibri"/>
                    <w:b/>
                    <w:bCs/>
                    <w:szCs w:val="24"/>
                  </w:rPr>
                </w:rPrChange>
              </w:rPr>
              <w:t>ACP/37/17</w:t>
            </w:r>
          </w:p>
          <w:p w:rsidR="008B4567" w:rsidRPr="00B675B7" w:rsidRDefault="008B4567" w:rsidP="000B063D">
            <w:pPr>
              <w:rPr>
                <w:rFonts w:cs="Calibri"/>
                <w:b/>
                <w:bCs/>
                <w:sz w:val="22"/>
                <w:szCs w:val="22"/>
                <w:rPrChange w:id="278"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79" w:author="BDT" w:date="2014-03-14T14:55:00Z">
                  <w:rPr>
                    <w:rFonts w:cs="Calibri"/>
                    <w:i/>
                    <w:szCs w:val="24"/>
                    <w:lang w:eastAsia="ko-KR"/>
                  </w:rPr>
                </w:rPrChange>
              </w:rPr>
            </w:pPr>
            <w:r w:rsidRPr="00B675B7">
              <w:rPr>
                <w:rFonts w:cs="Calibri"/>
                <w:sz w:val="22"/>
                <w:szCs w:val="22"/>
                <w:lang w:eastAsia="ko-KR"/>
                <w:rPrChange w:id="280" w:author="BDT" w:date="2014-03-14T14:55:00Z">
                  <w:rPr>
                    <w:rFonts w:cs="Calibri"/>
                    <w:szCs w:val="24"/>
                    <w:lang w:eastAsia="ko-KR"/>
                  </w:rPr>
                </w:rPrChange>
              </w:rPr>
              <w:t>14</w:t>
            </w:r>
          </w:p>
        </w:tc>
        <w:tc>
          <w:tcPr>
            <w:tcW w:w="5798" w:type="dxa"/>
            <w:shd w:val="clear" w:color="auto" w:fill="auto"/>
          </w:tcPr>
          <w:p w:rsidR="008B4567" w:rsidRPr="00B675B7" w:rsidRDefault="008B4567" w:rsidP="000B063D">
            <w:pPr>
              <w:tabs>
                <w:tab w:val="left" w:pos="0"/>
              </w:tabs>
              <w:rPr>
                <w:color w:val="000000"/>
                <w:sz w:val="22"/>
                <w:szCs w:val="22"/>
                <w:rPrChange w:id="281" w:author="BDT" w:date="2014-03-14T14:55:00Z">
                  <w:rPr>
                    <w:i/>
                    <w:color w:val="000000"/>
                  </w:rPr>
                </w:rPrChange>
              </w:rPr>
            </w:pPr>
            <w:r w:rsidRPr="00B675B7">
              <w:rPr>
                <w:b/>
                <w:color w:val="000000"/>
                <w:sz w:val="22"/>
                <w:szCs w:val="22"/>
                <w:rPrChange w:id="282" w:author="BDT" w:date="2014-03-14T14:55:00Z">
                  <w:rPr>
                    <w:b/>
                    <w:color w:val="000000"/>
                  </w:rPr>
                </w:rPrChange>
              </w:rPr>
              <w:t>Proposed Revision of Resolution 62:</w:t>
            </w:r>
            <w:r w:rsidRPr="00B675B7">
              <w:rPr>
                <w:color w:val="000000"/>
                <w:sz w:val="22"/>
                <w:szCs w:val="22"/>
                <w:rPrChange w:id="283" w:author="BDT" w:date="2014-03-14T14:55:00Z">
                  <w:rPr>
                    <w:color w:val="000000"/>
                  </w:rPr>
                </w:rPrChange>
              </w:rPr>
              <w:t xml:space="preserve"> </w:t>
            </w:r>
          </w:p>
          <w:p w:rsidR="008B4567" w:rsidRPr="00B675B7" w:rsidRDefault="008B4567" w:rsidP="000B063D">
            <w:pPr>
              <w:tabs>
                <w:tab w:val="left" w:pos="0"/>
              </w:tabs>
              <w:rPr>
                <w:bCs/>
                <w:caps/>
                <w:color w:val="000000"/>
                <w:sz w:val="22"/>
                <w:szCs w:val="22"/>
                <w:rPrChange w:id="284" w:author="BDT" w:date="2014-03-14T14:55:00Z">
                  <w:rPr>
                    <w:bCs/>
                    <w:caps/>
                    <w:color w:val="000000"/>
                  </w:rPr>
                </w:rPrChange>
              </w:rPr>
            </w:pPr>
            <w:r w:rsidRPr="00B675B7">
              <w:rPr>
                <w:rFonts w:eastAsia="Batang"/>
                <w:sz w:val="22"/>
                <w:szCs w:val="22"/>
                <w:rPrChange w:id="285" w:author="BDT" w:date="2014-03-14T14:55:00Z">
                  <w:rPr>
                    <w:rFonts w:eastAsia="Batang"/>
                  </w:rPr>
                </w:rPrChange>
              </w:rPr>
              <w:t>Measurement concerns related to human exposure to electromagnetic fields</w:t>
            </w:r>
          </w:p>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286" w:author="BDT" w:date="2014-03-14T14:55:00Z">
                  <w:rPr>
                    <w:b/>
                    <w:color w:val="000000"/>
                  </w:rPr>
                </w:rPrChange>
              </w:rPr>
            </w:pPr>
          </w:p>
        </w:tc>
        <w:tc>
          <w:tcPr>
            <w:tcW w:w="6644" w:type="dxa"/>
            <w:shd w:val="clear" w:color="auto" w:fill="auto"/>
          </w:tcPr>
          <w:p w:rsidR="008B4567" w:rsidRPr="00B675B7" w:rsidRDefault="008B4567" w:rsidP="000B063D">
            <w:pPr>
              <w:rPr>
                <w:sz w:val="22"/>
                <w:szCs w:val="22"/>
                <w:rPrChange w:id="287" w:author="BDT" w:date="2014-03-14T14:55:00Z">
                  <w:rPr>
                    <w:i/>
                    <w:sz w:val="20"/>
                  </w:rPr>
                </w:rPrChange>
              </w:rPr>
            </w:pPr>
            <w:r w:rsidRPr="00B675B7">
              <w:rPr>
                <w:sz w:val="22"/>
                <w:szCs w:val="22"/>
                <w:lang w:eastAsia="ko-KR"/>
                <w:rPrChange w:id="288" w:author="BDT" w:date="2014-03-14T14:55:00Z">
                  <w:rPr>
                    <w:sz w:val="20"/>
                    <w:lang w:eastAsia="ko-KR"/>
                  </w:rPr>
                </w:rPrChange>
              </w:rPr>
              <w:t xml:space="preserve">This ACP proposes to revise Resolution 62 (Hyderabad, 2010). </w:t>
            </w:r>
            <w:r w:rsidRPr="00B675B7">
              <w:rPr>
                <w:sz w:val="22"/>
                <w:szCs w:val="22"/>
                <w:rPrChange w:id="289" w:author="BDT" w:date="2014-03-14T14:55:00Z">
                  <w:rPr>
                    <w:sz w:val="20"/>
                  </w:rPr>
                </w:rPrChange>
              </w:rPr>
              <w:t>APT Members consider that with the lack of comprehensive regulatory measures, people, particularly in developing countries, become doubtful about the effect of EMF on their health. Inadequate, in some cases incorrect, information results in increasingly opposing the deployment of radio installations in their neighbourhoods. The work of ITU-T SG5 on this issue including updating a practical and affordable guideline  helps developing countries to deal with this issue effectively.</w:t>
            </w:r>
          </w:p>
          <w:p w:rsidR="008B4567" w:rsidRPr="00B675B7" w:rsidRDefault="008B4567" w:rsidP="000B063D">
            <w:pPr>
              <w:rPr>
                <w:sz w:val="22"/>
                <w:szCs w:val="22"/>
                <w:rPrChange w:id="290" w:author="BDT" w:date="2014-03-14T14:55:00Z">
                  <w:rPr>
                    <w:sz w:val="20"/>
                  </w:rPr>
                </w:rPrChange>
              </w:rPr>
            </w:pPr>
            <w:r w:rsidRPr="00B675B7">
              <w:rPr>
                <w:sz w:val="22"/>
                <w:szCs w:val="22"/>
                <w:rPrChange w:id="291" w:author="BDT" w:date="2014-03-14T14:55:00Z">
                  <w:rPr>
                    <w:sz w:val="20"/>
                  </w:rPr>
                </w:rPrChange>
              </w:rPr>
              <w:t>(Ref: PACP-16)</w:t>
            </w:r>
          </w:p>
          <w:p w:rsidR="008B4567" w:rsidRPr="00B675B7" w:rsidRDefault="008B4567" w:rsidP="000B063D">
            <w:pPr>
              <w:pStyle w:val="enumlev1"/>
              <w:tabs>
                <w:tab w:val="clear" w:pos="794"/>
                <w:tab w:val="left" w:pos="0"/>
              </w:tabs>
              <w:spacing w:before="0"/>
              <w:ind w:left="0" w:firstLine="0"/>
              <w:textAlignment w:val="auto"/>
              <w:rPr>
                <w:sz w:val="22"/>
                <w:szCs w:val="22"/>
                <w:lang w:eastAsia="ko-KR"/>
                <w:rPrChange w:id="292" w:author="BDT" w:date="2014-03-14T14:55:00Z">
                  <w:rPr>
                    <w:sz w:val="20"/>
                    <w:lang w:eastAsia="ko-KR"/>
                  </w:rPr>
                </w:rPrChange>
              </w:rPr>
            </w:pP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293" w:author="BDT" w:date="2014-03-14T14:55:00Z">
                  <w:rPr>
                    <w:rFonts w:cs="Calibri"/>
                    <w:b/>
                    <w:bCs/>
                    <w:i/>
                    <w:szCs w:val="24"/>
                  </w:rPr>
                </w:rPrChange>
              </w:rPr>
            </w:pPr>
            <w:r w:rsidRPr="00B675B7">
              <w:rPr>
                <w:rFonts w:cs="Calibri"/>
                <w:b/>
                <w:bCs/>
                <w:sz w:val="22"/>
                <w:szCs w:val="22"/>
                <w:rPrChange w:id="294" w:author="BDT" w:date="2014-03-14T14:55:00Z">
                  <w:rPr>
                    <w:rFonts w:cs="Calibri"/>
                    <w:b/>
                    <w:bCs/>
                    <w:szCs w:val="24"/>
                  </w:rPr>
                </w:rPrChange>
              </w:rPr>
              <w:t>ACP/37/18</w:t>
            </w:r>
          </w:p>
          <w:p w:rsidR="008B4567" w:rsidRPr="00B675B7" w:rsidRDefault="008B4567" w:rsidP="000B063D">
            <w:pPr>
              <w:rPr>
                <w:rFonts w:cs="Calibri"/>
                <w:b/>
                <w:bCs/>
                <w:sz w:val="22"/>
                <w:szCs w:val="22"/>
                <w:rPrChange w:id="295" w:author="BDT" w:date="2014-03-14T14:55:00Z">
                  <w:rPr>
                    <w:rFonts w:cs="Calibri"/>
                    <w:b/>
                    <w:bCs/>
                    <w:szCs w:val="24"/>
                  </w:rPr>
                </w:rPrChange>
              </w:rPr>
            </w:pPr>
          </w:p>
        </w:tc>
        <w:tc>
          <w:tcPr>
            <w:tcW w:w="849" w:type="dxa"/>
          </w:tcPr>
          <w:p w:rsidR="008B4567" w:rsidRPr="00B675B7" w:rsidRDefault="008B4567" w:rsidP="000B063D">
            <w:pPr>
              <w:jc w:val="center"/>
              <w:rPr>
                <w:rFonts w:cs="Calibri"/>
                <w:sz w:val="22"/>
                <w:szCs w:val="22"/>
                <w:lang w:eastAsia="ko-KR"/>
                <w:rPrChange w:id="296" w:author="BDT" w:date="2014-03-14T14:55:00Z">
                  <w:rPr>
                    <w:rFonts w:cs="Calibri"/>
                    <w:i/>
                    <w:szCs w:val="24"/>
                    <w:lang w:eastAsia="ko-KR"/>
                  </w:rPr>
                </w:rPrChange>
              </w:rPr>
            </w:pPr>
            <w:r w:rsidRPr="00B675B7">
              <w:rPr>
                <w:rFonts w:cs="Calibri"/>
                <w:sz w:val="22"/>
                <w:szCs w:val="22"/>
                <w:lang w:eastAsia="ko-KR"/>
                <w:rPrChange w:id="297" w:author="BDT" w:date="2014-03-14T14:55:00Z">
                  <w:rPr>
                    <w:rFonts w:cs="Calibri"/>
                    <w:szCs w:val="24"/>
                    <w:lang w:eastAsia="ko-KR"/>
                  </w:rPr>
                </w:rPrChange>
              </w:rPr>
              <w:t>15</w:t>
            </w:r>
          </w:p>
        </w:tc>
        <w:tc>
          <w:tcPr>
            <w:tcW w:w="5798" w:type="dxa"/>
            <w:shd w:val="clear" w:color="auto" w:fill="auto"/>
          </w:tcPr>
          <w:p w:rsidR="008B4567" w:rsidRPr="00B675B7" w:rsidRDefault="008B4567" w:rsidP="000B063D">
            <w:pPr>
              <w:tabs>
                <w:tab w:val="left" w:pos="567"/>
                <w:tab w:val="left" w:pos="1134"/>
                <w:tab w:val="left" w:pos="1701"/>
                <w:tab w:val="left" w:pos="1871"/>
                <w:tab w:val="left" w:pos="2268"/>
                <w:tab w:val="left" w:pos="2835"/>
              </w:tabs>
              <w:rPr>
                <w:b/>
                <w:color w:val="000000"/>
                <w:sz w:val="22"/>
                <w:szCs w:val="22"/>
                <w:rPrChange w:id="298" w:author="BDT" w:date="2014-03-14T14:55:00Z">
                  <w:rPr>
                    <w:b/>
                    <w:i/>
                    <w:color w:val="000000"/>
                  </w:rPr>
                </w:rPrChange>
              </w:rPr>
            </w:pPr>
            <w:r w:rsidRPr="00B675B7">
              <w:rPr>
                <w:rFonts w:eastAsia="MS Mincho"/>
                <w:b/>
                <w:bCs/>
                <w:sz w:val="22"/>
                <w:szCs w:val="22"/>
                <w:lang w:eastAsia="ja-JP"/>
                <w:rPrChange w:id="299" w:author="BDT" w:date="2014-03-14T14:55:00Z">
                  <w:rPr>
                    <w:rFonts w:eastAsia="MS Mincho"/>
                    <w:b/>
                    <w:bCs/>
                    <w:szCs w:val="22"/>
                    <w:lang w:eastAsia="ja-JP"/>
                  </w:rPr>
                </w:rPrChange>
              </w:rPr>
              <w:t>Proposals for ITU-D Study Group Question: Spectrum Management</w:t>
            </w: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i/>
                <w:sz w:val="22"/>
                <w:szCs w:val="22"/>
                <w:lang w:eastAsia="ko-KR"/>
                <w:rPrChange w:id="300" w:author="BDT" w:date="2014-03-14T14:55:00Z">
                  <w:rPr>
                    <w:i/>
                    <w:sz w:val="20"/>
                    <w:lang w:eastAsia="ko-KR"/>
                  </w:rPr>
                </w:rPrChange>
              </w:rPr>
            </w:pPr>
            <w:r w:rsidRPr="00B675B7">
              <w:rPr>
                <w:bCs/>
                <w:sz w:val="22"/>
                <w:szCs w:val="22"/>
                <w:rPrChange w:id="301" w:author="BDT" w:date="2014-03-14T14:55:00Z">
                  <w:rPr>
                    <w:bCs/>
                    <w:sz w:val="20"/>
                  </w:rPr>
                </w:rPrChange>
              </w:rPr>
              <w:t xml:space="preserve">This ACP proposes the issues related to spectrum management to be considered </w:t>
            </w:r>
            <w:r w:rsidRPr="00B675B7">
              <w:rPr>
                <w:sz w:val="22"/>
                <w:szCs w:val="22"/>
                <w:rPrChange w:id="302" w:author="BDT" w:date="2014-03-14T14:55:00Z">
                  <w:rPr>
                    <w:sz w:val="20"/>
                  </w:rPr>
                </w:rPrChange>
              </w:rPr>
              <w:t>for inclusion in study questions for the period 2014-2018. (Ref: PACP-17)</w:t>
            </w:r>
          </w:p>
        </w:tc>
      </w:tr>
      <w:tr w:rsidR="008B4567" w:rsidRPr="00C20730" w:rsidTr="00D51A9F">
        <w:trPr>
          <w:cantSplit/>
          <w:jc w:val="center"/>
        </w:trPr>
        <w:tc>
          <w:tcPr>
            <w:tcW w:w="1451" w:type="dxa"/>
          </w:tcPr>
          <w:p w:rsidR="008B4567" w:rsidRPr="00B675B7" w:rsidRDefault="008B4567" w:rsidP="000B063D">
            <w:pPr>
              <w:rPr>
                <w:rFonts w:cs="Calibri"/>
                <w:b/>
                <w:bCs/>
                <w:i/>
                <w:sz w:val="22"/>
                <w:szCs w:val="22"/>
                <w:rPrChange w:id="303" w:author="BDT" w:date="2014-03-14T14:55:00Z">
                  <w:rPr>
                    <w:rFonts w:cs="Calibri"/>
                    <w:b/>
                    <w:bCs/>
                    <w:i/>
                    <w:szCs w:val="24"/>
                  </w:rPr>
                </w:rPrChange>
              </w:rPr>
            </w:pPr>
            <w:r w:rsidRPr="00B675B7">
              <w:rPr>
                <w:rFonts w:cs="Calibri"/>
                <w:b/>
                <w:bCs/>
                <w:sz w:val="22"/>
                <w:szCs w:val="22"/>
                <w:rPrChange w:id="304" w:author="BDT" w:date="2014-03-14T14:55:00Z">
                  <w:rPr>
                    <w:rFonts w:cs="Calibri"/>
                    <w:b/>
                    <w:bCs/>
                    <w:szCs w:val="24"/>
                  </w:rPr>
                </w:rPrChange>
              </w:rPr>
              <w:t>ACP/37/19</w:t>
            </w:r>
          </w:p>
        </w:tc>
        <w:tc>
          <w:tcPr>
            <w:tcW w:w="849" w:type="dxa"/>
          </w:tcPr>
          <w:p w:rsidR="008B4567" w:rsidRPr="00B675B7" w:rsidRDefault="008B4567" w:rsidP="000B063D">
            <w:pPr>
              <w:jc w:val="center"/>
              <w:rPr>
                <w:rFonts w:cs="Calibri"/>
                <w:sz w:val="22"/>
                <w:szCs w:val="22"/>
                <w:lang w:eastAsia="ko-KR"/>
                <w:rPrChange w:id="305" w:author="BDT" w:date="2014-03-14T14:55:00Z">
                  <w:rPr>
                    <w:rFonts w:cs="Calibri"/>
                    <w:i/>
                    <w:szCs w:val="24"/>
                    <w:lang w:eastAsia="ko-KR"/>
                  </w:rPr>
                </w:rPrChange>
              </w:rPr>
            </w:pPr>
            <w:r w:rsidRPr="00B675B7">
              <w:rPr>
                <w:rFonts w:cs="Calibri"/>
                <w:sz w:val="22"/>
                <w:szCs w:val="22"/>
                <w:lang w:eastAsia="ko-KR"/>
                <w:rPrChange w:id="306" w:author="BDT" w:date="2014-03-14T14:55:00Z">
                  <w:rPr>
                    <w:rFonts w:cs="Calibri"/>
                    <w:szCs w:val="24"/>
                    <w:lang w:eastAsia="ko-KR"/>
                  </w:rPr>
                </w:rPrChange>
              </w:rPr>
              <w:t>15</w:t>
            </w:r>
          </w:p>
        </w:tc>
        <w:tc>
          <w:tcPr>
            <w:tcW w:w="5798" w:type="dxa"/>
            <w:shd w:val="clear" w:color="auto" w:fill="auto"/>
          </w:tcPr>
          <w:p w:rsidR="008B4567" w:rsidRPr="00B675B7" w:rsidRDefault="008B4567" w:rsidP="000B063D">
            <w:pPr>
              <w:tabs>
                <w:tab w:val="clear" w:pos="794"/>
                <w:tab w:val="clear" w:pos="1191"/>
                <w:tab w:val="clear" w:pos="1588"/>
                <w:tab w:val="clear" w:pos="1985"/>
              </w:tabs>
              <w:overflowPunct/>
              <w:autoSpaceDE/>
              <w:autoSpaceDN/>
              <w:adjustRightInd/>
              <w:spacing w:after="240"/>
              <w:textAlignment w:val="auto"/>
              <w:rPr>
                <w:b/>
                <w:i/>
                <w:sz w:val="22"/>
                <w:szCs w:val="22"/>
                <w:rPrChange w:id="307" w:author="BDT" w:date="2014-03-14T14:55:00Z">
                  <w:rPr>
                    <w:b/>
                    <w:i/>
                  </w:rPr>
                </w:rPrChange>
              </w:rPr>
            </w:pPr>
            <w:r w:rsidRPr="00B675B7">
              <w:rPr>
                <w:rFonts w:eastAsia="MS Mincho"/>
                <w:b/>
                <w:bCs/>
                <w:sz w:val="22"/>
                <w:szCs w:val="22"/>
                <w:lang w:eastAsia="ja-JP"/>
                <w:rPrChange w:id="308" w:author="BDT" w:date="2014-03-14T14:55:00Z">
                  <w:rPr>
                    <w:rFonts w:eastAsia="MS Mincho"/>
                    <w:b/>
                    <w:bCs/>
                    <w:szCs w:val="22"/>
                    <w:lang w:eastAsia="ja-JP"/>
                  </w:rPr>
                </w:rPrChange>
              </w:rPr>
              <w:t xml:space="preserve">Proposals for ITU-D Study Group Question: </w:t>
            </w:r>
            <w:r w:rsidRPr="00B675B7">
              <w:rPr>
                <w:b/>
                <w:sz w:val="22"/>
                <w:szCs w:val="22"/>
                <w:rPrChange w:id="309" w:author="BDT" w:date="2014-03-14T14:55:00Z">
                  <w:rPr>
                    <w:b/>
                  </w:rPr>
                </w:rPrChange>
              </w:rPr>
              <w:t xml:space="preserve">Usage of broadband networks, disparity in international internet traffic and its implications on delivery of cost effective broadband services for development needs  </w:t>
            </w:r>
          </w:p>
          <w:p w:rsidR="008B4567" w:rsidRPr="00B675B7" w:rsidRDefault="008B4567" w:rsidP="000B063D">
            <w:pPr>
              <w:tabs>
                <w:tab w:val="left" w:pos="567"/>
                <w:tab w:val="left" w:pos="1134"/>
                <w:tab w:val="left" w:pos="1701"/>
                <w:tab w:val="left" w:pos="1871"/>
                <w:tab w:val="left" w:pos="2268"/>
                <w:tab w:val="left" w:pos="2835"/>
              </w:tabs>
              <w:rPr>
                <w:rFonts w:eastAsia="MS Mincho"/>
                <w:b/>
                <w:bCs/>
                <w:sz w:val="22"/>
                <w:szCs w:val="22"/>
                <w:lang w:eastAsia="ja-JP"/>
                <w:rPrChange w:id="310" w:author="BDT" w:date="2014-03-14T14:55:00Z">
                  <w:rPr>
                    <w:rFonts w:eastAsia="MS Mincho"/>
                    <w:b/>
                    <w:bCs/>
                    <w:szCs w:val="22"/>
                    <w:lang w:eastAsia="ja-JP"/>
                  </w:rPr>
                </w:rPrChange>
              </w:rPr>
            </w:pP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sz w:val="22"/>
                <w:szCs w:val="22"/>
                <w:rPrChange w:id="311" w:author="BDT" w:date="2014-03-14T14:55:00Z">
                  <w:rPr>
                    <w:i/>
                    <w:sz w:val="20"/>
                  </w:rPr>
                </w:rPrChange>
              </w:rPr>
            </w:pPr>
            <w:r w:rsidRPr="00B675B7">
              <w:rPr>
                <w:bCs/>
                <w:sz w:val="22"/>
                <w:szCs w:val="22"/>
                <w:rPrChange w:id="312" w:author="BDT" w:date="2014-03-14T14:55:00Z">
                  <w:rPr>
                    <w:bCs/>
                    <w:sz w:val="20"/>
                  </w:rPr>
                </w:rPrChange>
              </w:rPr>
              <w:t xml:space="preserve">This ACP proposes the issues related the </w:t>
            </w:r>
            <w:r w:rsidRPr="00B675B7">
              <w:rPr>
                <w:sz w:val="22"/>
                <w:szCs w:val="22"/>
                <w:rPrChange w:id="313" w:author="BDT" w:date="2014-03-14T14:55:00Z">
                  <w:rPr>
                    <w:sz w:val="20"/>
                  </w:rPr>
                </w:rPrChange>
              </w:rPr>
              <w:t>usage of broadband networks, disparity in international internet traffic and its implications on delivery of cost effective broadband services for development needs</w:t>
            </w:r>
            <w:r w:rsidRPr="00B675B7">
              <w:rPr>
                <w:bCs/>
                <w:sz w:val="22"/>
                <w:szCs w:val="22"/>
                <w:rPrChange w:id="314" w:author="BDT" w:date="2014-03-14T14:55:00Z">
                  <w:rPr>
                    <w:bCs/>
                    <w:sz w:val="20"/>
                  </w:rPr>
                </w:rPrChange>
              </w:rPr>
              <w:t xml:space="preserve"> to be considered </w:t>
            </w:r>
            <w:r w:rsidRPr="00B675B7">
              <w:rPr>
                <w:sz w:val="22"/>
                <w:szCs w:val="22"/>
                <w:rPrChange w:id="315" w:author="BDT" w:date="2014-03-14T14:55:00Z">
                  <w:rPr>
                    <w:sz w:val="20"/>
                  </w:rPr>
                </w:rPrChange>
              </w:rPr>
              <w:t>for inclusion in study questions for the period 2014-2018.</w:t>
            </w:r>
          </w:p>
          <w:p w:rsidR="008B4567" w:rsidRPr="00B675B7" w:rsidRDefault="008B4567" w:rsidP="000B063D">
            <w:pPr>
              <w:pStyle w:val="enumlev1"/>
              <w:tabs>
                <w:tab w:val="clear" w:pos="794"/>
                <w:tab w:val="left" w:pos="0"/>
              </w:tabs>
              <w:spacing w:before="0"/>
              <w:ind w:left="0" w:firstLine="0"/>
              <w:textAlignment w:val="auto"/>
              <w:rPr>
                <w:sz w:val="22"/>
                <w:szCs w:val="22"/>
                <w:rPrChange w:id="316" w:author="BDT" w:date="2014-03-14T14:55:00Z">
                  <w:rPr>
                    <w:sz w:val="20"/>
                  </w:rPr>
                </w:rPrChange>
              </w:rPr>
            </w:pPr>
          </w:p>
          <w:p w:rsidR="008B4567" w:rsidRPr="00B675B7" w:rsidRDefault="008B4567" w:rsidP="000B063D">
            <w:pPr>
              <w:pStyle w:val="enumlev1"/>
              <w:tabs>
                <w:tab w:val="clear" w:pos="794"/>
                <w:tab w:val="left" w:pos="0"/>
              </w:tabs>
              <w:spacing w:before="0"/>
              <w:ind w:left="0" w:firstLine="0"/>
              <w:textAlignment w:val="auto"/>
              <w:rPr>
                <w:bCs/>
                <w:sz w:val="22"/>
                <w:szCs w:val="22"/>
                <w:rPrChange w:id="317" w:author="BDT" w:date="2014-03-14T14:55:00Z">
                  <w:rPr>
                    <w:bCs/>
                    <w:sz w:val="20"/>
                  </w:rPr>
                </w:rPrChange>
              </w:rPr>
            </w:pPr>
            <w:r w:rsidRPr="00B675B7">
              <w:rPr>
                <w:sz w:val="22"/>
                <w:szCs w:val="22"/>
                <w:rPrChange w:id="318" w:author="BDT" w:date="2014-03-14T14:55:00Z">
                  <w:rPr>
                    <w:sz w:val="20"/>
                  </w:rPr>
                </w:rPrChange>
              </w:rPr>
              <w:t>(Ref: PACP-17)</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319" w:author="BDT" w:date="2014-03-14T14:55:00Z">
                  <w:rPr>
                    <w:rFonts w:cs="Calibri"/>
                    <w:b/>
                    <w:bCs/>
                    <w:i/>
                    <w:szCs w:val="24"/>
                  </w:rPr>
                </w:rPrChange>
              </w:rPr>
            </w:pPr>
            <w:r w:rsidRPr="00B675B7">
              <w:rPr>
                <w:rFonts w:cs="Calibri"/>
                <w:b/>
                <w:bCs/>
                <w:sz w:val="22"/>
                <w:szCs w:val="22"/>
                <w:rPrChange w:id="320" w:author="BDT" w:date="2014-03-14T14:55:00Z">
                  <w:rPr>
                    <w:rFonts w:cs="Calibri"/>
                    <w:b/>
                    <w:bCs/>
                    <w:szCs w:val="24"/>
                  </w:rPr>
                </w:rPrChange>
              </w:rPr>
              <w:t>ACP/37/20</w:t>
            </w:r>
          </w:p>
        </w:tc>
        <w:tc>
          <w:tcPr>
            <w:tcW w:w="849" w:type="dxa"/>
          </w:tcPr>
          <w:p w:rsidR="008B4567" w:rsidRPr="00B675B7" w:rsidRDefault="008B4567" w:rsidP="000B063D">
            <w:pPr>
              <w:jc w:val="center"/>
              <w:rPr>
                <w:rFonts w:cs="Calibri"/>
                <w:sz w:val="22"/>
                <w:szCs w:val="22"/>
                <w:lang w:eastAsia="ko-KR"/>
                <w:rPrChange w:id="321" w:author="BDT" w:date="2014-03-14T14:55:00Z">
                  <w:rPr>
                    <w:rFonts w:cs="Calibri"/>
                    <w:i/>
                    <w:szCs w:val="24"/>
                    <w:lang w:eastAsia="ko-KR"/>
                  </w:rPr>
                </w:rPrChange>
              </w:rPr>
            </w:pPr>
            <w:r w:rsidRPr="00B675B7">
              <w:rPr>
                <w:rFonts w:cs="Calibri"/>
                <w:sz w:val="22"/>
                <w:szCs w:val="22"/>
                <w:lang w:eastAsia="ko-KR"/>
                <w:rPrChange w:id="322" w:author="BDT" w:date="2014-03-14T14:55:00Z">
                  <w:rPr>
                    <w:rFonts w:cs="Calibri"/>
                    <w:szCs w:val="24"/>
                    <w:lang w:eastAsia="ko-KR"/>
                  </w:rPr>
                </w:rPrChange>
              </w:rPr>
              <w:t>15</w:t>
            </w:r>
          </w:p>
        </w:tc>
        <w:tc>
          <w:tcPr>
            <w:tcW w:w="5798" w:type="dxa"/>
            <w:shd w:val="clear" w:color="auto" w:fill="auto"/>
          </w:tcPr>
          <w:p w:rsidR="008B4567" w:rsidRPr="00B675B7" w:rsidRDefault="008B4567" w:rsidP="000B063D">
            <w:pPr>
              <w:tabs>
                <w:tab w:val="clear" w:pos="794"/>
                <w:tab w:val="clear" w:pos="1191"/>
                <w:tab w:val="clear" w:pos="1588"/>
                <w:tab w:val="clear" w:pos="1985"/>
              </w:tabs>
              <w:overflowPunct/>
              <w:autoSpaceDE/>
              <w:autoSpaceDN/>
              <w:adjustRightInd/>
              <w:spacing w:after="240"/>
              <w:textAlignment w:val="auto"/>
              <w:rPr>
                <w:b/>
                <w:i/>
                <w:sz w:val="22"/>
                <w:szCs w:val="22"/>
                <w:rPrChange w:id="323" w:author="BDT" w:date="2014-03-14T14:55:00Z">
                  <w:rPr>
                    <w:b/>
                    <w:i/>
                  </w:rPr>
                </w:rPrChange>
              </w:rPr>
            </w:pPr>
            <w:r w:rsidRPr="00B675B7">
              <w:rPr>
                <w:rFonts w:eastAsia="MS Mincho"/>
                <w:b/>
                <w:bCs/>
                <w:sz w:val="22"/>
                <w:szCs w:val="22"/>
                <w:lang w:eastAsia="ja-JP"/>
                <w:rPrChange w:id="324" w:author="BDT" w:date="2014-03-14T14:55:00Z">
                  <w:rPr>
                    <w:rFonts w:eastAsia="MS Mincho"/>
                    <w:b/>
                    <w:bCs/>
                    <w:szCs w:val="22"/>
                    <w:lang w:eastAsia="ja-JP"/>
                  </w:rPr>
                </w:rPrChange>
              </w:rPr>
              <w:t xml:space="preserve">Proposals for ITU-D Study Group Question: </w:t>
            </w:r>
            <w:r w:rsidRPr="00B675B7">
              <w:rPr>
                <w:b/>
                <w:sz w:val="22"/>
                <w:szCs w:val="22"/>
                <w:rPrChange w:id="325" w:author="BDT" w:date="2014-03-14T14:55:00Z">
                  <w:rPr>
                    <w:b/>
                  </w:rPr>
                </w:rPrChange>
              </w:rPr>
              <w:t xml:space="preserve">Harnessing  telecommunications/ICT applications for productivity  </w:t>
            </w:r>
          </w:p>
          <w:p w:rsidR="008B4567" w:rsidRPr="00B675B7" w:rsidRDefault="008B4567" w:rsidP="000B063D">
            <w:pPr>
              <w:tabs>
                <w:tab w:val="left" w:pos="567"/>
                <w:tab w:val="left" w:pos="1134"/>
                <w:tab w:val="left" w:pos="1701"/>
                <w:tab w:val="left" w:pos="1871"/>
                <w:tab w:val="left" w:pos="2268"/>
                <w:tab w:val="left" w:pos="2835"/>
              </w:tabs>
              <w:rPr>
                <w:rFonts w:eastAsia="MS Mincho"/>
                <w:b/>
                <w:bCs/>
                <w:sz w:val="22"/>
                <w:szCs w:val="22"/>
                <w:lang w:eastAsia="ja-JP"/>
                <w:rPrChange w:id="326" w:author="BDT" w:date="2014-03-14T14:55:00Z">
                  <w:rPr>
                    <w:rFonts w:eastAsia="MS Mincho"/>
                    <w:b/>
                    <w:bCs/>
                    <w:szCs w:val="22"/>
                    <w:lang w:eastAsia="ja-JP"/>
                  </w:rPr>
                </w:rPrChange>
              </w:rPr>
            </w:pP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i/>
                <w:sz w:val="22"/>
                <w:szCs w:val="22"/>
                <w:rPrChange w:id="327" w:author="BDT" w:date="2014-03-14T14:55:00Z">
                  <w:rPr>
                    <w:i/>
                    <w:sz w:val="20"/>
                  </w:rPr>
                </w:rPrChange>
              </w:rPr>
            </w:pPr>
            <w:r w:rsidRPr="00B675B7">
              <w:rPr>
                <w:bCs/>
                <w:sz w:val="22"/>
                <w:szCs w:val="22"/>
                <w:rPrChange w:id="328" w:author="BDT" w:date="2014-03-14T14:55:00Z">
                  <w:rPr>
                    <w:bCs/>
                    <w:sz w:val="20"/>
                  </w:rPr>
                </w:rPrChange>
              </w:rPr>
              <w:t xml:space="preserve">This ACP proposes issues related to </w:t>
            </w:r>
            <w:r w:rsidRPr="00B675B7">
              <w:rPr>
                <w:sz w:val="22"/>
                <w:szCs w:val="22"/>
                <w:rPrChange w:id="329" w:author="BDT" w:date="2014-03-14T14:55:00Z">
                  <w:rPr>
                    <w:sz w:val="20"/>
                  </w:rPr>
                </w:rPrChange>
              </w:rPr>
              <w:t>harnessing telecommunications/ICT applications for productivity</w:t>
            </w:r>
            <w:r w:rsidRPr="00B675B7">
              <w:rPr>
                <w:bCs/>
                <w:sz w:val="22"/>
                <w:szCs w:val="22"/>
                <w:rPrChange w:id="330" w:author="BDT" w:date="2014-03-14T14:55:00Z">
                  <w:rPr>
                    <w:bCs/>
                    <w:sz w:val="20"/>
                  </w:rPr>
                </w:rPrChange>
              </w:rPr>
              <w:t xml:space="preserve"> to be considered </w:t>
            </w:r>
            <w:r w:rsidRPr="00B675B7">
              <w:rPr>
                <w:sz w:val="22"/>
                <w:szCs w:val="22"/>
                <w:rPrChange w:id="331" w:author="BDT" w:date="2014-03-14T14:55:00Z">
                  <w:rPr>
                    <w:sz w:val="20"/>
                  </w:rPr>
                </w:rPrChange>
              </w:rPr>
              <w:t xml:space="preserve">for inclusion in study questions for the period 2014-2018. </w:t>
            </w:r>
          </w:p>
          <w:p w:rsidR="008B4567" w:rsidRPr="00B675B7" w:rsidRDefault="008B4567" w:rsidP="000B063D">
            <w:pPr>
              <w:pStyle w:val="enumlev1"/>
              <w:tabs>
                <w:tab w:val="clear" w:pos="794"/>
                <w:tab w:val="left" w:pos="0"/>
              </w:tabs>
              <w:spacing w:before="0"/>
              <w:ind w:left="0" w:firstLine="0"/>
              <w:textAlignment w:val="auto"/>
              <w:rPr>
                <w:sz w:val="22"/>
                <w:szCs w:val="22"/>
                <w:rPrChange w:id="332" w:author="BDT" w:date="2014-03-14T14:55:00Z">
                  <w:rPr>
                    <w:sz w:val="20"/>
                  </w:rPr>
                </w:rPrChange>
              </w:rPr>
            </w:pPr>
          </w:p>
          <w:p w:rsidR="008B4567" w:rsidRPr="00B675B7" w:rsidRDefault="008B4567" w:rsidP="000B063D">
            <w:pPr>
              <w:pStyle w:val="enumlev1"/>
              <w:tabs>
                <w:tab w:val="clear" w:pos="794"/>
                <w:tab w:val="left" w:pos="0"/>
              </w:tabs>
              <w:spacing w:before="0"/>
              <w:ind w:left="0" w:firstLine="0"/>
              <w:textAlignment w:val="auto"/>
              <w:rPr>
                <w:bCs/>
                <w:sz w:val="22"/>
                <w:szCs w:val="22"/>
                <w:rPrChange w:id="333" w:author="BDT" w:date="2014-03-14T14:55:00Z">
                  <w:rPr>
                    <w:bCs/>
                    <w:sz w:val="20"/>
                  </w:rPr>
                </w:rPrChange>
              </w:rPr>
            </w:pPr>
            <w:r w:rsidRPr="00B675B7">
              <w:rPr>
                <w:sz w:val="22"/>
                <w:szCs w:val="22"/>
                <w:rPrChange w:id="334" w:author="BDT" w:date="2014-03-14T14:55:00Z">
                  <w:rPr>
                    <w:sz w:val="20"/>
                  </w:rPr>
                </w:rPrChange>
              </w:rPr>
              <w:t>(Ref: PACP-17)</w:t>
            </w:r>
          </w:p>
        </w:tc>
      </w:tr>
      <w:tr w:rsidR="008B4567" w:rsidRPr="00C20730" w:rsidTr="00D51A9F">
        <w:trPr>
          <w:cantSplit/>
          <w:jc w:val="center"/>
        </w:trPr>
        <w:tc>
          <w:tcPr>
            <w:tcW w:w="1451" w:type="dxa"/>
          </w:tcPr>
          <w:p w:rsidR="008B4567" w:rsidRPr="00B675B7" w:rsidRDefault="008B4567" w:rsidP="000B063D">
            <w:pPr>
              <w:rPr>
                <w:rFonts w:cs="Calibri"/>
                <w:b/>
                <w:bCs/>
                <w:sz w:val="22"/>
                <w:szCs w:val="22"/>
                <w:rPrChange w:id="335" w:author="BDT" w:date="2014-03-14T14:55:00Z">
                  <w:rPr>
                    <w:rFonts w:cs="Calibri"/>
                    <w:b/>
                    <w:bCs/>
                    <w:i/>
                    <w:szCs w:val="24"/>
                  </w:rPr>
                </w:rPrChange>
              </w:rPr>
            </w:pPr>
            <w:r w:rsidRPr="00B675B7">
              <w:rPr>
                <w:rFonts w:cs="Calibri"/>
                <w:b/>
                <w:bCs/>
                <w:sz w:val="22"/>
                <w:szCs w:val="22"/>
                <w:rPrChange w:id="336" w:author="BDT" w:date="2014-03-14T14:55:00Z">
                  <w:rPr>
                    <w:rFonts w:cs="Calibri"/>
                    <w:b/>
                    <w:bCs/>
                    <w:szCs w:val="24"/>
                  </w:rPr>
                </w:rPrChange>
              </w:rPr>
              <w:t>ACP/37/21</w:t>
            </w:r>
          </w:p>
        </w:tc>
        <w:tc>
          <w:tcPr>
            <w:tcW w:w="849" w:type="dxa"/>
          </w:tcPr>
          <w:p w:rsidR="008B4567" w:rsidRPr="00B675B7" w:rsidRDefault="008B4567" w:rsidP="000B063D">
            <w:pPr>
              <w:jc w:val="center"/>
              <w:rPr>
                <w:rFonts w:cs="Calibri"/>
                <w:sz w:val="22"/>
                <w:szCs w:val="22"/>
                <w:lang w:eastAsia="ko-KR"/>
                <w:rPrChange w:id="337" w:author="BDT" w:date="2014-03-14T14:55:00Z">
                  <w:rPr>
                    <w:rFonts w:cs="Calibri"/>
                    <w:i/>
                    <w:szCs w:val="24"/>
                    <w:lang w:eastAsia="ko-KR"/>
                  </w:rPr>
                </w:rPrChange>
              </w:rPr>
            </w:pPr>
            <w:r w:rsidRPr="00B675B7">
              <w:rPr>
                <w:rFonts w:cs="Calibri"/>
                <w:sz w:val="22"/>
                <w:szCs w:val="22"/>
                <w:lang w:eastAsia="ko-KR"/>
                <w:rPrChange w:id="338" w:author="BDT" w:date="2014-03-14T14:55:00Z">
                  <w:rPr>
                    <w:rFonts w:cs="Calibri"/>
                    <w:szCs w:val="24"/>
                    <w:lang w:eastAsia="ko-KR"/>
                  </w:rPr>
                </w:rPrChange>
              </w:rPr>
              <w:t>15</w:t>
            </w:r>
          </w:p>
        </w:tc>
        <w:tc>
          <w:tcPr>
            <w:tcW w:w="5798" w:type="dxa"/>
            <w:shd w:val="clear" w:color="auto" w:fill="auto"/>
          </w:tcPr>
          <w:p w:rsidR="008B4567" w:rsidRPr="00B675B7" w:rsidRDefault="008B4567" w:rsidP="000B063D">
            <w:pPr>
              <w:tabs>
                <w:tab w:val="clear" w:pos="794"/>
                <w:tab w:val="clear" w:pos="1191"/>
                <w:tab w:val="clear" w:pos="1588"/>
                <w:tab w:val="clear" w:pos="1985"/>
              </w:tabs>
              <w:overflowPunct/>
              <w:autoSpaceDE/>
              <w:autoSpaceDN/>
              <w:adjustRightInd/>
              <w:spacing w:after="240"/>
              <w:textAlignment w:val="auto"/>
              <w:rPr>
                <w:b/>
                <w:bCs/>
                <w:i/>
                <w:iCs/>
                <w:caps/>
                <w:color w:val="000000"/>
                <w:sz w:val="22"/>
                <w:szCs w:val="22"/>
                <w:rPrChange w:id="339" w:author="BDT" w:date="2014-03-14T14:55:00Z">
                  <w:rPr>
                    <w:rFonts w:ascii="Times New Roman Bold" w:hAnsi="Times New Roman Bold"/>
                    <w:b/>
                    <w:bCs/>
                    <w:i/>
                    <w:iCs/>
                    <w:caps/>
                    <w:color w:val="000000"/>
                  </w:rPr>
                </w:rPrChange>
              </w:rPr>
            </w:pPr>
            <w:r w:rsidRPr="00B675B7">
              <w:rPr>
                <w:rFonts w:eastAsia="MS Mincho"/>
                <w:b/>
                <w:bCs/>
                <w:sz w:val="22"/>
                <w:szCs w:val="22"/>
                <w:lang w:eastAsia="ja-JP"/>
                <w:rPrChange w:id="340" w:author="BDT" w:date="2014-03-14T14:55:00Z">
                  <w:rPr>
                    <w:rFonts w:eastAsia="MS Mincho"/>
                    <w:b/>
                    <w:bCs/>
                    <w:szCs w:val="22"/>
                    <w:lang w:eastAsia="ja-JP"/>
                  </w:rPr>
                </w:rPrChange>
              </w:rPr>
              <w:t xml:space="preserve">Proposals for ITU-D Study Group Question: </w:t>
            </w:r>
            <w:r w:rsidRPr="00B675B7">
              <w:rPr>
                <w:b/>
                <w:sz w:val="22"/>
                <w:szCs w:val="22"/>
                <w:rPrChange w:id="341" w:author="BDT" w:date="2014-03-14T14:55:00Z">
                  <w:rPr>
                    <w:b/>
                  </w:rPr>
                </w:rPrChange>
              </w:rPr>
              <w:t xml:space="preserve">Study on the pricing issues on international mobile roaming and over the top (OTT) services and application </w:t>
            </w:r>
          </w:p>
          <w:p w:rsidR="008B4567" w:rsidRPr="00B675B7" w:rsidRDefault="008B4567" w:rsidP="000B063D">
            <w:pPr>
              <w:tabs>
                <w:tab w:val="left" w:pos="567"/>
                <w:tab w:val="left" w:pos="1134"/>
                <w:tab w:val="left" w:pos="1701"/>
                <w:tab w:val="left" w:pos="1871"/>
                <w:tab w:val="left" w:pos="2268"/>
                <w:tab w:val="left" w:pos="2835"/>
              </w:tabs>
              <w:rPr>
                <w:rFonts w:eastAsia="MS Mincho"/>
                <w:b/>
                <w:bCs/>
                <w:sz w:val="22"/>
                <w:szCs w:val="22"/>
                <w:lang w:eastAsia="ja-JP"/>
                <w:rPrChange w:id="342" w:author="BDT" w:date="2014-03-14T14:55:00Z">
                  <w:rPr>
                    <w:rFonts w:eastAsia="MS Mincho"/>
                    <w:b/>
                    <w:bCs/>
                    <w:szCs w:val="22"/>
                    <w:lang w:eastAsia="ja-JP"/>
                  </w:rPr>
                </w:rPrChange>
              </w:rPr>
            </w:pPr>
          </w:p>
        </w:tc>
        <w:tc>
          <w:tcPr>
            <w:tcW w:w="6644" w:type="dxa"/>
            <w:shd w:val="clear" w:color="auto" w:fill="auto"/>
          </w:tcPr>
          <w:p w:rsidR="008B4567" w:rsidRPr="00B675B7" w:rsidRDefault="008B4567" w:rsidP="000B063D">
            <w:pPr>
              <w:pStyle w:val="enumlev1"/>
              <w:tabs>
                <w:tab w:val="clear" w:pos="794"/>
                <w:tab w:val="left" w:pos="0"/>
              </w:tabs>
              <w:spacing w:before="0"/>
              <w:ind w:left="0" w:firstLine="0"/>
              <w:textAlignment w:val="auto"/>
              <w:rPr>
                <w:sz w:val="22"/>
                <w:szCs w:val="22"/>
                <w:rPrChange w:id="343" w:author="BDT" w:date="2014-03-14T14:55:00Z">
                  <w:rPr>
                    <w:i/>
                    <w:sz w:val="20"/>
                  </w:rPr>
                </w:rPrChange>
              </w:rPr>
            </w:pPr>
            <w:r w:rsidRPr="00B675B7">
              <w:rPr>
                <w:bCs/>
                <w:sz w:val="22"/>
                <w:szCs w:val="22"/>
                <w:rPrChange w:id="344" w:author="BDT" w:date="2014-03-14T14:55:00Z">
                  <w:rPr>
                    <w:bCs/>
                    <w:sz w:val="20"/>
                  </w:rPr>
                </w:rPrChange>
              </w:rPr>
              <w:t>This ACP proposes to s</w:t>
            </w:r>
            <w:r w:rsidRPr="00B675B7">
              <w:rPr>
                <w:sz w:val="22"/>
                <w:szCs w:val="22"/>
                <w:rPrChange w:id="345" w:author="BDT" w:date="2014-03-14T14:55:00Z">
                  <w:rPr>
                    <w:sz w:val="20"/>
                  </w:rPr>
                </w:rPrChange>
              </w:rPr>
              <w:t>tudy on the pricing issues on international mobile roaming and over the top (OTT) services and application</w:t>
            </w:r>
          </w:p>
          <w:p w:rsidR="008B4567" w:rsidRPr="00B675B7" w:rsidRDefault="008B4567" w:rsidP="000B063D">
            <w:pPr>
              <w:pStyle w:val="enumlev1"/>
              <w:tabs>
                <w:tab w:val="clear" w:pos="794"/>
                <w:tab w:val="left" w:pos="0"/>
              </w:tabs>
              <w:spacing w:before="0"/>
              <w:ind w:left="0" w:firstLine="0"/>
              <w:textAlignment w:val="auto"/>
              <w:rPr>
                <w:i/>
                <w:sz w:val="22"/>
                <w:szCs w:val="22"/>
                <w:rPrChange w:id="346" w:author="BDT" w:date="2014-03-14T14:55:00Z">
                  <w:rPr>
                    <w:i/>
                    <w:sz w:val="20"/>
                  </w:rPr>
                </w:rPrChange>
              </w:rPr>
            </w:pPr>
            <w:r w:rsidRPr="00B675B7">
              <w:rPr>
                <w:bCs/>
                <w:sz w:val="22"/>
                <w:szCs w:val="22"/>
                <w:rPrChange w:id="347" w:author="BDT" w:date="2014-03-14T14:55:00Z">
                  <w:rPr>
                    <w:bCs/>
                    <w:sz w:val="20"/>
                  </w:rPr>
                </w:rPrChange>
              </w:rPr>
              <w:t xml:space="preserve">to be considered </w:t>
            </w:r>
            <w:r w:rsidRPr="00B675B7">
              <w:rPr>
                <w:sz w:val="22"/>
                <w:szCs w:val="22"/>
                <w:rPrChange w:id="348" w:author="BDT" w:date="2014-03-14T14:55:00Z">
                  <w:rPr>
                    <w:sz w:val="20"/>
                  </w:rPr>
                </w:rPrChange>
              </w:rPr>
              <w:t xml:space="preserve">for inclusion in study questions for the period 2014-2018. </w:t>
            </w:r>
          </w:p>
          <w:p w:rsidR="008B4567" w:rsidRPr="00B675B7" w:rsidRDefault="008B4567" w:rsidP="000B063D">
            <w:pPr>
              <w:pStyle w:val="enumlev1"/>
              <w:tabs>
                <w:tab w:val="clear" w:pos="794"/>
                <w:tab w:val="left" w:pos="0"/>
              </w:tabs>
              <w:spacing w:before="0"/>
              <w:ind w:left="0" w:firstLine="0"/>
              <w:textAlignment w:val="auto"/>
              <w:rPr>
                <w:sz w:val="22"/>
                <w:szCs w:val="22"/>
                <w:rPrChange w:id="349" w:author="BDT" w:date="2014-03-14T14:55:00Z">
                  <w:rPr>
                    <w:sz w:val="20"/>
                  </w:rPr>
                </w:rPrChange>
              </w:rPr>
            </w:pPr>
          </w:p>
          <w:p w:rsidR="008B4567" w:rsidRPr="00B675B7" w:rsidRDefault="008B4567" w:rsidP="000B063D">
            <w:pPr>
              <w:pStyle w:val="enumlev1"/>
              <w:tabs>
                <w:tab w:val="clear" w:pos="794"/>
                <w:tab w:val="left" w:pos="0"/>
              </w:tabs>
              <w:spacing w:before="0"/>
              <w:ind w:left="0" w:firstLine="0"/>
              <w:textAlignment w:val="auto"/>
              <w:rPr>
                <w:bCs/>
                <w:sz w:val="22"/>
                <w:szCs w:val="22"/>
                <w:rPrChange w:id="350" w:author="BDT" w:date="2014-03-14T14:55:00Z">
                  <w:rPr>
                    <w:bCs/>
                    <w:sz w:val="20"/>
                  </w:rPr>
                </w:rPrChange>
              </w:rPr>
            </w:pPr>
            <w:r w:rsidRPr="00B675B7">
              <w:rPr>
                <w:sz w:val="22"/>
                <w:szCs w:val="22"/>
                <w:rPrChange w:id="351" w:author="BDT" w:date="2014-03-14T14:55:00Z">
                  <w:rPr>
                    <w:sz w:val="20"/>
                  </w:rPr>
                </w:rPrChange>
              </w:rPr>
              <w:t>(Ref: PACP-17)</w:t>
            </w:r>
          </w:p>
        </w:tc>
      </w:tr>
    </w:tbl>
    <w:p w:rsidR="00817619" w:rsidRDefault="00817619" w:rsidP="00817619">
      <w:pPr>
        <w:spacing w:before="0"/>
        <w:rPr>
          <w:sz w:val="22"/>
          <w:szCs w:val="22"/>
        </w:rPr>
      </w:pPr>
    </w:p>
    <w:p w:rsidR="00AE5789" w:rsidRDefault="00AE5789">
      <w:pPr>
        <w:tabs>
          <w:tab w:val="clear" w:pos="794"/>
          <w:tab w:val="clear" w:pos="1191"/>
          <w:tab w:val="clear" w:pos="1588"/>
          <w:tab w:val="clear" w:pos="1985"/>
        </w:tabs>
        <w:overflowPunct/>
        <w:autoSpaceDE/>
        <w:autoSpaceDN/>
        <w:adjustRightInd/>
        <w:spacing w:before="0"/>
        <w:textAlignment w:val="auto"/>
        <w:rPr>
          <w:sz w:val="22"/>
          <w:szCs w:val="22"/>
        </w:rPr>
      </w:pPr>
      <w:r>
        <w:rPr>
          <w:sz w:val="22"/>
          <w:szCs w:val="22"/>
        </w:rPr>
        <w:br w:type="page"/>
      </w:r>
    </w:p>
    <w:p w:rsidR="004708BA" w:rsidRDefault="009E6EE6" w:rsidP="004708BA">
      <w:pPr>
        <w:pStyle w:val="AnnexNo"/>
        <w:spacing w:before="0"/>
        <w:rPr>
          <w:rFonts w:cstheme="minorHAnsi"/>
          <w:sz w:val="24"/>
          <w:szCs w:val="24"/>
          <w:lang w:val="en-US"/>
        </w:rPr>
      </w:pPr>
      <w:r w:rsidRPr="00AA73F2">
        <w:rPr>
          <w:rFonts w:cstheme="minorHAnsi"/>
          <w:b/>
          <w:sz w:val="24"/>
          <w:szCs w:val="24"/>
          <w:lang w:val="en-US"/>
        </w:rPr>
        <w:t xml:space="preserve">Annex </w:t>
      </w:r>
      <w:r>
        <w:rPr>
          <w:rFonts w:cstheme="minorHAnsi"/>
          <w:b/>
          <w:sz w:val="24"/>
          <w:szCs w:val="24"/>
          <w:lang w:val="en-US"/>
        </w:rPr>
        <w:t>2</w:t>
      </w:r>
      <w:r w:rsidR="00AE5789" w:rsidRPr="00AE5789">
        <w:rPr>
          <w:rFonts w:cstheme="minorHAnsi"/>
          <w:sz w:val="24"/>
          <w:szCs w:val="24"/>
          <w:lang w:val="en-US"/>
        </w:rPr>
        <w:t xml:space="preserve"> </w:t>
      </w:r>
    </w:p>
    <w:p w:rsidR="004708BA" w:rsidRPr="004708BA" w:rsidRDefault="004708BA" w:rsidP="004708BA">
      <w:pPr>
        <w:pStyle w:val="AnnexNo"/>
        <w:spacing w:before="0"/>
        <w:rPr>
          <w:rFonts w:cstheme="minorHAnsi"/>
          <w:sz w:val="24"/>
          <w:szCs w:val="24"/>
          <w:lang w:val="en-US"/>
        </w:rPr>
      </w:pPr>
      <w:r w:rsidRPr="00817619">
        <w:rPr>
          <w:rFonts w:cstheme="minorHAnsi"/>
          <w:sz w:val="24"/>
          <w:szCs w:val="24"/>
          <w:lang w:val="en-US"/>
        </w:rPr>
        <w:t>Table: List of APT Member Administrations Supporting the ACPs</w:t>
      </w:r>
    </w:p>
    <w:tbl>
      <w:tblPr>
        <w:tblStyle w:val="TableGrid"/>
        <w:tblpPr w:leftFromText="180" w:rightFromText="180" w:vertAnchor="page" w:horzAnchor="margin" w:tblpXSpec="center" w:tblpY="2016"/>
        <w:tblW w:w="15211" w:type="dxa"/>
        <w:jc w:val="center"/>
        <w:tblLayout w:type="fixed"/>
        <w:tblLook w:val="04A0" w:firstRow="1" w:lastRow="0" w:firstColumn="1" w:lastColumn="0" w:noHBand="0" w:noVBand="1"/>
      </w:tblPr>
      <w:tblGrid>
        <w:gridCol w:w="954"/>
        <w:gridCol w:w="376"/>
        <w:gridCol w:w="376"/>
        <w:gridCol w:w="376"/>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9"/>
      </w:tblGrid>
      <w:tr w:rsidR="000B063D" w:rsidRPr="00132293" w:rsidTr="008B4567">
        <w:trPr>
          <w:cantSplit/>
          <w:trHeight w:val="1134"/>
          <w:jc w:val="center"/>
        </w:trPr>
        <w:tc>
          <w:tcPr>
            <w:tcW w:w="954" w:type="dxa"/>
            <w:shd w:val="pct15" w:color="auto" w:fill="auto"/>
            <w:vAlign w:val="center"/>
          </w:tcPr>
          <w:p w:rsidR="008B4567" w:rsidRPr="00AC2307" w:rsidRDefault="008B4567" w:rsidP="008B4567">
            <w:pPr>
              <w:spacing w:before="0"/>
              <w:jc w:val="center"/>
              <w:rPr>
                <w:rFonts w:ascii="Times New Roman" w:hAnsi="Times New Roman"/>
                <w:b/>
                <w:sz w:val="16"/>
                <w:szCs w:val="16"/>
              </w:rPr>
            </w:pPr>
            <w:r w:rsidRPr="00637338">
              <w:rPr>
                <w:rFonts w:ascii="Times New Roman" w:hAnsi="Times New Roman"/>
                <w:b/>
                <w:sz w:val="16"/>
                <w:szCs w:val="16"/>
              </w:rPr>
              <w:t>ACP</w:t>
            </w:r>
            <w:r>
              <w:rPr>
                <w:rFonts w:ascii="Times New Roman" w:hAnsi="Times New Roman"/>
                <w:b/>
                <w:sz w:val="16"/>
                <w:szCs w:val="16"/>
              </w:rPr>
              <w:t xml:space="preserve"> </w:t>
            </w:r>
            <w:r w:rsidRPr="00637338">
              <w:rPr>
                <w:rFonts w:ascii="Times New Roman" w:hAnsi="Times New Roman"/>
                <w:b/>
                <w:sz w:val="16"/>
                <w:szCs w:val="16"/>
              </w:rPr>
              <w:t>No.</w:t>
            </w:r>
          </w:p>
        </w:tc>
        <w:tc>
          <w:tcPr>
            <w:tcW w:w="376"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AFG</w:t>
            </w:r>
          </w:p>
        </w:tc>
        <w:tc>
          <w:tcPr>
            <w:tcW w:w="376"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AUS</w:t>
            </w:r>
          </w:p>
        </w:tc>
        <w:tc>
          <w:tcPr>
            <w:tcW w:w="376"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BGD</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BTN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BRU</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CBG</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CHN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CLN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FJI</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FSM</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IND</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INS</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IRN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J</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KIR</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KOR</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KRE</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LAO</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MHL</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MLA</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MLD</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MNG</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MYA</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NPL</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NRU</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NZL</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PAK</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PHL</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PNG</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SLM</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SMO</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SNG</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THA</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TON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TUV</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VTN</w:t>
            </w:r>
          </w:p>
        </w:tc>
        <w:tc>
          <w:tcPr>
            <w:tcW w:w="375" w:type="dxa"/>
            <w:shd w:val="pct15" w:color="auto" w:fill="auto"/>
            <w:textDirection w:val="btLr"/>
          </w:tcPr>
          <w:p w:rsidR="008B4567" w:rsidRPr="00AC2307" w:rsidRDefault="008B4567" w:rsidP="008B4567">
            <w:pPr>
              <w:spacing w:before="0"/>
              <w:jc w:val="center"/>
              <w:rPr>
                <w:rFonts w:ascii="Times New Roman" w:hAnsi="Times New Roman"/>
                <w:b/>
                <w:sz w:val="16"/>
                <w:szCs w:val="16"/>
              </w:rPr>
            </w:pPr>
            <w:r w:rsidRPr="00AC2307">
              <w:rPr>
                <w:rFonts w:ascii="Times New Roman" w:hAnsi="Times New Roman"/>
                <w:b/>
                <w:sz w:val="16"/>
                <w:szCs w:val="16"/>
              </w:rPr>
              <w:t>VUT</w:t>
            </w:r>
          </w:p>
        </w:tc>
        <w:tc>
          <w:tcPr>
            <w:tcW w:w="379" w:type="dxa"/>
            <w:shd w:val="pct5" w:color="auto" w:fill="auto"/>
            <w:textDirection w:val="btLr"/>
          </w:tcPr>
          <w:p w:rsidR="008B4567" w:rsidRPr="00132293" w:rsidRDefault="008B4567" w:rsidP="008B4567">
            <w:pPr>
              <w:spacing w:before="0"/>
              <w:jc w:val="center"/>
              <w:rPr>
                <w:rFonts w:ascii="Times New Roman" w:hAnsi="Times New Roman"/>
                <w:b/>
                <w:sz w:val="16"/>
                <w:szCs w:val="16"/>
              </w:rPr>
            </w:pPr>
            <w:r w:rsidRPr="00132293">
              <w:rPr>
                <w:rFonts w:ascii="Times New Roman" w:hAnsi="Times New Roman"/>
                <w:b/>
                <w:sz w:val="16"/>
                <w:szCs w:val="16"/>
              </w:rPr>
              <w:t>Total</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ACP/37/01</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19</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ACP/37/02</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ACP/37/03</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ACP/37/04</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ACP/37/05</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ACP/37/06</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ACP/37/07</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ACP/37/08</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ACP/37/09</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14</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ACP/37/10</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13</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ACP/37/11</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17</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ACP/37/12</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ACP/37/13</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ACP/37/14</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17</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ACP/37/15</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18</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ACP/37/16</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17</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ACP/37/17</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15</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ACP/37/18</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ACP/37/19</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ACP/37/20</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r w:rsidR="008B4567" w:rsidRPr="00132293" w:rsidTr="008B4567">
        <w:trPr>
          <w:jc w:val="center"/>
        </w:trPr>
        <w:tc>
          <w:tcPr>
            <w:tcW w:w="954" w:type="dxa"/>
          </w:tcPr>
          <w:p w:rsidR="008B4567" w:rsidRDefault="008B4567" w:rsidP="008B4567">
            <w:pPr>
              <w:rPr>
                <w:rFonts w:ascii="Times New Roman" w:hAnsi="Times New Roman"/>
                <w:sz w:val="16"/>
                <w:szCs w:val="16"/>
              </w:rPr>
            </w:pPr>
            <w:r>
              <w:rPr>
                <w:rFonts w:ascii="Times New Roman" w:hAnsi="Times New Roman"/>
                <w:sz w:val="16"/>
                <w:szCs w:val="16"/>
              </w:rPr>
              <w:t>ACP/37/21</w:t>
            </w: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6" w:type="dxa"/>
          </w:tcPr>
          <w:p w:rsidR="008B4567" w:rsidRPr="00AC2307" w:rsidRDefault="008B4567" w:rsidP="008B4567">
            <w:pPr>
              <w:rPr>
                <w:rFonts w:ascii="Times New Roman" w:hAnsi="Times New Roman"/>
                <w:sz w:val="16"/>
                <w:szCs w:val="16"/>
              </w:rPr>
            </w:pPr>
          </w:p>
        </w:tc>
        <w:tc>
          <w:tcPr>
            <w:tcW w:w="376"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p>
        </w:tc>
        <w:tc>
          <w:tcPr>
            <w:tcW w:w="375" w:type="dxa"/>
          </w:tcPr>
          <w:p w:rsidR="008B4567" w:rsidRPr="00AC2307" w:rsidRDefault="008B4567" w:rsidP="008B4567">
            <w:pPr>
              <w:rPr>
                <w:rFonts w:ascii="Times New Roman" w:hAnsi="Times New Roman"/>
                <w:sz w:val="16"/>
                <w:szCs w:val="16"/>
              </w:rPr>
            </w:pPr>
            <w:r>
              <w:rPr>
                <w:rFonts w:ascii="Times New Roman" w:hAnsi="Times New Roman"/>
                <w:sz w:val="16"/>
                <w:szCs w:val="16"/>
              </w:rPr>
              <w:t>Y</w:t>
            </w:r>
          </w:p>
        </w:tc>
        <w:tc>
          <w:tcPr>
            <w:tcW w:w="375" w:type="dxa"/>
          </w:tcPr>
          <w:p w:rsidR="008B4567" w:rsidRPr="00AC2307" w:rsidRDefault="008B4567" w:rsidP="008B4567">
            <w:pPr>
              <w:rPr>
                <w:rFonts w:ascii="Times New Roman" w:hAnsi="Times New Roman"/>
                <w:sz w:val="16"/>
                <w:szCs w:val="16"/>
              </w:rPr>
            </w:pPr>
          </w:p>
        </w:tc>
        <w:tc>
          <w:tcPr>
            <w:tcW w:w="379" w:type="dxa"/>
            <w:shd w:val="pct5" w:color="auto" w:fill="auto"/>
          </w:tcPr>
          <w:p w:rsidR="008B4567" w:rsidRPr="00132293" w:rsidRDefault="008B4567" w:rsidP="008B4567">
            <w:pPr>
              <w:rPr>
                <w:rFonts w:ascii="Times New Roman" w:hAnsi="Times New Roman"/>
                <w:b/>
                <w:sz w:val="16"/>
                <w:szCs w:val="16"/>
              </w:rPr>
            </w:pPr>
            <w:r w:rsidRPr="00132293">
              <w:rPr>
                <w:rFonts w:ascii="Times New Roman" w:hAnsi="Times New Roman"/>
                <w:b/>
                <w:sz w:val="16"/>
                <w:szCs w:val="16"/>
              </w:rPr>
              <w:t>16</w:t>
            </w:r>
          </w:p>
        </w:tc>
      </w:tr>
    </w:tbl>
    <w:p w:rsidR="00AE5789" w:rsidRDefault="00AE5789" w:rsidP="009E6EE6">
      <w:pPr>
        <w:jc w:val="center"/>
        <w:rPr>
          <w:lang w:val="en-US"/>
        </w:rPr>
      </w:pPr>
    </w:p>
    <w:p w:rsidR="005A548C" w:rsidRPr="009E6EE6" w:rsidRDefault="004708BA" w:rsidP="00AE5789">
      <w:pPr>
        <w:jc w:val="center"/>
        <w:rPr>
          <w:lang w:val="en-US"/>
        </w:rPr>
      </w:pPr>
      <w:r>
        <w:rPr>
          <w:lang w:val="en-US"/>
        </w:rPr>
        <w:t>________________________</w:t>
      </w:r>
    </w:p>
    <w:sectPr w:rsidR="005A548C" w:rsidRPr="009E6EE6" w:rsidSect="00AE5789">
      <w:headerReference w:type="default" r:id="rId15"/>
      <w:footerReference w:type="first" r:id="rId16"/>
      <w:pgSz w:w="16834" w:h="11907" w:orient="landscape" w:code="9"/>
      <w:pgMar w:top="567" w:right="720" w:bottom="1138"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15" w:rsidRDefault="00627F15">
      <w:r>
        <w:separator/>
      </w:r>
    </w:p>
  </w:endnote>
  <w:endnote w:type="continuationSeparator" w:id="0">
    <w:p w:rsidR="00627F15" w:rsidRDefault="00627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Simplified Arabic">
    <w:panose1 w:val="0201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7D" w:rsidRDefault="007100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15" w:rsidRPr="00EF01CF" w:rsidRDefault="00627F15" w:rsidP="005A548C">
    <w:pPr>
      <w:pStyle w:val="Footer"/>
      <w:ind w:left="284"/>
      <w:rPr>
        <w:lang w:val="en-US"/>
      </w:rPr>
    </w:pPr>
    <w:r>
      <w:fldChar w:fldCharType="begin"/>
    </w:r>
    <w:r w:rsidRPr="00721657">
      <w:rPr>
        <w:lang w:val="en-US"/>
      </w:rPr>
      <w:instrText xml:space="preserve"> FILENAME \p \* MERGEFORMAT </w:instrText>
    </w:r>
    <w:r>
      <w:fldChar w:fldCharType="separate"/>
    </w:r>
    <w:r w:rsidR="0071007D">
      <w:rPr>
        <w:lang w:val="en-US"/>
      </w:rPr>
      <w:t>\\blue\dfs\BDT\WTDC-2014\Documents\DOC\037E_APT_v2.docx</w:t>
    </w:r>
    <w:r>
      <w:rPr>
        <w:lang w:val="en-US"/>
      </w:rPr>
      <w:fldChar w:fldCharType="end"/>
    </w:r>
    <w:r w:rsidRPr="00EF01CF">
      <w:rPr>
        <w:lang w:val="en-US"/>
      </w:rPr>
      <w:tab/>
    </w:r>
    <w:r>
      <w:fldChar w:fldCharType="begin"/>
    </w:r>
    <w:r>
      <w:instrText xml:space="preserve"> savedate \@ dd.MM.yy </w:instrText>
    </w:r>
    <w:r>
      <w:fldChar w:fldCharType="separate"/>
    </w:r>
    <w:r w:rsidR="000B063D">
      <w:t>14.03.14</w:t>
    </w:r>
    <w:r>
      <w:fldChar w:fldCharType="end"/>
    </w:r>
    <w:r w:rsidRPr="00EF01CF">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15" w:rsidRPr="006C1F18" w:rsidRDefault="00627F15" w:rsidP="00645511">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0" w:name="OrgName"/>
    <w:bookmarkEnd w:id="10"/>
    <w:r>
      <w:rPr>
        <w:sz w:val="18"/>
        <w:szCs w:val="18"/>
        <w:lang w:val="en-US"/>
      </w:rPr>
      <w:t xml:space="preserve">Toshiyuki Yamada, Asia-Pacific </w:t>
    </w:r>
    <w:proofErr w:type="spellStart"/>
    <w:r>
      <w:rPr>
        <w:sz w:val="18"/>
        <w:szCs w:val="18"/>
        <w:lang w:val="en-US"/>
      </w:rPr>
      <w:t>Telecommunity</w:t>
    </w:r>
    <w:proofErr w:type="spellEnd"/>
    <w:r>
      <w:rPr>
        <w:sz w:val="18"/>
        <w:szCs w:val="18"/>
        <w:lang w:val="en-US"/>
      </w:rPr>
      <w:t xml:space="preserve">, </w:t>
    </w:r>
  </w:p>
  <w:p w:rsidR="00627F15" w:rsidRPr="00A70BC6" w:rsidRDefault="00627F15" w:rsidP="00645511">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1" w:name="PhoneNo"/>
    <w:bookmarkEnd w:id="11"/>
    <w:r>
      <w:rPr>
        <w:sz w:val="18"/>
        <w:szCs w:val="18"/>
        <w:lang w:val="en-US"/>
      </w:rPr>
      <w:t>+66 2 5730044</w:t>
    </w:r>
  </w:p>
  <w:p w:rsidR="00627F15" w:rsidRPr="00952E2A" w:rsidRDefault="00627F15"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2" w:name="Email"/>
    <w:bookmarkEnd w:id="12"/>
    <w:r>
      <w:rPr>
        <w:sz w:val="18"/>
        <w:szCs w:val="18"/>
        <w:lang w:val="en-US"/>
      </w:rPr>
      <w:fldChar w:fldCharType="begin"/>
    </w:r>
    <w:r>
      <w:rPr>
        <w:sz w:val="18"/>
        <w:szCs w:val="18"/>
        <w:lang w:val="en-US"/>
      </w:rPr>
      <w:instrText xml:space="preserve"> HYPERLINK "mailto:aptwtdc@apt.int" </w:instrText>
    </w:r>
    <w:r>
      <w:rPr>
        <w:sz w:val="18"/>
        <w:szCs w:val="18"/>
        <w:lang w:val="en-US"/>
      </w:rPr>
      <w:fldChar w:fldCharType="separate"/>
    </w:r>
    <w:r w:rsidRPr="00422242">
      <w:rPr>
        <w:rStyle w:val="Hyperlink"/>
        <w:sz w:val="18"/>
        <w:szCs w:val="18"/>
        <w:lang w:val="en-US"/>
      </w:rPr>
      <w:t>aptwtdc@apt.int</w:t>
    </w:r>
    <w:r>
      <w:rPr>
        <w:sz w:val="18"/>
        <w:szCs w:val="18"/>
        <w:lang w:val="en-US"/>
      </w:rPr>
      <w:fldChar w:fldCharType="end"/>
    </w:r>
    <w:r>
      <w:rPr>
        <w:sz w:val="18"/>
        <w:szCs w:val="18"/>
        <w:lang w:val="en-US"/>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15" w:rsidRPr="006C1F18" w:rsidRDefault="00627F15" w:rsidP="009E6EE6">
    <w:pPr>
      <w:pStyle w:val="FirstFooter"/>
      <w:pBdr>
        <w:top w:val="single" w:sz="4" w:space="3" w:color="auto"/>
      </w:pBdr>
      <w:tabs>
        <w:tab w:val="left" w:pos="1559"/>
        <w:tab w:val="left" w:pos="3828"/>
      </w:tabs>
      <w:spacing w:before="0"/>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proofErr w:type="spellStart"/>
    <w:r w:rsidRPr="00A34F37">
      <w:rPr>
        <w:rFonts w:cstheme="majorBidi"/>
        <w:sz w:val="18"/>
        <w:szCs w:val="18"/>
        <w:lang w:val="en-US"/>
      </w:rPr>
      <w:t>Mr</w:t>
    </w:r>
    <w:proofErr w:type="spellEnd"/>
    <w:r w:rsidRPr="00A34F37">
      <w:rPr>
        <w:rFonts w:cstheme="majorBidi"/>
        <w:sz w:val="18"/>
        <w:szCs w:val="18"/>
        <w:lang w:val="en-US"/>
      </w:rPr>
      <w:t xml:space="preserve"> </w:t>
    </w:r>
    <w:r>
      <w:rPr>
        <w:rFonts w:cstheme="majorBidi"/>
        <w:sz w:val="18"/>
        <w:szCs w:val="18"/>
        <w:lang w:val="en-US"/>
      </w:rPr>
      <w:t>Toshiyuki Yamada</w:t>
    </w:r>
    <w:r w:rsidRPr="00A34F37">
      <w:rPr>
        <w:rFonts w:cstheme="majorBidi"/>
        <w:sz w:val="18"/>
        <w:szCs w:val="18"/>
        <w:lang w:val="en-US"/>
      </w:rPr>
      <w:t xml:space="preserve">, </w:t>
    </w:r>
    <w:r>
      <w:rPr>
        <w:rFonts w:cstheme="majorBidi"/>
        <w:sz w:val="18"/>
        <w:szCs w:val="18"/>
        <w:lang w:val="en-US"/>
      </w:rPr>
      <w:t xml:space="preserve">Secretary </w:t>
    </w:r>
    <w:r w:rsidRPr="00A34F37">
      <w:rPr>
        <w:rFonts w:cstheme="majorBidi"/>
        <w:sz w:val="18"/>
        <w:szCs w:val="18"/>
        <w:lang w:val="en-US"/>
      </w:rPr>
      <w:t xml:space="preserve">General, </w:t>
    </w:r>
    <w:r>
      <w:rPr>
        <w:rFonts w:cstheme="majorBidi"/>
        <w:sz w:val="18"/>
        <w:szCs w:val="18"/>
        <w:lang w:val="en-US"/>
      </w:rPr>
      <w:t xml:space="preserve">Asia-Pacific </w:t>
    </w:r>
    <w:proofErr w:type="spellStart"/>
    <w:r>
      <w:rPr>
        <w:rFonts w:cstheme="majorBidi"/>
        <w:sz w:val="18"/>
        <w:szCs w:val="18"/>
        <w:lang w:val="en-US"/>
      </w:rPr>
      <w:t>Telecommunity</w:t>
    </w:r>
    <w:proofErr w:type="spellEnd"/>
  </w:p>
  <w:p w:rsidR="00627F15" w:rsidRPr="0023662E" w:rsidRDefault="00627F15" w:rsidP="009E6EE6">
    <w:pPr>
      <w:pStyle w:val="FirstFooter"/>
      <w:tabs>
        <w:tab w:val="left" w:pos="1559"/>
        <w:tab w:val="left" w:pos="3828"/>
      </w:tabs>
      <w:spacing w:before="0"/>
      <w:ind w:firstLine="1559"/>
      <w:rPr>
        <w:sz w:val="18"/>
        <w:szCs w:val="18"/>
        <w:lang w:val="en-US"/>
      </w:rPr>
    </w:pPr>
    <w:r w:rsidRPr="0023662E">
      <w:rPr>
        <w:sz w:val="18"/>
        <w:szCs w:val="18"/>
        <w:lang w:val="en-US"/>
      </w:rPr>
      <w:t>Phone number:</w:t>
    </w:r>
    <w:r w:rsidRPr="0023662E">
      <w:rPr>
        <w:sz w:val="18"/>
        <w:szCs w:val="18"/>
        <w:lang w:val="en-US"/>
      </w:rPr>
      <w:tab/>
    </w:r>
    <w:r>
      <w:rPr>
        <w:sz w:val="18"/>
        <w:szCs w:val="18"/>
        <w:lang w:val="en-US"/>
      </w:rPr>
      <w:t>+66</w:t>
    </w:r>
    <w:r w:rsidRPr="00DA41C3">
      <w:rPr>
        <w:sz w:val="18"/>
        <w:szCs w:val="18"/>
        <w:lang w:val="en-US"/>
      </w:rPr>
      <w:t xml:space="preserve"> </w:t>
    </w:r>
    <w:r>
      <w:rPr>
        <w:sz w:val="18"/>
        <w:szCs w:val="18"/>
        <w:lang w:val="en-US"/>
      </w:rPr>
      <w:t>2</w:t>
    </w:r>
    <w:r w:rsidRPr="00DA41C3">
      <w:rPr>
        <w:sz w:val="18"/>
        <w:szCs w:val="18"/>
        <w:lang w:val="en-US"/>
      </w:rPr>
      <w:t xml:space="preserve"> </w:t>
    </w:r>
    <w:r>
      <w:rPr>
        <w:sz w:val="18"/>
        <w:szCs w:val="18"/>
        <w:lang w:val="en-US"/>
      </w:rPr>
      <w:t>5730044</w:t>
    </w:r>
  </w:p>
  <w:p w:rsidR="00627F15" w:rsidRPr="00DA41C3" w:rsidRDefault="00627F15" w:rsidP="009E6EE6">
    <w:pPr>
      <w:pStyle w:val="FirstFooter"/>
      <w:tabs>
        <w:tab w:val="left" w:pos="1559"/>
        <w:tab w:val="left" w:pos="3828"/>
      </w:tabs>
      <w:spacing w:before="0"/>
      <w:ind w:firstLine="1559"/>
      <w:rPr>
        <w:sz w:val="18"/>
        <w:szCs w:val="18"/>
        <w:lang w:val="en-US"/>
      </w:rPr>
    </w:pPr>
    <w:r w:rsidRPr="00DA41C3">
      <w:rPr>
        <w:sz w:val="18"/>
        <w:szCs w:val="18"/>
        <w:lang w:val="en-US"/>
      </w:rPr>
      <w:t>E-mail:</w:t>
    </w:r>
    <w:r w:rsidRPr="00DA41C3">
      <w:rPr>
        <w:sz w:val="18"/>
        <w:szCs w:val="18"/>
        <w:lang w:val="en-US"/>
      </w:rPr>
      <w:tab/>
    </w:r>
    <w:hyperlink r:id="rId1" w:history="1">
      <w:r w:rsidRPr="001177A6">
        <w:rPr>
          <w:rStyle w:val="Hyperlink"/>
          <w:sz w:val="18"/>
          <w:szCs w:val="18"/>
          <w:lang w:val="en-US"/>
        </w:rPr>
        <w:t>aptwtdc@apt.int</w:t>
      </w:r>
    </w:hyperlink>
    <w:r>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15" w:rsidRDefault="00627F15">
      <w:r>
        <w:t>____________________</w:t>
      </w:r>
    </w:p>
  </w:footnote>
  <w:footnote w:type="continuationSeparator" w:id="0">
    <w:p w:rsidR="00627F15" w:rsidRDefault="00627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7D" w:rsidRDefault="007100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15" w:rsidRDefault="00627F15" w:rsidP="00AF605F">
    <w:pPr>
      <w:pStyle w:val="Header"/>
      <w:tabs>
        <w:tab w:val="center" w:pos="4819"/>
        <w:tab w:val="right" w:pos="9639"/>
      </w:tabs>
      <w:jc w:val="left"/>
    </w:pPr>
    <w:r>
      <w:tab/>
    </w:r>
    <w:bookmarkStart w:id="8" w:name="DocRef2"/>
    <w:bookmarkEnd w:id="8"/>
    <w:r>
      <w:t>WTDC14/</w:t>
    </w:r>
    <w:bookmarkStart w:id="9" w:name="DocNo2"/>
    <w:bookmarkEnd w:id="9"/>
    <w:r>
      <w:t>37-E</w:t>
    </w:r>
    <w:r>
      <w:tab/>
      <w:t xml:space="preserve">Page </w:t>
    </w:r>
    <w:sdt>
      <w:sdtPr>
        <w:id w:val="637703110"/>
        <w:docPartObj>
          <w:docPartGallery w:val="Page Numbers (Top of Page)"/>
          <w:docPartUnique/>
        </w:docPartObj>
      </w:sdtPr>
      <w:sdtEndPr/>
      <w:sdtContent>
        <w:r>
          <w:fldChar w:fldCharType="begin"/>
        </w:r>
        <w:r>
          <w:instrText xml:space="preserve"> PAGE   \* MERGEFORMAT </w:instrText>
        </w:r>
        <w:r>
          <w:fldChar w:fldCharType="separate"/>
        </w:r>
        <w:r>
          <w:rPr>
            <w:noProof/>
          </w:rPr>
          <w:t>2</w:t>
        </w:r>
        <w:r>
          <w:rPr>
            <w:noProof/>
          </w:rPr>
          <w:fldChar w:fldCharType="end"/>
        </w:r>
      </w:sdtContent>
    </w:sdt>
  </w:p>
  <w:p w:rsidR="00627F15" w:rsidRPr="00005791" w:rsidRDefault="00627F15" w:rsidP="00EB7A8A">
    <w:pPr>
      <w:pStyle w:val="Header"/>
      <w:tabs>
        <w:tab w:val="center" w:pos="4820"/>
        <w:tab w:val="left" w:pos="8789"/>
      </w:tabs>
      <w:jc w:val="lef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7D" w:rsidRDefault="007100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15" w:rsidRDefault="00627F15" w:rsidP="005A548C">
    <w:pPr>
      <w:pStyle w:val="Header"/>
      <w:tabs>
        <w:tab w:val="center" w:pos="7655"/>
        <w:tab w:val="right" w:pos="14601"/>
      </w:tabs>
      <w:jc w:val="left"/>
    </w:pPr>
    <w:r>
      <w:tab/>
      <w:t>WTDC14/37-E</w:t>
    </w:r>
    <w:r>
      <w:tab/>
      <w:t xml:space="preserve">Page </w:t>
    </w:r>
    <w:sdt>
      <w:sdtPr>
        <w:id w:val="25452150"/>
        <w:docPartObj>
          <w:docPartGallery w:val="Page Numbers (Top of Page)"/>
          <w:docPartUnique/>
        </w:docPartObj>
      </w:sdtPr>
      <w:sdtEndPr/>
      <w:sdtContent>
        <w:r>
          <w:fldChar w:fldCharType="begin"/>
        </w:r>
        <w:r>
          <w:instrText xml:space="preserve"> PAGE   \* MERGEFORMAT </w:instrText>
        </w:r>
        <w:r>
          <w:fldChar w:fldCharType="separate"/>
        </w:r>
        <w:r w:rsidR="000B063D">
          <w:rPr>
            <w:noProof/>
          </w:rPr>
          <w:t>8</w:t>
        </w:r>
        <w:r>
          <w:rPr>
            <w:noProof/>
          </w:rPr>
          <w:fldChar w:fldCharType="end"/>
        </w:r>
      </w:sdtContent>
    </w:sdt>
  </w:p>
  <w:p w:rsidR="00627F15" w:rsidRPr="00005791" w:rsidRDefault="00627F15" w:rsidP="00EB7A8A">
    <w:pPr>
      <w:pStyle w:val="Header"/>
      <w:tabs>
        <w:tab w:val="center" w:pos="4820"/>
        <w:tab w:val="left" w:pos="8789"/>
      </w:tabs>
      <w:jc w:val="left"/>
      <w:rPr>
        <w:rStyle w:val="PageNumbe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E2A"/>
    <w:rsid w:val="00003AE9"/>
    <w:rsid w:val="00005791"/>
    <w:rsid w:val="00037A9E"/>
    <w:rsid w:val="00044890"/>
    <w:rsid w:val="000539F1"/>
    <w:rsid w:val="00055A2A"/>
    <w:rsid w:val="000A17C4"/>
    <w:rsid w:val="000B063D"/>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281E"/>
    <w:rsid w:val="001A441E"/>
    <w:rsid w:val="001B357F"/>
    <w:rsid w:val="001C3702"/>
    <w:rsid w:val="001D607D"/>
    <w:rsid w:val="001F4238"/>
    <w:rsid w:val="00200A38"/>
    <w:rsid w:val="00200A46"/>
    <w:rsid w:val="00217CC3"/>
    <w:rsid w:val="0022120F"/>
    <w:rsid w:val="0022754A"/>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130E"/>
    <w:rsid w:val="00357FB3"/>
    <w:rsid w:val="00360B73"/>
    <w:rsid w:val="003A7FFE"/>
    <w:rsid w:val="003B0C61"/>
    <w:rsid w:val="003C1746"/>
    <w:rsid w:val="003D451D"/>
    <w:rsid w:val="00401BFF"/>
    <w:rsid w:val="00413B78"/>
    <w:rsid w:val="00453435"/>
    <w:rsid w:val="00466398"/>
    <w:rsid w:val="004708BA"/>
    <w:rsid w:val="00477A4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A548C"/>
    <w:rsid w:val="005C2DC2"/>
    <w:rsid w:val="005D57C8"/>
    <w:rsid w:val="005E0278"/>
    <w:rsid w:val="005E3CA0"/>
    <w:rsid w:val="005E44B1"/>
    <w:rsid w:val="005E67B0"/>
    <w:rsid w:val="005F43DD"/>
    <w:rsid w:val="005F7416"/>
    <w:rsid w:val="00625FB8"/>
    <w:rsid w:val="006261BD"/>
    <w:rsid w:val="00627F15"/>
    <w:rsid w:val="00645511"/>
    <w:rsid w:val="0064734E"/>
    <w:rsid w:val="00650137"/>
    <w:rsid w:val="006748F8"/>
    <w:rsid w:val="00680489"/>
    <w:rsid w:val="006A7710"/>
    <w:rsid w:val="006A7A61"/>
    <w:rsid w:val="006B4952"/>
    <w:rsid w:val="006C1F18"/>
    <w:rsid w:val="006D0F8B"/>
    <w:rsid w:val="006D253B"/>
    <w:rsid w:val="006D40D5"/>
    <w:rsid w:val="006F009A"/>
    <w:rsid w:val="0071007D"/>
    <w:rsid w:val="00713BE8"/>
    <w:rsid w:val="00721657"/>
    <w:rsid w:val="00727B1A"/>
    <w:rsid w:val="00740EEF"/>
    <w:rsid w:val="00752258"/>
    <w:rsid w:val="00762880"/>
    <w:rsid w:val="00763B2C"/>
    <w:rsid w:val="00765DE5"/>
    <w:rsid w:val="00772290"/>
    <w:rsid w:val="007805E7"/>
    <w:rsid w:val="0078222A"/>
    <w:rsid w:val="007A4E50"/>
    <w:rsid w:val="007B18A7"/>
    <w:rsid w:val="007B250E"/>
    <w:rsid w:val="007B46F9"/>
    <w:rsid w:val="007C27FC"/>
    <w:rsid w:val="007C51FF"/>
    <w:rsid w:val="007D50E4"/>
    <w:rsid w:val="007D63D6"/>
    <w:rsid w:val="0080137B"/>
    <w:rsid w:val="008028CE"/>
    <w:rsid w:val="008141E0"/>
    <w:rsid w:val="00816F88"/>
    <w:rsid w:val="00817619"/>
    <w:rsid w:val="00852081"/>
    <w:rsid w:val="00874DFD"/>
    <w:rsid w:val="00883086"/>
    <w:rsid w:val="008879FD"/>
    <w:rsid w:val="00894C37"/>
    <w:rsid w:val="008A00EA"/>
    <w:rsid w:val="008A3F93"/>
    <w:rsid w:val="008A6E1C"/>
    <w:rsid w:val="008A72FD"/>
    <w:rsid w:val="008B2EDF"/>
    <w:rsid w:val="008B4567"/>
    <w:rsid w:val="008B54CB"/>
    <w:rsid w:val="008C4010"/>
    <w:rsid w:val="008C4FDF"/>
    <w:rsid w:val="008E0636"/>
    <w:rsid w:val="008F71C1"/>
    <w:rsid w:val="00902D41"/>
    <w:rsid w:val="00914004"/>
    <w:rsid w:val="009301F1"/>
    <w:rsid w:val="00942A8A"/>
    <w:rsid w:val="009431F8"/>
    <w:rsid w:val="00952E2A"/>
    <w:rsid w:val="00966CB5"/>
    <w:rsid w:val="00974DA5"/>
    <w:rsid w:val="00975786"/>
    <w:rsid w:val="00983E1F"/>
    <w:rsid w:val="00985EB2"/>
    <w:rsid w:val="00993F46"/>
    <w:rsid w:val="00994B91"/>
    <w:rsid w:val="00997358"/>
    <w:rsid w:val="009A452B"/>
    <w:rsid w:val="009B050C"/>
    <w:rsid w:val="009C110B"/>
    <w:rsid w:val="009C5441"/>
    <w:rsid w:val="009E6EE6"/>
    <w:rsid w:val="009F3940"/>
    <w:rsid w:val="009F3EB2"/>
    <w:rsid w:val="00A20267"/>
    <w:rsid w:val="00A22048"/>
    <w:rsid w:val="00A53E7C"/>
    <w:rsid w:val="00A60087"/>
    <w:rsid w:val="00A6555F"/>
    <w:rsid w:val="00A705E8"/>
    <w:rsid w:val="00A70BC6"/>
    <w:rsid w:val="00A9392C"/>
    <w:rsid w:val="00A9462B"/>
    <w:rsid w:val="00A97D59"/>
    <w:rsid w:val="00AE5789"/>
    <w:rsid w:val="00AE5961"/>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15F8"/>
    <w:rsid w:val="00C177C5"/>
    <w:rsid w:val="00C4038C"/>
    <w:rsid w:val="00C44066"/>
    <w:rsid w:val="00C44E13"/>
    <w:rsid w:val="00C62DFB"/>
    <w:rsid w:val="00C66F4D"/>
    <w:rsid w:val="00C87BCA"/>
    <w:rsid w:val="00C94506"/>
    <w:rsid w:val="00C954BC"/>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A6823"/>
    <w:rsid w:val="00DB2840"/>
    <w:rsid w:val="00DD66B4"/>
    <w:rsid w:val="00DE27AB"/>
    <w:rsid w:val="00DF2AB3"/>
    <w:rsid w:val="00DF7250"/>
    <w:rsid w:val="00E00CAA"/>
    <w:rsid w:val="00E03EBF"/>
    <w:rsid w:val="00E05209"/>
    <w:rsid w:val="00E2258E"/>
    <w:rsid w:val="00E260C2"/>
    <w:rsid w:val="00E32596"/>
    <w:rsid w:val="00E368F7"/>
    <w:rsid w:val="00E37FB8"/>
    <w:rsid w:val="00E40B07"/>
    <w:rsid w:val="00E43544"/>
    <w:rsid w:val="00E477EA"/>
    <w:rsid w:val="00E83810"/>
    <w:rsid w:val="00E86933"/>
    <w:rsid w:val="00EA7DE7"/>
    <w:rsid w:val="00EB7A8A"/>
    <w:rsid w:val="00EF01CF"/>
    <w:rsid w:val="00EF73C0"/>
    <w:rsid w:val="00F03590"/>
    <w:rsid w:val="00F238B3"/>
    <w:rsid w:val="00F25586"/>
    <w:rsid w:val="00F31498"/>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basedOn w:val="DefaultParagraphFont"/>
    <w:rsid w:val="00F52741"/>
    <w:rPr>
      <w:rFonts w:asciiTheme="minorHAnsi" w:hAnsiTheme="minorHAnsi"/>
      <w:position w:val="6"/>
      <w:sz w:val="18"/>
    </w:rPr>
  </w:style>
  <w:style w:type="paragraph" w:styleId="FootnoteText">
    <w:name w:val="footnote text"/>
    <w:basedOn w:val="Normal"/>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645511"/>
    <w:rPr>
      <w:color w:val="0000FF" w:themeColor="hyperlink"/>
      <w:u w:val="single"/>
    </w:rPr>
  </w:style>
  <w:style w:type="character" w:customStyle="1" w:styleId="RestitleChar">
    <w:name w:val="Res_title Char"/>
    <w:link w:val="Restitle"/>
    <w:rsid w:val="005A548C"/>
    <w:rPr>
      <w:rFonts w:asciiTheme="minorHAnsi" w:hAnsiTheme="minorHAnsi"/>
      <w:b/>
      <w:sz w:val="28"/>
      <w:lang w:val="en-GB" w:eastAsia="en-US"/>
    </w:rPr>
  </w:style>
  <w:style w:type="character" w:customStyle="1" w:styleId="hps">
    <w:name w:val="hps"/>
    <w:basedOn w:val="DefaultParagraphFont"/>
    <w:rsid w:val="005A548C"/>
  </w:style>
  <w:style w:type="character" w:customStyle="1" w:styleId="enumlev1Char">
    <w:name w:val="enumlev1 Char"/>
    <w:link w:val="enumlev1"/>
    <w:rsid w:val="005A548C"/>
    <w:rPr>
      <w:rFonts w:asciiTheme="minorHAnsi" w:hAnsiTheme="minorHAnsi"/>
      <w:sz w:val="24"/>
      <w:lang w:val="en-GB" w:eastAsia="en-US"/>
    </w:rPr>
  </w:style>
  <w:style w:type="paragraph" w:customStyle="1" w:styleId="CEONormal">
    <w:name w:val="CEO_Normal"/>
    <w:autoRedefine/>
    <w:rsid w:val="005A548C"/>
    <w:pPr>
      <w:spacing w:before="240"/>
    </w:pPr>
    <w:rPr>
      <w:rFonts w:ascii="Calibri" w:eastAsia="SimSun" w:hAnsi="Calibri" w:cs="Calibri"/>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basedOn w:val="DefaultParagraphFont"/>
    <w:rsid w:val="00F52741"/>
    <w:rPr>
      <w:rFonts w:asciiTheme="minorHAnsi" w:hAnsiTheme="minorHAnsi"/>
      <w:position w:val="6"/>
      <w:sz w:val="18"/>
    </w:rPr>
  </w:style>
  <w:style w:type="paragraph" w:styleId="FootnoteText">
    <w:name w:val="footnote text"/>
    <w:basedOn w:val="Normal"/>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645511"/>
    <w:rPr>
      <w:color w:val="0000FF" w:themeColor="hyperlink"/>
      <w:u w:val="single"/>
    </w:rPr>
  </w:style>
  <w:style w:type="character" w:customStyle="1" w:styleId="RestitleChar">
    <w:name w:val="Res_title Char"/>
    <w:link w:val="Restitle"/>
    <w:rsid w:val="005A548C"/>
    <w:rPr>
      <w:rFonts w:asciiTheme="minorHAnsi" w:hAnsiTheme="minorHAnsi"/>
      <w:b/>
      <w:sz w:val="28"/>
      <w:lang w:val="en-GB" w:eastAsia="en-US"/>
    </w:rPr>
  </w:style>
  <w:style w:type="character" w:customStyle="1" w:styleId="hps">
    <w:name w:val="hps"/>
    <w:basedOn w:val="DefaultParagraphFont"/>
    <w:rsid w:val="005A548C"/>
  </w:style>
  <w:style w:type="character" w:customStyle="1" w:styleId="enumlev1Char">
    <w:name w:val="enumlev1 Char"/>
    <w:link w:val="enumlev1"/>
    <w:rsid w:val="005A548C"/>
    <w:rPr>
      <w:rFonts w:asciiTheme="minorHAnsi" w:hAnsiTheme="minorHAnsi"/>
      <w:sz w:val="24"/>
      <w:lang w:val="en-GB" w:eastAsia="en-US"/>
    </w:rPr>
  </w:style>
  <w:style w:type="paragraph" w:customStyle="1" w:styleId="CEONormal">
    <w:name w:val="CEO_Normal"/>
    <w:autoRedefine/>
    <w:rsid w:val="005A548C"/>
    <w:pPr>
      <w:spacing w:before="240"/>
    </w:pPr>
    <w:rPr>
      <w:rFonts w:ascii="Calibri" w:eastAsia="SimSun" w:hAnsi="Calibri" w:cs="Calibr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hyperlink" Target="mailto:aptwtdc@apt.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TEMPLATE\ALLBDT\WTDC\WTDC1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0280E-D94F-4998-8878-9E70B5314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WTDC14_en</Template>
  <TotalTime>8</TotalTime>
  <Pages>9</Pages>
  <Words>2284</Words>
  <Characters>12412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BDT</dc:creator>
  <dc:description>PE_WTDC14.dotm  For: _x000d_Document date: _x000d_Saved by ITU51009317 at 13:55:42 on 17.12.13</dc:description>
  <cp:lastModifiedBy>IS / INFRASTRUCTURE</cp:lastModifiedBy>
  <cp:revision>5</cp:revision>
  <cp:lastPrinted>2014-03-11T07:38:00Z</cp:lastPrinted>
  <dcterms:created xsi:type="dcterms:W3CDTF">2014-03-14T13:54:00Z</dcterms:created>
  <dcterms:modified xsi:type="dcterms:W3CDTF">2014-03-16T21:22:00Z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